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4A534" w14:textId="77777777" w:rsidR="00A132E8" w:rsidRDefault="00111DA8" w:rsidP="00A132E8">
      <w:pPr>
        <w:ind w:left="969" w:firstLine="91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7405AA" wp14:editId="390A43B1">
                <wp:simplePos x="0" y="0"/>
                <wp:positionH relativeFrom="column">
                  <wp:posOffset>36195</wp:posOffset>
                </wp:positionH>
                <wp:positionV relativeFrom="paragraph">
                  <wp:posOffset>-421005</wp:posOffset>
                </wp:positionV>
                <wp:extent cx="6406515" cy="10111740"/>
                <wp:effectExtent l="0" t="0" r="0" b="0"/>
                <wp:wrapNone/>
                <wp:docPr id="76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6515" cy="10111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FC989C" w14:textId="6AD2D4E1" w:rsidR="00A132E8" w:rsidRPr="00EE6EFA" w:rsidRDefault="005C0591" w:rsidP="005C0591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 w:rsidRPr="00EE6EFA">
                              <w:rPr>
                                <w:sz w:val="26"/>
                                <w:szCs w:val="26"/>
                              </w:rPr>
                              <w:t>Приложение №</w:t>
                            </w:r>
                            <w:r w:rsidR="008872B3">
                              <w:rPr>
                                <w:sz w:val="26"/>
                                <w:szCs w:val="26"/>
                              </w:rPr>
                              <w:t xml:space="preserve"> 3</w:t>
                            </w:r>
                            <w:r w:rsidR="0098540D"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</w:p>
                          <w:p w14:paraId="6740567A" w14:textId="77777777" w:rsidR="00A132E8" w:rsidRDefault="00A132E8" w:rsidP="00A132E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5F7B88A1" w14:textId="77777777" w:rsidR="004C3381" w:rsidRPr="0011143C" w:rsidRDefault="004C3381" w:rsidP="00A132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A42840D" w14:textId="77777777" w:rsidR="00A132E8" w:rsidRPr="00217497" w:rsidRDefault="00A132E8" w:rsidP="00A132E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17497">
                              <w:rPr>
                                <w:sz w:val="28"/>
                                <w:szCs w:val="28"/>
                              </w:rPr>
                              <w:t>ДИРЕКЦИЯ СОВЕТА ПО ЖЕЛЕЗНОДОРОЖНОМУ ТРАНСПОРТУ ГОСУДАРСТВ – УЧАСТНИКОВ СОДРУЖЕСТВА</w:t>
                            </w:r>
                          </w:p>
                          <w:p w14:paraId="54D0B89E" w14:textId="77777777" w:rsidR="00A132E8" w:rsidRPr="00217497" w:rsidRDefault="00A132E8" w:rsidP="00A132E8">
                            <w:pPr>
                              <w:pStyle w:val="5"/>
                              <w:spacing w:before="120"/>
                              <w:rPr>
                                <w:bCs w:val="0"/>
                              </w:rPr>
                            </w:pPr>
                          </w:p>
                          <w:p w14:paraId="664773B1" w14:textId="77777777" w:rsidR="00A132E8" w:rsidRDefault="00A132E8" w:rsidP="00A132E8">
                            <w:pPr>
                              <w:pStyle w:val="5"/>
                              <w:spacing w:before="120"/>
                              <w:rPr>
                                <w:bCs w:val="0"/>
                              </w:rPr>
                            </w:pPr>
                          </w:p>
                          <w:p w14:paraId="5E2E3586" w14:textId="77777777" w:rsidR="00A132E8" w:rsidRPr="00217497" w:rsidRDefault="00A132E8" w:rsidP="00A132E8">
                            <w:pPr>
                              <w:ind w:left="4248" w:firstLine="708"/>
                              <w:rPr>
                                <w:sz w:val="28"/>
                              </w:rPr>
                            </w:pPr>
                            <w:r w:rsidRPr="00217497">
                              <w:rPr>
                                <w:sz w:val="28"/>
                              </w:rPr>
                              <w:t>УТВЕРЖДЕНО</w:t>
                            </w:r>
                          </w:p>
                          <w:p w14:paraId="02D3A696" w14:textId="0A2F7B9D" w:rsidR="00BA27AE" w:rsidRDefault="00A132E8" w:rsidP="00BA27AE">
                            <w:pPr>
                              <w:ind w:left="4962"/>
                              <w:rPr>
                                <w:rFonts w:eastAsia="Calibri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217497">
                              <w:rPr>
                                <w:sz w:val="28"/>
                              </w:rPr>
                              <w:t>Советом по железнодорожному транспорту государств</w:t>
                            </w:r>
                            <w:r w:rsidR="00111DA8">
                              <w:rPr>
                                <w:sz w:val="28"/>
                              </w:rPr>
                              <w:t xml:space="preserve"> </w:t>
                            </w:r>
                            <w:r w:rsidR="00111DA8" w:rsidRPr="00217497">
                              <w:rPr>
                                <w:sz w:val="28"/>
                                <w:szCs w:val="28"/>
                              </w:rPr>
                              <w:t>–</w:t>
                            </w:r>
                            <w:r w:rsidR="00111DA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17497">
                              <w:rPr>
                                <w:sz w:val="28"/>
                              </w:rPr>
                              <w:t>участников Содружества</w:t>
                            </w:r>
                            <w:bookmarkStart w:id="0" w:name="_GoBack"/>
                            <w:bookmarkEnd w:id="0"/>
                          </w:p>
                          <w:p w14:paraId="436B34C1" w14:textId="01298461" w:rsidR="00BA27AE" w:rsidRPr="00BA27AE" w:rsidRDefault="00BA27AE" w:rsidP="00BA27AE">
                            <w:pPr>
                              <w:ind w:left="4962"/>
                              <w:rPr>
                                <w:rFonts w:eastAsia="Calibri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eastAsia="Calibri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п</w:t>
                            </w:r>
                            <w:r w:rsidRPr="00BA27AE">
                              <w:rPr>
                                <w:rFonts w:eastAsia="Calibri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ротокол от </w:t>
                            </w:r>
                            <w:r w:rsidRPr="00BA27AE">
                              <w:rPr>
                                <w:rFonts w:eastAsia="Calibri"/>
                                <w:sz w:val="28"/>
                                <w:szCs w:val="28"/>
                                <w:lang w:eastAsia="en-US"/>
                              </w:rPr>
                              <w:t>« 8 » декабря 2022 г. № 77</w:t>
                            </w:r>
                          </w:p>
                          <w:p w14:paraId="2DC848EC" w14:textId="0C4DBEB3" w:rsidR="00A132E8" w:rsidRDefault="00A132E8" w:rsidP="00A132E8">
                            <w:pPr>
                              <w:ind w:left="4956"/>
                              <w:rPr>
                                <w:sz w:val="28"/>
                              </w:rPr>
                            </w:pPr>
                          </w:p>
                          <w:p w14:paraId="77A24725" w14:textId="77777777" w:rsidR="005C0591" w:rsidRPr="005C0591" w:rsidRDefault="005C0591" w:rsidP="00A132E8">
                            <w:pPr>
                              <w:ind w:left="4956"/>
                              <w:rPr>
                                <w:color w:val="FF0000"/>
                                <w:sz w:val="28"/>
                              </w:rPr>
                            </w:pPr>
                          </w:p>
                          <w:p w14:paraId="2790463C" w14:textId="77777777" w:rsidR="00A132E8" w:rsidRDefault="00A132E8" w:rsidP="00A132E8">
                            <w:pPr>
                              <w:pStyle w:val="5"/>
                              <w:spacing w:before="120"/>
                              <w:rPr>
                                <w:bCs w:val="0"/>
                              </w:rPr>
                            </w:pPr>
                          </w:p>
                          <w:p w14:paraId="64E345EF" w14:textId="77777777" w:rsidR="00A132E8" w:rsidRDefault="00A132E8" w:rsidP="00A132E8"/>
                          <w:p w14:paraId="7DFECF5E" w14:textId="77777777" w:rsidR="00A132E8" w:rsidRDefault="00A132E8" w:rsidP="00A132E8"/>
                          <w:p w14:paraId="3366386B" w14:textId="77777777" w:rsidR="00A132E8" w:rsidRDefault="00A132E8" w:rsidP="00A132E8"/>
                          <w:p w14:paraId="738F30AB" w14:textId="77777777" w:rsidR="00A132E8" w:rsidRDefault="00A132E8" w:rsidP="00A132E8"/>
                          <w:p w14:paraId="574AFB1E" w14:textId="77777777" w:rsidR="00A132E8" w:rsidRDefault="00A132E8" w:rsidP="00A132E8"/>
                          <w:p w14:paraId="7290966C" w14:textId="77777777" w:rsidR="00A132E8" w:rsidRDefault="00A132E8" w:rsidP="00A132E8"/>
                          <w:p w14:paraId="2FE795FC" w14:textId="77777777" w:rsidR="00A132E8" w:rsidRDefault="00A132E8" w:rsidP="00A132E8"/>
                          <w:p w14:paraId="6271BBFD" w14:textId="77777777" w:rsidR="00A132E8" w:rsidRPr="00217497" w:rsidRDefault="00A132E8" w:rsidP="00A132E8"/>
                          <w:p w14:paraId="4045B1C7" w14:textId="77777777" w:rsidR="00A132E8" w:rsidRPr="00A132E8" w:rsidRDefault="00A132E8" w:rsidP="00A132E8">
                            <w:pPr>
                              <w:pStyle w:val="5"/>
                              <w:spacing w:before="0" w:after="0"/>
                              <w:jc w:val="center"/>
                              <w:rPr>
                                <w:rFonts w:ascii="Times New Roman" w:hAnsi="Times New Roman"/>
                                <w:b w:val="0"/>
                                <w:bCs w:val="0"/>
                                <w:i w:val="0"/>
                                <w:sz w:val="28"/>
                                <w:szCs w:val="28"/>
                              </w:rPr>
                            </w:pPr>
                            <w:r w:rsidRPr="00A132E8">
                              <w:rPr>
                                <w:rFonts w:ascii="Times New Roman" w:hAnsi="Times New Roman"/>
                                <w:b w:val="0"/>
                                <w:bCs w:val="0"/>
                                <w:i w:val="0"/>
                                <w:sz w:val="28"/>
                                <w:szCs w:val="28"/>
                              </w:rPr>
                              <w:t>ИЗВЕЩЕНИЕ № 1</w:t>
                            </w:r>
                          </w:p>
                          <w:p w14:paraId="4CC1E31A" w14:textId="77777777" w:rsidR="00A132E8" w:rsidRPr="00EE6EFA" w:rsidRDefault="00A132E8" w:rsidP="00A132E8">
                            <w:pPr>
                              <w:pStyle w:val="af"/>
                              <w:ind w:left="0" w:right="371"/>
                              <w:jc w:val="center"/>
                              <w:rPr>
                                <w:bCs/>
                                <w:szCs w:val="28"/>
                              </w:rPr>
                            </w:pPr>
                            <w:r w:rsidRPr="00EE6EFA">
                              <w:rPr>
                                <w:bCs/>
                                <w:szCs w:val="28"/>
                              </w:rPr>
                              <w:t>об изменении</w:t>
                            </w:r>
                            <w:r w:rsidRPr="00EE6EFA">
                              <w:rPr>
                                <w:szCs w:val="28"/>
                              </w:rPr>
                              <w:t xml:space="preserve"> документа</w:t>
                            </w:r>
                          </w:p>
                          <w:p w14:paraId="4532450C" w14:textId="77777777" w:rsidR="00A132E8" w:rsidRPr="00A132E8" w:rsidRDefault="00A132E8" w:rsidP="00A132E8">
                            <w:pPr>
                              <w:pStyle w:val="7"/>
                              <w:spacing w:before="0" w:after="0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E6EF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«</w:t>
                            </w:r>
                            <w:r w:rsidR="00111DA8" w:rsidRPr="00EE6EF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Вагоны пассажирские. </w:t>
                            </w:r>
                            <w:r w:rsidRPr="00A132E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Руководство по техническому обслуживанию</w:t>
                            </w:r>
                          </w:p>
                          <w:p w14:paraId="348FA6B7" w14:textId="77777777" w:rsidR="00A132E8" w:rsidRPr="00A132E8" w:rsidRDefault="00A132E8" w:rsidP="00A132E8">
                            <w:pPr>
                              <w:pStyle w:val="7"/>
                              <w:spacing w:before="0" w:after="0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A132E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и текущему ремонту пассажирских вагонов, курсирующих в международном сообщении»</w:t>
                            </w:r>
                          </w:p>
                          <w:p w14:paraId="05FB8DA8" w14:textId="77777777" w:rsidR="00A132E8" w:rsidRPr="006044BF" w:rsidRDefault="00A132E8" w:rsidP="00A132E8">
                            <w:pPr>
                              <w:pStyle w:val="7"/>
                              <w:jc w:val="center"/>
                            </w:pPr>
                          </w:p>
                          <w:p w14:paraId="1E760AF9" w14:textId="77777777" w:rsidR="00A132E8" w:rsidRPr="00B84DCF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18FBAFD" w14:textId="77777777" w:rsidR="00A132E8" w:rsidRPr="007C2447" w:rsidRDefault="00A132E8" w:rsidP="00A132E8">
                            <w:pPr>
                              <w:pStyle w:val="10"/>
                              <w:rPr>
                                <w:color w:val="FFFFFF"/>
                              </w:rPr>
                            </w:pPr>
                            <w:r>
                              <w:t xml:space="preserve">    </w:t>
                            </w:r>
                            <w:r w:rsidRPr="007C2447">
                              <w:rPr>
                                <w:color w:val="FFFFFF"/>
                              </w:rPr>
                              <w:t>СОГЛАСОВАНО</w:t>
                            </w:r>
                          </w:p>
                          <w:p w14:paraId="72054F27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  <w:rPr>
                                <w:sz w:val="28"/>
                              </w:rPr>
                            </w:pPr>
                          </w:p>
                          <w:p w14:paraId="50BA83CD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  <w:rPr>
                                <w:sz w:val="28"/>
                              </w:rPr>
                            </w:pPr>
                          </w:p>
                          <w:p w14:paraId="1E5F3A66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  <w:rPr>
                                <w:sz w:val="28"/>
                              </w:rPr>
                            </w:pPr>
                          </w:p>
                          <w:p w14:paraId="4650163F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  <w:rPr>
                                <w:sz w:val="28"/>
                              </w:rPr>
                            </w:pPr>
                          </w:p>
                          <w:p w14:paraId="09725BC3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  <w:rPr>
                                <w:sz w:val="28"/>
                              </w:rPr>
                            </w:pPr>
                          </w:p>
                          <w:p w14:paraId="0336F866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  <w:rPr>
                                <w:sz w:val="28"/>
                              </w:rPr>
                            </w:pPr>
                          </w:p>
                          <w:p w14:paraId="6EE40924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  <w:rPr>
                                <w:sz w:val="28"/>
                              </w:rPr>
                            </w:pPr>
                          </w:p>
                          <w:p w14:paraId="3D3F8ABD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  <w:rPr>
                                <w:sz w:val="28"/>
                              </w:rPr>
                            </w:pPr>
                          </w:p>
                          <w:p w14:paraId="49BA4B5A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</w:pPr>
                            <w:r>
                              <w:t xml:space="preserve">                                                </w:t>
                            </w:r>
                          </w:p>
                          <w:p w14:paraId="0AE99B9B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</w:pPr>
                            <w:r>
                              <w:t xml:space="preserve">                                    </w:t>
                            </w:r>
                          </w:p>
                          <w:p w14:paraId="3F034FF7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  <w:ind w:left="6555" w:firstLine="570"/>
                              <w:rPr>
                                <w:sz w:val="28"/>
                              </w:rPr>
                            </w:pPr>
                          </w:p>
                          <w:p w14:paraId="7D1F9B95" w14:textId="77777777" w:rsidR="00A132E8" w:rsidRDefault="00A132E8" w:rsidP="00A132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6" type="#_x0000_t202" style="position:absolute;left:0;text-align:left;margin-left:2.85pt;margin-top:-33.15pt;width:504.45pt;height:79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" filled="f" stroked="f">
                <v:textbox>
                  <w:txbxContent>
                    <w:p w14:paraId="2FFC989C" w14:textId="6AD2D4E1" w:rsidR="00A132E8" w:rsidRPr="00EE6EFA" w:rsidRDefault="005C0591" w:rsidP="005C0591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  <w:r w:rsidRPr="00EE6EFA">
                        <w:rPr>
                          <w:sz w:val="26"/>
                          <w:szCs w:val="26"/>
                        </w:rPr>
                        <w:t>Приложение №</w:t>
                      </w:r>
                      <w:r w:rsidR="008872B3">
                        <w:rPr>
                          <w:sz w:val="26"/>
                          <w:szCs w:val="26"/>
                        </w:rPr>
                        <w:t xml:space="preserve"> 3</w:t>
                      </w:r>
                      <w:r w:rsidR="0098540D">
                        <w:rPr>
                          <w:sz w:val="26"/>
                          <w:szCs w:val="26"/>
                        </w:rPr>
                        <w:t>1</w:t>
                      </w:r>
                    </w:p>
                    <w:p w14:paraId="6740567A" w14:textId="77777777" w:rsidR="00A132E8" w:rsidRDefault="00A132E8" w:rsidP="00A132E8">
                      <w:pPr>
                        <w:rPr>
                          <w:sz w:val="26"/>
                          <w:szCs w:val="26"/>
                        </w:rPr>
                      </w:pPr>
                    </w:p>
                    <w:p w14:paraId="5F7B88A1" w14:textId="77777777" w:rsidR="004C3381" w:rsidRPr="0011143C" w:rsidRDefault="004C3381" w:rsidP="00A132E8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A42840D" w14:textId="77777777" w:rsidR="00A132E8" w:rsidRPr="00217497" w:rsidRDefault="00A132E8" w:rsidP="00A132E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17497">
                        <w:rPr>
                          <w:sz w:val="28"/>
                          <w:szCs w:val="28"/>
                        </w:rPr>
                        <w:t>ДИРЕКЦИЯ СОВЕТА ПО ЖЕЛЕЗНОДОРОЖНОМУ ТРАНСПОРТУ ГОСУДАРСТВ – УЧАСТНИКОВ СОДРУЖЕСТВА</w:t>
                      </w:r>
                    </w:p>
                    <w:p w14:paraId="54D0B89E" w14:textId="77777777" w:rsidR="00A132E8" w:rsidRPr="00217497" w:rsidRDefault="00A132E8" w:rsidP="00A132E8">
                      <w:pPr>
                        <w:pStyle w:val="5"/>
                        <w:spacing w:before="120"/>
                        <w:rPr>
                          <w:bCs w:val="0"/>
                        </w:rPr>
                      </w:pPr>
                    </w:p>
                    <w:p w14:paraId="664773B1" w14:textId="77777777" w:rsidR="00A132E8" w:rsidRDefault="00A132E8" w:rsidP="00A132E8">
                      <w:pPr>
                        <w:pStyle w:val="5"/>
                        <w:spacing w:before="120"/>
                        <w:rPr>
                          <w:bCs w:val="0"/>
                        </w:rPr>
                      </w:pPr>
                    </w:p>
                    <w:p w14:paraId="5E2E3586" w14:textId="77777777" w:rsidR="00A132E8" w:rsidRPr="00217497" w:rsidRDefault="00A132E8" w:rsidP="00A132E8">
                      <w:pPr>
                        <w:ind w:left="4248" w:firstLine="708"/>
                        <w:rPr>
                          <w:sz w:val="28"/>
                        </w:rPr>
                      </w:pPr>
                      <w:r w:rsidRPr="00217497">
                        <w:rPr>
                          <w:sz w:val="28"/>
                        </w:rPr>
                        <w:t>УТВЕРЖДЕНО</w:t>
                      </w:r>
                    </w:p>
                    <w:p w14:paraId="02D3A696" w14:textId="0A2F7B9D" w:rsidR="00BA27AE" w:rsidRDefault="00A132E8" w:rsidP="00BA27AE">
                      <w:pPr>
                        <w:ind w:left="4962"/>
                        <w:rPr>
                          <w:rFonts w:eastAsia="Calibri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217497">
                        <w:rPr>
                          <w:sz w:val="28"/>
                        </w:rPr>
                        <w:t>Советом по железнодорожному транспорту государств</w:t>
                      </w:r>
                      <w:r w:rsidR="00111DA8">
                        <w:rPr>
                          <w:sz w:val="28"/>
                        </w:rPr>
                        <w:t xml:space="preserve"> </w:t>
                      </w:r>
                      <w:r w:rsidR="00111DA8" w:rsidRPr="00217497">
                        <w:rPr>
                          <w:sz w:val="28"/>
                          <w:szCs w:val="28"/>
                        </w:rPr>
                        <w:t>–</w:t>
                      </w:r>
                      <w:r w:rsidR="00111DA8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217497">
                        <w:rPr>
                          <w:sz w:val="28"/>
                        </w:rPr>
                        <w:t>участников Содружества</w:t>
                      </w:r>
                      <w:bookmarkStart w:id="1" w:name="_GoBack"/>
                      <w:bookmarkEnd w:id="1"/>
                    </w:p>
                    <w:p w14:paraId="436B34C1" w14:textId="01298461" w:rsidR="00BA27AE" w:rsidRPr="00BA27AE" w:rsidRDefault="00BA27AE" w:rsidP="00BA27AE">
                      <w:pPr>
                        <w:ind w:left="4962"/>
                        <w:rPr>
                          <w:rFonts w:eastAsia="Calibri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eastAsia="Calibri"/>
                          <w:color w:val="000000"/>
                          <w:sz w:val="28"/>
                          <w:szCs w:val="28"/>
                          <w:lang w:eastAsia="en-US"/>
                        </w:rPr>
                        <w:t>п</w:t>
                      </w:r>
                      <w:r w:rsidRPr="00BA27AE">
                        <w:rPr>
                          <w:rFonts w:eastAsia="Calibri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ротокол от </w:t>
                      </w:r>
                      <w:r w:rsidRPr="00BA27AE">
                        <w:rPr>
                          <w:rFonts w:eastAsia="Calibri"/>
                          <w:sz w:val="28"/>
                          <w:szCs w:val="28"/>
                          <w:lang w:eastAsia="en-US"/>
                        </w:rPr>
                        <w:t>« 8 » декабря 2022 г. № 77</w:t>
                      </w:r>
                    </w:p>
                    <w:p w14:paraId="2DC848EC" w14:textId="0C4DBEB3" w:rsidR="00A132E8" w:rsidRDefault="00A132E8" w:rsidP="00A132E8">
                      <w:pPr>
                        <w:ind w:left="4956"/>
                        <w:rPr>
                          <w:sz w:val="28"/>
                        </w:rPr>
                      </w:pPr>
                    </w:p>
                    <w:p w14:paraId="77A24725" w14:textId="77777777" w:rsidR="005C0591" w:rsidRPr="005C0591" w:rsidRDefault="005C0591" w:rsidP="00A132E8">
                      <w:pPr>
                        <w:ind w:left="4956"/>
                        <w:rPr>
                          <w:color w:val="FF0000"/>
                          <w:sz w:val="28"/>
                        </w:rPr>
                      </w:pPr>
                    </w:p>
                    <w:p w14:paraId="2790463C" w14:textId="77777777" w:rsidR="00A132E8" w:rsidRDefault="00A132E8" w:rsidP="00A132E8">
                      <w:pPr>
                        <w:pStyle w:val="5"/>
                        <w:spacing w:before="120"/>
                        <w:rPr>
                          <w:bCs w:val="0"/>
                        </w:rPr>
                      </w:pPr>
                    </w:p>
                    <w:p w14:paraId="64E345EF" w14:textId="77777777" w:rsidR="00A132E8" w:rsidRDefault="00A132E8" w:rsidP="00A132E8"/>
                    <w:p w14:paraId="7DFECF5E" w14:textId="77777777" w:rsidR="00A132E8" w:rsidRDefault="00A132E8" w:rsidP="00A132E8"/>
                    <w:p w14:paraId="3366386B" w14:textId="77777777" w:rsidR="00A132E8" w:rsidRDefault="00A132E8" w:rsidP="00A132E8"/>
                    <w:p w14:paraId="738F30AB" w14:textId="77777777" w:rsidR="00A132E8" w:rsidRDefault="00A132E8" w:rsidP="00A132E8"/>
                    <w:p w14:paraId="574AFB1E" w14:textId="77777777" w:rsidR="00A132E8" w:rsidRDefault="00A132E8" w:rsidP="00A132E8"/>
                    <w:p w14:paraId="7290966C" w14:textId="77777777" w:rsidR="00A132E8" w:rsidRDefault="00A132E8" w:rsidP="00A132E8"/>
                    <w:p w14:paraId="2FE795FC" w14:textId="77777777" w:rsidR="00A132E8" w:rsidRDefault="00A132E8" w:rsidP="00A132E8"/>
                    <w:p w14:paraId="6271BBFD" w14:textId="77777777" w:rsidR="00A132E8" w:rsidRPr="00217497" w:rsidRDefault="00A132E8" w:rsidP="00A132E8"/>
                    <w:p w14:paraId="4045B1C7" w14:textId="77777777" w:rsidR="00A132E8" w:rsidRPr="00A132E8" w:rsidRDefault="00A132E8" w:rsidP="00A132E8">
                      <w:pPr>
                        <w:pStyle w:val="5"/>
                        <w:spacing w:before="0" w:after="0"/>
                        <w:jc w:val="center"/>
                        <w:rPr>
                          <w:rFonts w:ascii="Times New Roman" w:hAnsi="Times New Roman"/>
                          <w:b w:val="0"/>
                          <w:bCs w:val="0"/>
                          <w:i w:val="0"/>
                          <w:sz w:val="28"/>
                          <w:szCs w:val="28"/>
                        </w:rPr>
                      </w:pPr>
                      <w:r w:rsidRPr="00A132E8">
                        <w:rPr>
                          <w:rFonts w:ascii="Times New Roman" w:hAnsi="Times New Roman"/>
                          <w:b w:val="0"/>
                          <w:bCs w:val="0"/>
                          <w:i w:val="0"/>
                          <w:sz w:val="28"/>
                          <w:szCs w:val="28"/>
                        </w:rPr>
                        <w:t>ИЗВЕЩЕНИЕ № 1</w:t>
                      </w:r>
                    </w:p>
                    <w:p w14:paraId="4CC1E31A" w14:textId="77777777" w:rsidR="00A132E8" w:rsidRPr="00EE6EFA" w:rsidRDefault="00A132E8" w:rsidP="00A132E8">
                      <w:pPr>
                        <w:pStyle w:val="af"/>
                        <w:ind w:left="0" w:right="371"/>
                        <w:jc w:val="center"/>
                        <w:rPr>
                          <w:bCs/>
                          <w:szCs w:val="28"/>
                        </w:rPr>
                      </w:pPr>
                      <w:r w:rsidRPr="00EE6EFA">
                        <w:rPr>
                          <w:bCs/>
                          <w:szCs w:val="28"/>
                        </w:rPr>
                        <w:t>об изменении</w:t>
                      </w:r>
                      <w:r w:rsidRPr="00EE6EFA">
                        <w:rPr>
                          <w:szCs w:val="28"/>
                        </w:rPr>
                        <w:t xml:space="preserve"> документа</w:t>
                      </w:r>
                    </w:p>
                    <w:p w14:paraId="4532450C" w14:textId="77777777" w:rsidR="00A132E8" w:rsidRPr="00A132E8" w:rsidRDefault="00A132E8" w:rsidP="00A132E8">
                      <w:pPr>
                        <w:pStyle w:val="7"/>
                        <w:spacing w:before="0" w:after="0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E6EF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«</w:t>
                      </w:r>
                      <w:r w:rsidR="00111DA8" w:rsidRPr="00EE6EF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Вагоны пассажирские. </w:t>
                      </w:r>
                      <w:r w:rsidRPr="00A132E8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Руководство по техническому обслуживанию</w:t>
                      </w:r>
                    </w:p>
                    <w:p w14:paraId="348FA6B7" w14:textId="77777777" w:rsidR="00A132E8" w:rsidRPr="00A132E8" w:rsidRDefault="00A132E8" w:rsidP="00A132E8">
                      <w:pPr>
                        <w:pStyle w:val="7"/>
                        <w:spacing w:before="0" w:after="0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A132E8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и текущему ремонту пассажирских вагонов, курсирующих в международном сообщении»</w:t>
                      </w:r>
                    </w:p>
                    <w:p w14:paraId="05FB8DA8" w14:textId="77777777" w:rsidR="00A132E8" w:rsidRPr="006044BF" w:rsidRDefault="00A132E8" w:rsidP="00A132E8">
                      <w:pPr>
                        <w:pStyle w:val="7"/>
                        <w:jc w:val="center"/>
                      </w:pPr>
                    </w:p>
                    <w:p w14:paraId="1E760AF9" w14:textId="77777777" w:rsidR="00A132E8" w:rsidRPr="00B84DCF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318FBAFD" w14:textId="77777777" w:rsidR="00A132E8" w:rsidRPr="007C2447" w:rsidRDefault="00A132E8" w:rsidP="00A132E8">
                      <w:pPr>
                        <w:pStyle w:val="10"/>
                        <w:rPr>
                          <w:color w:val="FFFFFF"/>
                        </w:rPr>
                      </w:pPr>
                      <w:r>
                        <w:t xml:space="preserve">    </w:t>
                      </w:r>
                      <w:r w:rsidRPr="007C2447">
                        <w:rPr>
                          <w:color w:val="FFFFFF"/>
                        </w:rPr>
                        <w:t>СОГЛАСОВАНО</w:t>
                      </w:r>
                    </w:p>
                    <w:p w14:paraId="72054F27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  <w:rPr>
                          <w:sz w:val="28"/>
                        </w:rPr>
                      </w:pPr>
                    </w:p>
                    <w:p w14:paraId="50BA83CD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  <w:rPr>
                          <w:sz w:val="28"/>
                        </w:rPr>
                      </w:pPr>
                    </w:p>
                    <w:p w14:paraId="1E5F3A66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  <w:rPr>
                          <w:sz w:val="28"/>
                        </w:rPr>
                      </w:pPr>
                    </w:p>
                    <w:p w14:paraId="4650163F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  <w:rPr>
                          <w:sz w:val="28"/>
                        </w:rPr>
                      </w:pPr>
                    </w:p>
                    <w:p w14:paraId="09725BC3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  <w:rPr>
                          <w:sz w:val="28"/>
                        </w:rPr>
                      </w:pPr>
                    </w:p>
                    <w:p w14:paraId="0336F866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  <w:rPr>
                          <w:sz w:val="28"/>
                        </w:rPr>
                      </w:pPr>
                    </w:p>
                    <w:p w14:paraId="6EE40924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  <w:rPr>
                          <w:sz w:val="28"/>
                        </w:rPr>
                      </w:pPr>
                    </w:p>
                    <w:p w14:paraId="3D3F8ABD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  <w:rPr>
                          <w:sz w:val="28"/>
                        </w:rPr>
                      </w:pPr>
                    </w:p>
                    <w:p w14:paraId="49BA4B5A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</w:pPr>
                      <w:r>
                        <w:t xml:space="preserve">                                                </w:t>
                      </w:r>
                    </w:p>
                    <w:p w14:paraId="0AE99B9B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</w:pPr>
                      <w:r>
                        <w:t xml:space="preserve">                                    </w:t>
                      </w:r>
                    </w:p>
                    <w:p w14:paraId="3F034FF7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  <w:ind w:left="6555" w:firstLine="570"/>
                        <w:rPr>
                          <w:sz w:val="28"/>
                        </w:rPr>
                      </w:pPr>
                    </w:p>
                    <w:p w14:paraId="7D1F9B95" w14:textId="77777777" w:rsidR="00A132E8" w:rsidRDefault="00A132E8" w:rsidP="00A132E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9D3BDBB" wp14:editId="2B22A65F">
                <wp:simplePos x="0" y="0"/>
                <wp:positionH relativeFrom="column">
                  <wp:posOffset>6583045</wp:posOffset>
                </wp:positionH>
                <wp:positionV relativeFrom="paragraph">
                  <wp:posOffset>-431800</wp:posOffset>
                </wp:positionV>
                <wp:extent cx="635" cy="10189210"/>
                <wp:effectExtent l="10795" t="6350" r="7620" b="5715"/>
                <wp:wrapNone/>
                <wp:docPr id="75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1892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B0A2E47" id="Line 6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35pt,-34pt" to="518.4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B555284" wp14:editId="434B8126">
                <wp:simplePos x="0" y="0"/>
                <wp:positionH relativeFrom="column">
                  <wp:posOffset>635</wp:posOffset>
                </wp:positionH>
                <wp:positionV relativeFrom="paragraph">
                  <wp:posOffset>-431800</wp:posOffset>
                </wp:positionV>
                <wp:extent cx="6583045" cy="635"/>
                <wp:effectExtent l="10160" t="6350" r="7620" b="12065"/>
                <wp:wrapNone/>
                <wp:docPr id="74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04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D10A030" id="Line 60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-34pt" to="518.4pt,-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2A6578F" wp14:editId="0279F11B">
                <wp:simplePos x="0" y="0"/>
                <wp:positionH relativeFrom="column">
                  <wp:posOffset>635</wp:posOffset>
                </wp:positionH>
                <wp:positionV relativeFrom="paragraph">
                  <wp:posOffset>-431800</wp:posOffset>
                </wp:positionV>
                <wp:extent cx="635" cy="10182225"/>
                <wp:effectExtent l="10160" t="15875" r="8255" b="12700"/>
                <wp:wrapNone/>
                <wp:docPr id="7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1822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7789076" id="Line 59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-34pt" to=".1pt,7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23385B" wp14:editId="3135C098">
                <wp:simplePos x="0" y="0"/>
                <wp:positionH relativeFrom="column">
                  <wp:posOffset>-359410</wp:posOffset>
                </wp:positionH>
                <wp:positionV relativeFrom="paragraph">
                  <wp:posOffset>5909945</wp:posOffset>
                </wp:positionV>
                <wp:extent cx="361315" cy="635"/>
                <wp:effectExtent l="12065" t="13970" r="7620" b="13970"/>
                <wp:wrapNone/>
                <wp:docPr id="72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3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B502891" id="Line 6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3pt,465.35pt" to=".15pt,4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2A6746" wp14:editId="53C8E363">
                <wp:simplePos x="0" y="0"/>
                <wp:positionH relativeFrom="column">
                  <wp:posOffset>-359410</wp:posOffset>
                </wp:positionH>
                <wp:positionV relativeFrom="paragraph">
                  <wp:posOffset>6857365</wp:posOffset>
                </wp:positionV>
                <wp:extent cx="361315" cy="635"/>
                <wp:effectExtent l="12065" t="8890" r="7620" b="9525"/>
                <wp:wrapNone/>
                <wp:docPr id="71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3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C03E641" id="Line 6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3pt,539.95pt" to=".15pt,5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CC829A6" wp14:editId="05F2B999">
                <wp:simplePos x="0" y="0"/>
                <wp:positionH relativeFrom="column">
                  <wp:posOffset>-359410</wp:posOffset>
                </wp:positionH>
                <wp:positionV relativeFrom="paragraph">
                  <wp:posOffset>4758690</wp:posOffset>
                </wp:positionV>
                <wp:extent cx="361315" cy="635"/>
                <wp:effectExtent l="12065" t="5715" r="7620" b="12700"/>
                <wp:wrapNone/>
                <wp:docPr id="70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3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540F059" id="Line 6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3pt,374.7pt" to=".15pt,3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BC6D276" wp14:editId="2584D555">
                <wp:simplePos x="0" y="0"/>
                <wp:positionH relativeFrom="column">
                  <wp:posOffset>-180340</wp:posOffset>
                </wp:positionH>
                <wp:positionV relativeFrom="paragraph">
                  <wp:posOffset>4758690</wp:posOffset>
                </wp:positionV>
                <wp:extent cx="635" cy="4989830"/>
                <wp:effectExtent l="10160" t="15240" r="8255" b="14605"/>
                <wp:wrapNone/>
                <wp:docPr id="69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498983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614D249" id="Line 62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2pt,374.7pt" to="-14.15pt,7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F8D6E6" wp14:editId="2C591829">
                <wp:simplePos x="0" y="0"/>
                <wp:positionH relativeFrom="column">
                  <wp:posOffset>-357505</wp:posOffset>
                </wp:positionH>
                <wp:positionV relativeFrom="paragraph">
                  <wp:posOffset>8795385</wp:posOffset>
                </wp:positionV>
                <wp:extent cx="361315" cy="635"/>
                <wp:effectExtent l="13970" t="13335" r="5715" b="5080"/>
                <wp:wrapNone/>
                <wp:docPr id="6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3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09D11EA" id="Line 6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15pt,692.55pt" to=".3pt,6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0B83B" wp14:editId="43A89962">
                <wp:simplePos x="0" y="0"/>
                <wp:positionH relativeFrom="column">
                  <wp:posOffset>-357505</wp:posOffset>
                </wp:positionH>
                <wp:positionV relativeFrom="paragraph">
                  <wp:posOffset>7644130</wp:posOffset>
                </wp:positionV>
                <wp:extent cx="361315" cy="635"/>
                <wp:effectExtent l="13970" t="5080" r="5715" b="13335"/>
                <wp:wrapNone/>
                <wp:docPr id="67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3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8B2DA06" id="Line 6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15pt,601.9pt" to=".3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6111872" wp14:editId="48E3B112">
                <wp:simplePos x="0" y="0"/>
                <wp:positionH relativeFrom="column">
                  <wp:posOffset>-359410</wp:posOffset>
                </wp:positionH>
                <wp:positionV relativeFrom="paragraph">
                  <wp:posOffset>4758690</wp:posOffset>
                </wp:positionV>
                <wp:extent cx="635" cy="4989830"/>
                <wp:effectExtent l="12065" t="15240" r="6350" b="14605"/>
                <wp:wrapNone/>
                <wp:docPr id="6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498983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FD17C8F" id="Line 58" o:spid="_x0000_s1026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3pt,374.7pt" to="-28.25pt,7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20CC957" wp14:editId="1F950B97">
                <wp:simplePos x="0" y="0"/>
                <wp:positionH relativeFrom="column">
                  <wp:posOffset>-359410</wp:posOffset>
                </wp:positionH>
                <wp:positionV relativeFrom="paragraph">
                  <wp:posOffset>9756775</wp:posOffset>
                </wp:positionV>
                <wp:extent cx="6941820" cy="635"/>
                <wp:effectExtent l="12065" t="12700" r="8890" b="15240"/>
                <wp:wrapNone/>
                <wp:docPr id="65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182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51A6747" id="Line 57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3pt,768.25pt" to="518.3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3EA526F" wp14:editId="3F69371A">
                <wp:simplePos x="0" y="0"/>
                <wp:positionH relativeFrom="column">
                  <wp:posOffset>722630</wp:posOffset>
                </wp:positionH>
                <wp:positionV relativeFrom="paragraph">
                  <wp:posOffset>9564370</wp:posOffset>
                </wp:positionV>
                <wp:extent cx="720725" cy="193040"/>
                <wp:effectExtent l="8255" t="10795" r="13970" b="15240"/>
                <wp:wrapNone/>
                <wp:docPr id="64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1930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B5A782" w14:textId="77777777" w:rsidR="00A132E8" w:rsidRDefault="00A132E8" w:rsidP="00A132E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27" style="position:absolute;left:0;text-align:left;margin-left:56.9pt;margin-top:753.1pt;width:56.75pt;height:15.2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" filled="f" strokecolor="white" strokeweight="1pt">
                <v:textbox inset="1pt,1pt,1pt,1pt">
                  <w:txbxContent>
                    <w:p w14:paraId="6AB5A782" w14:textId="77777777" w:rsidR="00A132E8" w:rsidRDefault="00A132E8" w:rsidP="00A132E8">
                      <w:pPr>
                        <w:jc w:val="center"/>
                        <w:rPr>
                          <w:b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4273C4ED" wp14:editId="6E5681D3">
                <wp:simplePos x="0" y="0"/>
                <wp:positionH relativeFrom="column">
                  <wp:posOffset>-381635</wp:posOffset>
                </wp:positionH>
                <wp:positionV relativeFrom="margin">
                  <wp:posOffset>4880610</wp:posOffset>
                </wp:positionV>
                <wp:extent cx="224155" cy="938530"/>
                <wp:effectExtent l="0" t="3810" r="0" b="635"/>
                <wp:wrapNone/>
                <wp:docPr id="63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155" cy="938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62907" w14:textId="77777777" w:rsidR="00A132E8" w:rsidRDefault="00A132E8" w:rsidP="00A132E8">
                            <w:r>
                              <w:object w:dxaOrig="195" w:dyaOrig="1320" w14:anchorId="78B7261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0pt;height:66pt" o:ole="">
                                  <v:imagedata r:id="rId9" o:title=""/>
                                </v:shape>
                                <o:OLEObject Type="Embed" ProgID="MSWordArt.2" ShapeID="_x0000_i1025" DrawAspect="Content" ObjectID="_1732025172" r:id="rId10">
                                  <o:FieldCodes>\s</o:FieldCodes>
                                </o:OLEObject>
                              </w:object>
                            </w:r>
                          </w:p>
                        </w:txbxContent>
                      </wps:txbx>
                      <wps:bodyPr rot="0" vert="horz" wrap="square" lIns="50800" tIns="50800" rIns="50800" bIns="5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28" style="position:absolute;left:0;text-align:left;margin-left:-30.05pt;margin-top:384.3pt;width:17.65pt;height:73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" o:allowincell="f" filled="f" stroked="f" strokeweight="2pt">
                <v:textbox inset="4pt,4pt,4pt,4pt">
                  <w:txbxContent>
                    <w:p w14:paraId="42262907" w14:textId="77777777" w:rsidR="00A132E8" w:rsidRDefault="00A132E8" w:rsidP="00A132E8">
                      <w:r>
                        <w:object w:dxaOrig="195" w:dyaOrig="1320" w14:anchorId="78B72611">
                          <v:shape id="_x0000_i1025" type="#_x0000_t75" style="width:10pt;height:66pt" o:ole="">
                            <v:imagedata r:id="rId9" o:title=""/>
                          </v:shape>
                          <o:OLEObject Type="Embed" ProgID="MSWordArt.2" ShapeID="_x0000_i1025" DrawAspect="Content" ObjectID="_1732025172" r:id="rId11">
                            <o:FieldCodes>\s</o:FieldCodes>
                          </o:OLEObject>
                        </w:objec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07BF71AB" wp14:editId="567863E5">
                <wp:simplePos x="0" y="0"/>
                <wp:positionH relativeFrom="column">
                  <wp:posOffset>-376555</wp:posOffset>
                </wp:positionH>
                <wp:positionV relativeFrom="margin">
                  <wp:posOffset>5929630</wp:posOffset>
                </wp:positionV>
                <wp:extent cx="224155" cy="938530"/>
                <wp:effectExtent l="4445" t="0" r="0" b="0"/>
                <wp:wrapNone/>
                <wp:docPr id="62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155" cy="938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C3F494" w14:textId="77777777" w:rsidR="00A132E8" w:rsidRDefault="00A132E8" w:rsidP="00A132E8">
                            <w:r>
                              <w:object w:dxaOrig="195" w:dyaOrig="1320" w14:anchorId="253C3FB5">
                                <v:shape id="_x0000_i1026" type="#_x0000_t75" style="width:10pt;height:66pt" o:ole="">
                                  <v:imagedata r:id="rId12" o:title=""/>
                                </v:shape>
                                <o:OLEObject Type="Embed" ProgID="MSWordArt.2" ShapeID="_x0000_i1026" DrawAspect="Content" ObjectID="_1732025173" r:id="rId13">
                                  <o:FieldCodes>\s</o:FieldCodes>
                                </o:OLEObject>
                              </w:object>
                            </w:r>
                          </w:p>
                        </w:txbxContent>
                      </wps:txbx>
                      <wps:bodyPr rot="0" vert="horz" wrap="square" lIns="50800" tIns="50800" rIns="50800" bIns="5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29" style="position:absolute;left:0;text-align:left;margin-left:-29.65pt;margin-top:466.9pt;width:17.65pt;height:73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" o:allowincell="f" filled="f" stroked="f" strokeweight="2pt">
                <v:textbox inset="4pt,4pt,4pt,4pt">
                  <w:txbxContent>
                    <w:p w14:paraId="30C3F494" w14:textId="77777777" w:rsidR="00A132E8" w:rsidRDefault="00A132E8" w:rsidP="00A132E8">
                      <w:r>
                        <w:object w:dxaOrig="195" w:dyaOrig="1320" w14:anchorId="253C3FB5">
                          <v:shape id="_x0000_i1026" type="#_x0000_t75" style="width:10pt;height:66pt" o:ole="">
                            <v:imagedata r:id="rId12" o:title=""/>
                          </v:shape>
                          <o:OLEObject Type="Embed" ProgID="MSWordArt.2" ShapeID="_x0000_i1026" DrawAspect="Content" ObjectID="_1732025173" r:id="rId14">
                            <o:FieldCodes>\s</o:FieldCodes>
                          </o:OLEObject>
                        </w:objec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39D1990" wp14:editId="1CEA8D32">
                <wp:simplePos x="0" y="0"/>
                <wp:positionH relativeFrom="column">
                  <wp:posOffset>-381000</wp:posOffset>
                </wp:positionH>
                <wp:positionV relativeFrom="margin">
                  <wp:posOffset>6871970</wp:posOffset>
                </wp:positionV>
                <wp:extent cx="228600" cy="796290"/>
                <wp:effectExtent l="0" t="4445" r="0" b="0"/>
                <wp:wrapNone/>
                <wp:docPr id="61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796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E94AE" w14:textId="77777777" w:rsidR="00A132E8" w:rsidRDefault="00A132E8" w:rsidP="00A132E8">
                            <w:r>
                              <w:object w:dxaOrig="195" w:dyaOrig="1095" w14:anchorId="1364BB07">
                                <v:shape id="_x0000_i1027" type="#_x0000_t75" style="width:10pt;height:55pt" o:ole="">
                                  <v:imagedata r:id="rId15" o:title=""/>
                                </v:shape>
                                <o:OLEObject Type="Embed" ProgID="MSWordArt.2" ShapeID="_x0000_i1027" DrawAspect="Content" ObjectID="_1732025174" r:id="rId16">
                                  <o:FieldCodes>\s</o:FieldCodes>
                                </o:OLEObject>
                              </w:object>
                            </w:r>
                          </w:p>
                        </w:txbxContent>
                      </wps:txbx>
                      <wps:bodyPr rot="0" vert="horz" wrap="square" lIns="50800" tIns="50800" rIns="50800" bIns="5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30" style="position:absolute;left:0;text-align:left;margin-left:-30pt;margin-top:541.1pt;width:18pt;height:6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" o:allowincell="f" filled="f" stroked="f" strokeweight="2pt">
                <v:textbox inset="4pt,4pt,4pt,4pt">
                  <w:txbxContent>
                    <w:p w14:paraId="2A0E94AE" w14:textId="77777777" w:rsidR="00A132E8" w:rsidRDefault="00A132E8" w:rsidP="00A132E8">
                      <w:r>
                        <w:object w:dxaOrig="195" w:dyaOrig="1095" w14:anchorId="1364BB07">
                          <v:shape id="_x0000_i1027" type="#_x0000_t75" style="width:10pt;height:55pt" o:ole="">
                            <v:imagedata r:id="rId15" o:title=""/>
                          </v:shape>
                          <o:OLEObject Type="Embed" ProgID="MSWordArt.2" ShapeID="_x0000_i1027" DrawAspect="Content" ObjectID="_1732025174" r:id="rId17">
                            <o:FieldCodes>\s</o:FieldCodes>
                          </o:OLEObject>
                        </w:objec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D376F82" wp14:editId="02BDBED9">
                <wp:simplePos x="0" y="0"/>
                <wp:positionH relativeFrom="column">
                  <wp:posOffset>-381000</wp:posOffset>
                </wp:positionH>
                <wp:positionV relativeFrom="margin">
                  <wp:posOffset>7654290</wp:posOffset>
                </wp:positionV>
                <wp:extent cx="225425" cy="1163955"/>
                <wp:effectExtent l="0" t="0" r="3175" b="1905"/>
                <wp:wrapNone/>
                <wp:docPr id="60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425" cy="1163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592E6B" w14:textId="77777777" w:rsidR="00A132E8" w:rsidRDefault="00A132E8" w:rsidP="00A132E8">
                            <w:r>
                              <w:object w:dxaOrig="195" w:dyaOrig="1680" w14:anchorId="1A67BED5">
                                <v:shape id="_x0000_i1028" type="#_x0000_t75" style="width:10pt;height:84pt" o:ole="">
                                  <v:imagedata r:id="rId18" o:title=""/>
                                </v:shape>
                                <o:OLEObject Type="Embed" ProgID="MSWordArt.2" ShapeID="_x0000_i1028" DrawAspect="Content" ObjectID="_1732025175" r:id="rId19">
                                  <o:FieldCodes>\s</o:FieldCodes>
                                </o:OLEObject>
                              </w:object>
                            </w:r>
                          </w:p>
                        </w:txbxContent>
                      </wps:txbx>
                      <wps:bodyPr rot="0" vert="horz" wrap="square" lIns="50800" tIns="50800" rIns="50800" bIns="5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31" style="position:absolute;left:0;text-align:left;margin-left:-30pt;margin-top:602.7pt;width:17.75pt;height:91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" o:allowincell="f" filled="f" stroked="f" strokeweight="2pt">
                <v:textbox inset="4pt,4pt,4pt,4pt">
                  <w:txbxContent>
                    <w:p w14:paraId="74592E6B" w14:textId="77777777" w:rsidR="00A132E8" w:rsidRDefault="00A132E8" w:rsidP="00A132E8">
                      <w:r>
                        <w:object w:dxaOrig="195" w:dyaOrig="1680" w14:anchorId="1A67BED5">
                          <v:shape id="_x0000_i1028" type="#_x0000_t75" style="width:10pt;height:84pt" o:ole="">
                            <v:imagedata r:id="rId18" o:title=""/>
                          </v:shape>
                          <o:OLEObject Type="Embed" ProgID="MSWordArt.2" ShapeID="_x0000_i1028" DrawAspect="Content" ObjectID="_1732025175" r:id="rId20">
                            <o:FieldCodes>\s</o:FieldCodes>
                          </o:OLEObject>
                        </w:objec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44F3E9C" wp14:editId="2F21ADDC">
                <wp:simplePos x="0" y="0"/>
                <wp:positionH relativeFrom="column">
                  <wp:posOffset>-396240</wp:posOffset>
                </wp:positionH>
                <wp:positionV relativeFrom="margin">
                  <wp:posOffset>8845550</wp:posOffset>
                </wp:positionV>
                <wp:extent cx="246380" cy="921385"/>
                <wp:effectExtent l="3810" t="0" r="0" b="0"/>
                <wp:wrapNone/>
                <wp:docPr id="59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380" cy="921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270D85" w14:textId="77777777" w:rsidR="00A132E8" w:rsidRDefault="00A132E8" w:rsidP="00A132E8">
                            <w:r>
                              <w:object w:dxaOrig="225" w:dyaOrig="1290" w14:anchorId="1910A934">
                                <v:shape id="_x0000_i1029" type="#_x0000_t75" style="width:11.5pt;height:64.5pt" o:ole="">
                                  <v:imagedata r:id="rId21" o:title=""/>
                                </v:shape>
                                <o:OLEObject Type="Embed" ProgID="MSWordArt.2" ShapeID="_x0000_i1029" DrawAspect="Content" ObjectID="_1732025176" r:id="rId22">
                                  <o:FieldCodes>\s</o:FieldCodes>
                                </o:OLEObject>
                              </w:object>
                            </w:r>
                          </w:p>
                        </w:txbxContent>
                      </wps:txbx>
                      <wps:bodyPr rot="0" vert="horz" wrap="square" lIns="50800" tIns="50800" rIns="50800" bIns="5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32" style="position:absolute;left:0;text-align:left;margin-left:-31.2pt;margin-top:696.5pt;width:19.4pt;height:7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" o:allowincell="f" filled="f" stroked="f" strokeweight="2pt">
                <v:textbox inset="4pt,4pt,4pt,4pt">
                  <w:txbxContent>
                    <w:p w14:paraId="44270D85" w14:textId="77777777" w:rsidR="00A132E8" w:rsidRDefault="00A132E8" w:rsidP="00A132E8">
                      <w:r>
                        <w:object w:dxaOrig="225" w:dyaOrig="1290" w14:anchorId="1910A934">
                          <v:shape id="_x0000_i1029" type="#_x0000_t75" style="width:11.5pt;height:64.5pt" o:ole="">
                            <v:imagedata r:id="rId21" o:title=""/>
                          </v:shape>
                          <o:OLEObject Type="Embed" ProgID="MSWordArt.2" ShapeID="_x0000_i1029" DrawAspect="Content" ObjectID="_1732025176" r:id="rId23">
                            <o:FieldCodes>\s</o:FieldCodes>
                          </o:OLEObject>
                        </w:objec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</w:p>
    <w:p w14:paraId="39628A0B" w14:textId="77777777" w:rsidR="006D7063" w:rsidRDefault="006D7063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14568CC9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5763A4C1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24B4609F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36EB8BCE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055F21BA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2D9D7F6A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0E2DCABF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0DC7AE92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4080DED2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2AF0F894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797D1AE2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4F7D3721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11B8BD8A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774C14B9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3CC3E2E3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41E3E4AC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5EC87BE4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4C45B8C3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29CDF000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5C7CFDB3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421DA3BA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061EFF66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6E38A3F3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0DF68E74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46C39E47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599BF517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4F165164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263D4198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170A3D03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7ED358EE" w14:textId="77777777" w:rsidR="00935A00" w:rsidRDefault="00935A00" w:rsidP="00DE5603">
      <w:pPr>
        <w:jc w:val="center"/>
        <w:outlineLvl w:val="0"/>
        <w:rPr>
          <w:sz w:val="28"/>
          <w:szCs w:val="28"/>
          <w:u w:val="single"/>
        </w:rPr>
        <w:sectPr w:rsidR="00935A00" w:rsidSect="00A132E8">
          <w:headerReference w:type="default" r:id="rId24"/>
          <w:footerReference w:type="default" r:id="rId25"/>
          <w:headerReference w:type="first" r:id="rId26"/>
          <w:pgSz w:w="11906" w:h="16838" w:code="9"/>
          <w:pgMar w:top="0" w:right="624" w:bottom="-709" w:left="1134" w:header="737" w:footer="1060" w:gutter="0"/>
          <w:pgNumType w:start="1"/>
          <w:cols w:space="708"/>
          <w:titlePg/>
          <w:docGrid w:linePitch="360"/>
        </w:sectPr>
      </w:pPr>
    </w:p>
    <w:p w14:paraId="0D078F2F" w14:textId="77777777" w:rsidR="00DE5603" w:rsidRDefault="00DE5603" w:rsidP="00DE5603">
      <w:pPr>
        <w:jc w:val="center"/>
        <w:outlineLvl w:val="0"/>
        <w:rPr>
          <w:sz w:val="28"/>
          <w:szCs w:val="28"/>
          <w:u w:val="single"/>
        </w:rPr>
      </w:pPr>
      <w:r w:rsidRPr="00680A74">
        <w:rPr>
          <w:sz w:val="28"/>
          <w:szCs w:val="28"/>
          <w:u w:val="single"/>
        </w:rPr>
        <w:lastRenderedPageBreak/>
        <w:t xml:space="preserve">Лист </w:t>
      </w:r>
      <w:r w:rsidR="00C65342">
        <w:rPr>
          <w:sz w:val="28"/>
          <w:szCs w:val="28"/>
          <w:u w:val="single"/>
        </w:rPr>
        <w:t xml:space="preserve">6, 17 </w:t>
      </w:r>
    </w:p>
    <w:p w14:paraId="760CC720" w14:textId="77777777" w:rsidR="003E37A6" w:rsidRPr="00680A74" w:rsidRDefault="003E37A6" w:rsidP="00DE5603">
      <w:pPr>
        <w:jc w:val="center"/>
        <w:outlineLvl w:val="0"/>
        <w:rPr>
          <w:sz w:val="28"/>
          <w:szCs w:val="28"/>
          <w:u w:val="single"/>
        </w:rPr>
      </w:pPr>
    </w:p>
    <w:p w14:paraId="63401AA6" w14:textId="77777777" w:rsidR="00DE5603" w:rsidRPr="00680A74" w:rsidRDefault="00DE5603" w:rsidP="00DE5603">
      <w:pPr>
        <w:jc w:val="center"/>
        <w:rPr>
          <w:sz w:val="28"/>
          <w:szCs w:val="28"/>
          <w:u w:val="single"/>
        </w:rPr>
      </w:pPr>
      <w:r w:rsidRPr="00680A74">
        <w:rPr>
          <w:sz w:val="28"/>
          <w:szCs w:val="28"/>
        </w:rPr>
        <w:t>Имеется:</w:t>
      </w:r>
    </w:p>
    <w:p w14:paraId="2D4B2E3E" w14:textId="77777777" w:rsidR="00DE5603" w:rsidRDefault="00DE5603" w:rsidP="00DE5603">
      <w:pPr>
        <w:outlineLvl w:val="0"/>
        <w:rPr>
          <w:sz w:val="28"/>
          <w:szCs w:val="28"/>
        </w:rPr>
      </w:pPr>
      <w:r w:rsidRPr="00BB6589">
        <w:rPr>
          <w:sz w:val="28"/>
          <w:szCs w:val="28"/>
        </w:rPr>
        <w:t>… (Протокол от 21-22 октября 2014 г. № 61)</w:t>
      </w:r>
    </w:p>
    <w:p w14:paraId="3839D57E" w14:textId="77777777" w:rsidR="009706A1" w:rsidRPr="00BB6589" w:rsidRDefault="009706A1" w:rsidP="00DE5603">
      <w:pPr>
        <w:outlineLvl w:val="0"/>
        <w:rPr>
          <w:sz w:val="28"/>
          <w:szCs w:val="28"/>
        </w:rPr>
      </w:pPr>
      <w:r w:rsidRPr="00BB6589">
        <w:rPr>
          <w:sz w:val="28"/>
          <w:szCs w:val="28"/>
        </w:rPr>
        <w:t>…</w:t>
      </w:r>
    </w:p>
    <w:p w14:paraId="1DC01BDE" w14:textId="77777777" w:rsidR="00DE5603" w:rsidRPr="00BB6589" w:rsidRDefault="00DE5603" w:rsidP="00DE5603">
      <w:pPr>
        <w:spacing w:before="120"/>
        <w:jc w:val="center"/>
        <w:rPr>
          <w:rFonts w:eastAsia="Calibri"/>
          <w:sz w:val="28"/>
          <w:szCs w:val="28"/>
        </w:rPr>
      </w:pPr>
      <w:r w:rsidRPr="00BB6589">
        <w:rPr>
          <w:rFonts w:eastAsia="Calibri"/>
          <w:sz w:val="28"/>
          <w:szCs w:val="28"/>
        </w:rPr>
        <w:t>Должно быть:</w:t>
      </w:r>
    </w:p>
    <w:p w14:paraId="6DF9C5FF" w14:textId="77777777" w:rsidR="00DE5603" w:rsidRDefault="00DE5603" w:rsidP="00DE5603">
      <w:pPr>
        <w:outlineLvl w:val="0"/>
        <w:rPr>
          <w:sz w:val="28"/>
          <w:szCs w:val="28"/>
        </w:rPr>
      </w:pPr>
      <w:r w:rsidRPr="00BB6589">
        <w:rPr>
          <w:sz w:val="28"/>
          <w:szCs w:val="28"/>
        </w:rPr>
        <w:t xml:space="preserve">… </w:t>
      </w:r>
      <w:r w:rsidR="00A34730" w:rsidRPr="00BB6589">
        <w:rPr>
          <w:sz w:val="28"/>
          <w:szCs w:val="28"/>
        </w:rPr>
        <w:t>(Протокол от 8 июня 2021 г. № 74)</w:t>
      </w:r>
    </w:p>
    <w:p w14:paraId="222DCA3D" w14:textId="77777777" w:rsidR="009706A1" w:rsidRPr="00BB6589" w:rsidRDefault="009706A1" w:rsidP="00DE5603">
      <w:pPr>
        <w:outlineLvl w:val="0"/>
        <w:rPr>
          <w:sz w:val="28"/>
          <w:szCs w:val="28"/>
        </w:rPr>
      </w:pPr>
      <w:r w:rsidRPr="00BB6589">
        <w:rPr>
          <w:sz w:val="28"/>
          <w:szCs w:val="28"/>
        </w:rPr>
        <w:t>…</w:t>
      </w:r>
    </w:p>
    <w:p w14:paraId="51B450B7" w14:textId="77777777" w:rsidR="00935A00" w:rsidRDefault="00935A00" w:rsidP="003B0316">
      <w:pPr>
        <w:jc w:val="center"/>
        <w:rPr>
          <w:sz w:val="28"/>
          <w:szCs w:val="28"/>
          <w:u w:val="single"/>
        </w:rPr>
      </w:pPr>
    </w:p>
    <w:p w14:paraId="0D894C0F" w14:textId="77777777" w:rsidR="00935A00" w:rsidRDefault="00935A00" w:rsidP="003B0316">
      <w:pPr>
        <w:jc w:val="center"/>
        <w:rPr>
          <w:sz w:val="28"/>
          <w:szCs w:val="28"/>
          <w:u w:val="single"/>
        </w:rPr>
      </w:pPr>
    </w:p>
    <w:p w14:paraId="67378B2D" w14:textId="77777777" w:rsidR="00935A00" w:rsidRDefault="00935A00" w:rsidP="003B0316">
      <w:pPr>
        <w:jc w:val="center"/>
        <w:rPr>
          <w:sz w:val="28"/>
          <w:szCs w:val="28"/>
          <w:u w:val="single"/>
        </w:rPr>
      </w:pPr>
    </w:p>
    <w:p w14:paraId="58E3323C" w14:textId="77777777" w:rsidR="009706A1" w:rsidRDefault="00F505B2" w:rsidP="009706A1">
      <w:pPr>
        <w:spacing w:after="12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Лист 31</w:t>
      </w:r>
      <w:r w:rsidR="009706A1" w:rsidRPr="00BB6589">
        <w:rPr>
          <w:sz w:val="28"/>
          <w:szCs w:val="28"/>
          <w:u w:val="single"/>
        </w:rPr>
        <w:t xml:space="preserve"> </w:t>
      </w:r>
      <w:r w:rsidR="00BF6B19">
        <w:rPr>
          <w:sz w:val="28"/>
          <w:szCs w:val="28"/>
          <w:u w:val="single"/>
        </w:rPr>
        <w:t>пункт 5</w:t>
      </w:r>
      <w:r w:rsidR="009706A1">
        <w:rPr>
          <w:sz w:val="28"/>
          <w:szCs w:val="28"/>
          <w:u w:val="single"/>
        </w:rPr>
        <w:t>.4.6</w:t>
      </w:r>
      <w:r w:rsidR="009706A1" w:rsidRPr="008F4660">
        <w:rPr>
          <w:sz w:val="28"/>
          <w:szCs w:val="28"/>
          <w:u w:val="single"/>
        </w:rPr>
        <w:t xml:space="preserve"> </w:t>
      </w:r>
      <w:r w:rsidR="009706A1">
        <w:rPr>
          <w:sz w:val="28"/>
          <w:szCs w:val="28"/>
          <w:u w:val="single"/>
        </w:rPr>
        <w:t>(второй абзац)</w:t>
      </w:r>
    </w:p>
    <w:p w14:paraId="1F0B0F6D" w14:textId="77777777" w:rsidR="00A2526F" w:rsidRDefault="00BF6B19" w:rsidP="00735EED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Второй абзац дополнить текстом:</w:t>
      </w:r>
    </w:p>
    <w:p w14:paraId="065B8418" w14:textId="77777777" w:rsidR="00106B0E" w:rsidRPr="00735EED" w:rsidRDefault="00670A7F" w:rsidP="00735EED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D42929">
        <w:rPr>
          <w:rFonts w:eastAsia="Calibri"/>
          <w:sz w:val="28"/>
          <w:szCs w:val="28"/>
        </w:rPr>
        <w:t>Разворачивание валиков и шайб подвески производить</w:t>
      </w:r>
      <w:r w:rsidRPr="00735EED">
        <w:rPr>
          <w:rFonts w:eastAsia="Calibri"/>
          <w:sz w:val="28"/>
          <w:szCs w:val="28"/>
        </w:rPr>
        <w:t xml:space="preserve"> одновременно с двух сторон тележек КВЗ-ЦНИИ-</w:t>
      </w:r>
      <w:r w:rsidRPr="00735EED">
        <w:rPr>
          <w:rFonts w:eastAsia="Calibri"/>
          <w:sz w:val="28"/>
          <w:szCs w:val="28"/>
          <w:lang w:val="en-US"/>
        </w:rPr>
        <w:t>II</w:t>
      </w:r>
      <w:r w:rsidRPr="00735EED">
        <w:rPr>
          <w:rFonts w:eastAsia="Calibri"/>
          <w:sz w:val="28"/>
          <w:szCs w:val="28"/>
        </w:rPr>
        <w:t>,</w:t>
      </w:r>
      <w:r w:rsidR="005022F3">
        <w:rPr>
          <w:rFonts w:eastAsia="Calibri"/>
          <w:sz w:val="28"/>
          <w:szCs w:val="28"/>
        </w:rPr>
        <w:t xml:space="preserve"> ТИТРАН, КВЗ-ЦНИИ-М, ТВЗ-ЦНИИ-М в одинаковое положение.</w:t>
      </w:r>
      <w:r w:rsidRPr="00735EED">
        <w:rPr>
          <w:rFonts w:eastAsia="Calibri"/>
          <w:spacing w:val="-6"/>
          <w:sz w:val="28"/>
          <w:szCs w:val="28"/>
        </w:rPr>
        <w:t xml:space="preserve"> </w:t>
      </w:r>
      <w:r w:rsidRPr="00735EED">
        <w:rPr>
          <w:rFonts w:eastAsia="Calibri"/>
          <w:sz w:val="28"/>
          <w:szCs w:val="28"/>
        </w:rPr>
        <w:t>Допускается на двух тележках одного вагона установка подвесок в разные положения</w:t>
      </w:r>
      <w:r w:rsidRPr="00735EED">
        <w:rPr>
          <w:rFonts w:ascii="Calibri" w:eastAsia="Calibri" w:hAnsi="Calibri"/>
          <w:sz w:val="28"/>
          <w:szCs w:val="28"/>
        </w:rPr>
        <w:t>.</w:t>
      </w:r>
    </w:p>
    <w:p w14:paraId="7FE748BC" w14:textId="77777777" w:rsidR="0036073F" w:rsidRPr="00F3236E" w:rsidRDefault="0036073F" w:rsidP="005F71DB">
      <w:pPr>
        <w:pStyle w:val="Style2"/>
        <w:shd w:val="clear" w:color="auto" w:fill="auto"/>
        <w:spacing w:after="60" w:line="360" w:lineRule="exact"/>
        <w:ind w:left="23" w:firstLine="822"/>
        <w:jc w:val="both"/>
        <w:rPr>
          <w:rFonts w:ascii="Times New Roman" w:hAnsi="Times New Roman"/>
          <w:spacing w:val="-6"/>
          <w:sz w:val="28"/>
          <w:szCs w:val="20"/>
        </w:rPr>
      </w:pPr>
    </w:p>
    <w:p w14:paraId="66DE4117" w14:textId="77777777" w:rsidR="005F71DB" w:rsidRPr="00BB6589" w:rsidRDefault="005F71DB" w:rsidP="00AD15D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sectPr w:rsidR="005F71DB" w:rsidRPr="00BB6589" w:rsidSect="002F5D67">
      <w:headerReference w:type="first" r:id="rId27"/>
      <w:footerReference w:type="first" r:id="rId28"/>
      <w:pgSz w:w="11906" w:h="16838" w:code="9"/>
      <w:pgMar w:top="0" w:right="624" w:bottom="-709" w:left="1644" w:header="737" w:footer="10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93107" w14:textId="77777777" w:rsidR="00DB3BC1" w:rsidRDefault="00DB3BC1" w:rsidP="00D87F1B">
      <w:r>
        <w:separator/>
      </w:r>
    </w:p>
  </w:endnote>
  <w:endnote w:type="continuationSeparator" w:id="0">
    <w:p w14:paraId="7A511F9B" w14:textId="77777777" w:rsidR="00DB3BC1" w:rsidRDefault="00DB3BC1" w:rsidP="00D87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1D0D1" w14:textId="77777777" w:rsidR="00C7325F" w:rsidRDefault="00111DA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29568" behindDoc="0" locked="0" layoutInCell="1" allowOverlap="1" wp14:anchorId="2379A12A" wp14:editId="0C288DA5">
              <wp:simplePos x="0" y="0"/>
              <wp:positionH relativeFrom="column">
                <wp:posOffset>-379095</wp:posOffset>
              </wp:positionH>
              <wp:positionV relativeFrom="paragraph">
                <wp:posOffset>518160</wp:posOffset>
              </wp:positionV>
              <wp:extent cx="6670675" cy="0"/>
              <wp:effectExtent l="11430" t="13335" r="13970" b="15240"/>
              <wp:wrapNone/>
              <wp:docPr id="47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06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EB7950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-29.85pt;margin-top:40.8pt;width:525.25pt;height:0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" strokeweight="1.5pt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D89E2" w14:textId="77777777" w:rsidR="00706B3B" w:rsidRPr="008017E8" w:rsidRDefault="00706B3B" w:rsidP="00347E30">
    <w:pPr>
      <w:framePr w:w="2160" w:h="296" w:hRule="exact" w:hSpace="142" w:wrap="notBeside" w:vAnchor="page" w:hAnchor="page" w:x="9258" w:y="14673" w:anchorLock="1"/>
      <w:rPr>
        <w:sz w:val="24"/>
        <w:szCs w:val="24"/>
      </w:rPr>
    </w:pPr>
    <w:r>
      <w:rPr>
        <w:sz w:val="24"/>
        <w:szCs w:val="24"/>
      </w:rPr>
      <w:t>Утвердил</w:t>
    </w:r>
  </w:p>
  <w:p w14:paraId="5B4F816F" w14:textId="77777777" w:rsidR="00706B3B" w:rsidRPr="00330E4F" w:rsidRDefault="00706B3B" w:rsidP="00347E30">
    <w:pPr>
      <w:framePr w:w="2160" w:h="296" w:hRule="exact" w:hSpace="142" w:wrap="notBeside" w:vAnchor="page" w:hAnchor="page" w:x="9258" w:y="14673" w:anchorLock="1"/>
      <w:rPr>
        <w:sz w:val="24"/>
        <w:szCs w:val="24"/>
      </w:rPr>
    </w:pPr>
  </w:p>
  <w:p w14:paraId="14257377" w14:textId="77777777" w:rsidR="00706B3B" w:rsidRDefault="00706B3B">
    <w:pPr>
      <w:pStyle w:val="a5"/>
    </w:pPr>
  </w:p>
  <w:p w14:paraId="7BCB6488" w14:textId="77777777" w:rsidR="00706B3B" w:rsidRDefault="00111DA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7E4E82D" wp14:editId="33ABD7B9">
              <wp:simplePos x="0" y="0"/>
              <wp:positionH relativeFrom="column">
                <wp:posOffset>-386715</wp:posOffset>
              </wp:positionH>
              <wp:positionV relativeFrom="paragraph">
                <wp:posOffset>82550</wp:posOffset>
              </wp:positionV>
              <wp:extent cx="6659880" cy="0"/>
              <wp:effectExtent l="13335" t="15875" r="13335" b="12700"/>
              <wp:wrapNone/>
              <wp:docPr id="11" name="AutoShape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3475E3E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6" o:spid="_x0000_s1026" type="#_x0000_t32" style="position:absolute;margin-left:-30.45pt;margin-top:6.5pt;width:524.4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627F91B9" wp14:editId="530644EA">
              <wp:simplePos x="0" y="0"/>
              <wp:positionH relativeFrom="column">
                <wp:posOffset>801370</wp:posOffset>
              </wp:positionH>
              <wp:positionV relativeFrom="paragraph">
                <wp:posOffset>82550</wp:posOffset>
              </wp:positionV>
              <wp:extent cx="0" cy="889000"/>
              <wp:effectExtent l="10795" t="15875" r="17780" b="9525"/>
              <wp:wrapNone/>
              <wp:docPr id="10" name="AutoShape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8900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4195930F" id="AutoShape 107" o:spid="_x0000_s1026" type="#_x0000_t32" style="position:absolute;margin-left:63.1pt;margin-top:6.5pt;width:0;height:7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28EB5A0" wp14:editId="27DA9531">
              <wp:simplePos x="0" y="0"/>
              <wp:positionH relativeFrom="column">
                <wp:posOffset>2133600</wp:posOffset>
              </wp:positionH>
              <wp:positionV relativeFrom="paragraph">
                <wp:posOffset>82550</wp:posOffset>
              </wp:positionV>
              <wp:extent cx="0" cy="889000"/>
              <wp:effectExtent l="9525" t="15875" r="9525" b="9525"/>
              <wp:wrapNone/>
              <wp:docPr id="9" name="AutoShape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8900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29499EF9" id="AutoShape 108" o:spid="_x0000_s1026" type="#_x0000_t32" style="position:absolute;margin-left:168pt;margin-top:6.5pt;width:0;height:7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079A3905" wp14:editId="428A1B7B">
              <wp:simplePos x="0" y="0"/>
              <wp:positionH relativeFrom="column">
                <wp:posOffset>3465830</wp:posOffset>
              </wp:positionH>
              <wp:positionV relativeFrom="paragraph">
                <wp:posOffset>82550</wp:posOffset>
              </wp:positionV>
              <wp:extent cx="0" cy="889000"/>
              <wp:effectExtent l="17780" t="15875" r="10795" b="9525"/>
              <wp:wrapNone/>
              <wp:docPr id="8" name="AutoShape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8900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16AB6615" id="AutoShape 109" o:spid="_x0000_s1026" type="#_x0000_t32" style="position:absolute;margin-left:272.9pt;margin-top:6.5pt;width:0;height:7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474D0D08" wp14:editId="71F9D374">
              <wp:simplePos x="0" y="0"/>
              <wp:positionH relativeFrom="column">
                <wp:posOffset>4798060</wp:posOffset>
              </wp:positionH>
              <wp:positionV relativeFrom="paragraph">
                <wp:posOffset>82550</wp:posOffset>
              </wp:positionV>
              <wp:extent cx="0" cy="889000"/>
              <wp:effectExtent l="16510" t="15875" r="12065" b="9525"/>
              <wp:wrapNone/>
              <wp:docPr id="7" name="AutoShape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8900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5C75297E" id="AutoShape 110" o:spid="_x0000_s1026" type="#_x0000_t32" style="position:absolute;margin-left:377.8pt;margin-top:6.5pt;width:0;height:7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" strokeweight="1.5pt"/>
          </w:pict>
        </mc:Fallback>
      </mc:AlternateContent>
    </w:r>
  </w:p>
  <w:p w14:paraId="44DCC079" w14:textId="77777777" w:rsidR="00706B3B" w:rsidRDefault="00111DA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18320A65" wp14:editId="52C584E7">
              <wp:simplePos x="0" y="0"/>
              <wp:positionH relativeFrom="column">
                <wp:posOffset>-389890</wp:posOffset>
              </wp:positionH>
              <wp:positionV relativeFrom="paragraph">
                <wp:posOffset>102870</wp:posOffset>
              </wp:positionV>
              <wp:extent cx="6659880" cy="0"/>
              <wp:effectExtent l="10160" t="17145" r="16510" b="11430"/>
              <wp:wrapNone/>
              <wp:docPr id="6" name="AutoShape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07595A01" id="AutoShape 105" o:spid="_x0000_s1026" type="#_x0000_t32" style="position:absolute;margin-left:-30.7pt;margin-top:8.1pt;width:524.4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" strokeweight="1.5pt"/>
          </w:pict>
        </mc:Fallback>
      </mc:AlternateContent>
    </w:r>
  </w:p>
  <w:p w14:paraId="63D0C097" w14:textId="77777777" w:rsidR="00706B3B" w:rsidRDefault="00111DA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7E88854E" wp14:editId="566EF70C">
              <wp:simplePos x="0" y="0"/>
              <wp:positionH relativeFrom="column">
                <wp:posOffset>-389890</wp:posOffset>
              </wp:positionH>
              <wp:positionV relativeFrom="paragraph">
                <wp:posOffset>113665</wp:posOffset>
              </wp:positionV>
              <wp:extent cx="6670675" cy="0"/>
              <wp:effectExtent l="10160" t="18415" r="15240" b="10160"/>
              <wp:wrapNone/>
              <wp:docPr id="5" name="AutoShape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06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54484F94" id="AutoShape 104" o:spid="_x0000_s1026" type="#_x0000_t32" style="position:absolute;margin-left:-30.7pt;margin-top:8.95pt;width:525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" strokeweight="1.5pt"/>
          </w:pict>
        </mc:Fallback>
      </mc:AlternateContent>
    </w:r>
  </w:p>
  <w:p w14:paraId="5A794A81" w14:textId="77777777" w:rsidR="00706B3B" w:rsidRDefault="00111DA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A086EFB" wp14:editId="30969B68">
              <wp:simplePos x="0" y="0"/>
              <wp:positionH relativeFrom="column">
                <wp:posOffset>-389890</wp:posOffset>
              </wp:positionH>
              <wp:positionV relativeFrom="paragraph">
                <wp:posOffset>128270</wp:posOffset>
              </wp:positionV>
              <wp:extent cx="6670675" cy="0"/>
              <wp:effectExtent l="10160" t="13970" r="15240" b="14605"/>
              <wp:wrapNone/>
              <wp:docPr id="4" name="AutoShape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06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5FD4E0F5" id="AutoShape 102" o:spid="_x0000_s1026" type="#_x0000_t32" style="position:absolute;margin-left:-30.7pt;margin-top:10.1pt;width:525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" strokeweight="1.5pt"/>
          </w:pict>
        </mc:Fallback>
      </mc:AlternateContent>
    </w:r>
  </w:p>
  <w:p w14:paraId="7A2C150B" w14:textId="77777777" w:rsidR="00706B3B" w:rsidRPr="005E1377" w:rsidRDefault="00111DA8">
    <w:pPr>
      <w:pStyle w:val="a5"/>
      <w:rPr>
        <w:b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CD4A0F3" wp14:editId="242F5EA6">
              <wp:simplePos x="0" y="0"/>
              <wp:positionH relativeFrom="column">
                <wp:posOffset>-389890</wp:posOffset>
              </wp:positionH>
              <wp:positionV relativeFrom="paragraph">
                <wp:posOffset>155575</wp:posOffset>
              </wp:positionV>
              <wp:extent cx="6670675" cy="0"/>
              <wp:effectExtent l="10160" t="12700" r="15240" b="15875"/>
              <wp:wrapNone/>
              <wp:docPr id="3" name="AutoShape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06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4146251D" id="AutoShape 103" o:spid="_x0000_s1026" type="#_x0000_t32" style="position:absolute;margin-left:-30.7pt;margin-top:12.25pt;width:525.2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484ECE03" wp14:editId="12421C6A">
              <wp:simplePos x="0" y="0"/>
              <wp:positionH relativeFrom="column">
                <wp:posOffset>-385445</wp:posOffset>
              </wp:positionH>
              <wp:positionV relativeFrom="paragraph">
                <wp:posOffset>574040</wp:posOffset>
              </wp:positionV>
              <wp:extent cx="6670675" cy="635"/>
              <wp:effectExtent l="14605" t="12065" r="10795" b="15875"/>
              <wp:wrapNone/>
              <wp:docPr id="2" name="AutoShape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06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7EFE14F1" id="AutoShape 111" o:spid="_x0000_s1026" type="#_x0000_t32" style="position:absolute;margin-left:-30.35pt;margin-top:45.2pt;width:525.25pt;height: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" strokeweight="1.5pt"/>
          </w:pict>
        </mc:Fallback>
      </mc:AlternateContent>
    </w:r>
    <w:r>
      <w:rPr>
        <w:b/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0D48C163" wp14:editId="3B2FB341">
              <wp:simplePos x="0" y="0"/>
              <wp:positionH relativeFrom="column">
                <wp:posOffset>-389890</wp:posOffset>
              </wp:positionH>
              <wp:positionV relativeFrom="paragraph">
                <wp:posOffset>351155</wp:posOffset>
              </wp:positionV>
              <wp:extent cx="6670675" cy="0"/>
              <wp:effectExtent l="10160" t="17780" r="15240" b="10795"/>
              <wp:wrapNone/>
              <wp:docPr id="1" name="AutoShape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06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0A530E67" id="AutoShape 101" o:spid="_x0000_s1026" type="#_x0000_t32" style="position:absolute;margin-left:-30.7pt;margin-top:27.65pt;width:525.2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97880A" w14:textId="77777777" w:rsidR="00DB3BC1" w:rsidRDefault="00DB3BC1" w:rsidP="00D87F1B">
      <w:r>
        <w:separator/>
      </w:r>
    </w:p>
  </w:footnote>
  <w:footnote w:type="continuationSeparator" w:id="0">
    <w:p w14:paraId="226036F8" w14:textId="77777777" w:rsidR="00DB3BC1" w:rsidRDefault="00DB3BC1" w:rsidP="00D87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6A590" w14:textId="77777777" w:rsidR="00C7325F" w:rsidRDefault="00111DA8" w:rsidP="0077339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30592" behindDoc="0" locked="0" layoutInCell="1" allowOverlap="1" wp14:anchorId="19BC5AE1" wp14:editId="69F7290D">
              <wp:simplePos x="0" y="0"/>
              <wp:positionH relativeFrom="column">
                <wp:posOffset>6291580</wp:posOffset>
              </wp:positionH>
              <wp:positionV relativeFrom="paragraph">
                <wp:posOffset>-179705</wp:posOffset>
              </wp:positionV>
              <wp:extent cx="0" cy="10093960"/>
              <wp:effectExtent l="14605" t="10795" r="13970" b="10795"/>
              <wp:wrapNone/>
              <wp:docPr id="58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9396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5393FA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95.4pt;margin-top:-14.15pt;width:0;height:794.8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7760" behindDoc="0" locked="0" layoutInCell="1" allowOverlap="1" wp14:anchorId="49EEC438" wp14:editId="67EA72C8">
              <wp:simplePos x="0" y="0"/>
              <wp:positionH relativeFrom="column">
                <wp:posOffset>5752465</wp:posOffset>
              </wp:positionH>
              <wp:positionV relativeFrom="paragraph">
                <wp:posOffset>-165735</wp:posOffset>
              </wp:positionV>
              <wp:extent cx="0" cy="412750"/>
              <wp:effectExtent l="18415" t="15240" r="10160" b="10160"/>
              <wp:wrapNone/>
              <wp:docPr id="57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1275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41EA7D0E" id="AutoShape 7" o:spid="_x0000_s1026" type="#_x0000_t32" style="position:absolute;margin-left:452.95pt;margin-top:-13.05pt;width:0;height:32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284245B7" wp14:editId="117935E8">
              <wp:simplePos x="0" y="0"/>
              <wp:positionH relativeFrom="column">
                <wp:posOffset>1612265</wp:posOffset>
              </wp:positionH>
              <wp:positionV relativeFrom="paragraph">
                <wp:posOffset>-165735</wp:posOffset>
              </wp:positionV>
              <wp:extent cx="0" cy="412750"/>
              <wp:effectExtent l="12065" t="15240" r="16510" b="10160"/>
              <wp:wrapNone/>
              <wp:docPr id="56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1275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37C85C6E" id="AutoShape 6" o:spid="_x0000_s1026" type="#_x0000_t32" style="position:absolute;margin-left:126.95pt;margin-top:-13.05pt;width:0;height:32.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8544" behindDoc="0" locked="0" layoutInCell="1" allowOverlap="1" wp14:anchorId="7215B023" wp14:editId="45132B05">
              <wp:simplePos x="0" y="0"/>
              <wp:positionH relativeFrom="column">
                <wp:posOffset>-368935</wp:posOffset>
              </wp:positionH>
              <wp:positionV relativeFrom="paragraph">
                <wp:posOffset>-165735</wp:posOffset>
              </wp:positionV>
              <wp:extent cx="635" cy="10079990"/>
              <wp:effectExtent l="12065" t="15240" r="15875" b="10795"/>
              <wp:wrapNone/>
              <wp:docPr id="5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07999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1BD9FB66" id="AutoShape 1" o:spid="_x0000_s1026" type="#_x0000_t32" style="position:absolute;margin-left:-29.05pt;margin-top:-13.05pt;width:.05pt;height:793.7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9808" behindDoc="0" locked="0" layoutInCell="1" allowOverlap="1" wp14:anchorId="0B6645D9" wp14:editId="6D923FF0">
              <wp:simplePos x="0" y="0"/>
              <wp:positionH relativeFrom="column">
                <wp:posOffset>4305300</wp:posOffset>
              </wp:positionH>
              <wp:positionV relativeFrom="paragraph">
                <wp:posOffset>-382270</wp:posOffset>
              </wp:positionV>
              <wp:extent cx="1986280" cy="419100"/>
              <wp:effectExtent l="0" t="0" r="4445" b="1270"/>
              <wp:wrapNone/>
              <wp:docPr id="5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628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37EFBB" w14:textId="77777777" w:rsidR="00C7325F" w:rsidRPr="006F47D6" w:rsidRDefault="00C7325F" w:rsidP="007022B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ГОСТ</w:t>
                          </w:r>
                          <w:r w:rsidRPr="006F47D6">
                            <w:rPr>
                              <w:sz w:val="24"/>
                              <w:szCs w:val="24"/>
                            </w:rPr>
                            <w:t xml:space="preserve"> 2.503-</w:t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 w:rsidRPr="006F47D6">
                            <w:rPr>
                              <w:sz w:val="24"/>
                              <w:szCs w:val="24"/>
                            </w:rPr>
                            <w:t>0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13   </w:t>
                          </w:r>
                          <w:r w:rsidRPr="006F47D6">
                            <w:rPr>
                              <w:sz w:val="24"/>
                              <w:szCs w:val="24"/>
                            </w:rPr>
                            <w:t>Форма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339pt;margin-top:-30.1pt;width:156.4pt;height:33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wEGtQIAALo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" filled="f" stroked="f">
              <v:textbox>
                <w:txbxContent>
                  <w:p w14:paraId="2F37EFBB" w14:textId="77777777" w:rsidR="00C7325F" w:rsidRPr="006F47D6" w:rsidRDefault="00C7325F" w:rsidP="007022B0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ГОСТ</w:t>
                    </w:r>
                    <w:r w:rsidRPr="006F47D6">
                      <w:rPr>
                        <w:sz w:val="24"/>
                        <w:szCs w:val="24"/>
                      </w:rPr>
                      <w:t xml:space="preserve"> 2.503-</w:t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 w:rsidRPr="006F47D6">
                      <w:rPr>
                        <w:sz w:val="24"/>
                        <w:szCs w:val="24"/>
                      </w:rPr>
                      <w:t>0</w:t>
                    </w:r>
                    <w:r>
                      <w:rPr>
                        <w:sz w:val="24"/>
                        <w:szCs w:val="24"/>
                      </w:rPr>
                      <w:t xml:space="preserve">13   </w:t>
                    </w:r>
                    <w:r w:rsidRPr="006F47D6">
                      <w:rPr>
                        <w:sz w:val="24"/>
                        <w:szCs w:val="24"/>
                      </w:rPr>
                      <w:t>Форма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1616" behindDoc="0" locked="0" layoutInCell="1" allowOverlap="1" wp14:anchorId="1EABDD8A" wp14:editId="425EBAA5">
              <wp:simplePos x="0" y="0"/>
              <wp:positionH relativeFrom="column">
                <wp:posOffset>-379730</wp:posOffset>
              </wp:positionH>
              <wp:positionV relativeFrom="paragraph">
                <wp:posOffset>-165735</wp:posOffset>
              </wp:positionV>
              <wp:extent cx="6659880" cy="0"/>
              <wp:effectExtent l="10795" t="15240" r="15875" b="13335"/>
              <wp:wrapNone/>
              <wp:docPr id="5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11513C84" id="AutoShape 4" o:spid="_x0000_s1026" type="#_x0000_t32" style="position:absolute;margin-left:-29.9pt;margin-top:-13.05pt;width:524.4pt;height:0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2640" behindDoc="0" locked="0" layoutInCell="1" allowOverlap="1" wp14:anchorId="472B18AB" wp14:editId="5B5E31F5">
              <wp:simplePos x="0" y="0"/>
              <wp:positionH relativeFrom="column">
                <wp:posOffset>-379095</wp:posOffset>
              </wp:positionH>
              <wp:positionV relativeFrom="paragraph">
                <wp:posOffset>36830</wp:posOffset>
              </wp:positionV>
              <wp:extent cx="6659880" cy="0"/>
              <wp:effectExtent l="11430" t="17780" r="15240" b="10795"/>
              <wp:wrapNone/>
              <wp:docPr id="52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5D714368" id="AutoShape 5" o:spid="_x0000_s1026" type="#_x0000_t32" style="position:absolute;margin-left:-29.85pt;margin-top:2.9pt;width:524.4pt;height:0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" strokeweight="1.5pt"/>
          </w:pict>
        </mc:Fallback>
      </mc:AlternateContent>
    </w:r>
  </w:p>
  <w:p w14:paraId="560A7FE5" w14:textId="77777777" w:rsidR="00C7325F" w:rsidRDefault="00111DA8" w:rsidP="0077339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38784" behindDoc="0" locked="0" layoutInCell="1" allowOverlap="1" wp14:anchorId="47AF7C0A" wp14:editId="32366506">
              <wp:simplePos x="0" y="0"/>
              <wp:positionH relativeFrom="column">
                <wp:posOffset>351790</wp:posOffset>
              </wp:positionH>
              <wp:positionV relativeFrom="paragraph">
                <wp:posOffset>92075</wp:posOffset>
              </wp:positionV>
              <wp:extent cx="0" cy="421005"/>
              <wp:effectExtent l="18415" t="15875" r="10160" b="10795"/>
              <wp:wrapNone/>
              <wp:docPr id="5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4210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170A4DC6" id="AutoShape 8" o:spid="_x0000_s1026" type="#_x0000_t32" style="position:absolute;margin-left:27.7pt;margin-top:7.25pt;width:0;height:33.15pt;flip:y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4688" behindDoc="0" locked="0" layoutInCell="1" allowOverlap="1" wp14:anchorId="6BCE6567" wp14:editId="68151288">
              <wp:simplePos x="0" y="0"/>
              <wp:positionH relativeFrom="column">
                <wp:posOffset>-379095</wp:posOffset>
              </wp:positionH>
              <wp:positionV relativeFrom="paragraph">
                <wp:posOffset>92075</wp:posOffset>
              </wp:positionV>
              <wp:extent cx="6659880" cy="0"/>
              <wp:effectExtent l="11430" t="15875" r="15240" b="12700"/>
              <wp:wrapNone/>
              <wp:docPr id="50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29B54FC6" id="AutoShape 9" o:spid="_x0000_s1026" type="#_x0000_t32" style="position:absolute;margin-left:-29.85pt;margin-top:7.25pt;width:524.4pt;height:0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" strokeweight="1.5pt"/>
          </w:pict>
        </mc:Fallback>
      </mc:AlternateContent>
    </w:r>
  </w:p>
  <w:p w14:paraId="6BD95452" w14:textId="77777777" w:rsidR="00C7325F" w:rsidRDefault="00111DA8" w:rsidP="0077339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33664" behindDoc="0" locked="0" layoutInCell="1" allowOverlap="1" wp14:anchorId="0B74DDD3" wp14:editId="1D6EA924">
              <wp:simplePos x="0" y="0"/>
              <wp:positionH relativeFrom="column">
                <wp:posOffset>-379730</wp:posOffset>
              </wp:positionH>
              <wp:positionV relativeFrom="paragraph">
                <wp:posOffset>162560</wp:posOffset>
              </wp:positionV>
              <wp:extent cx="6659880" cy="0"/>
              <wp:effectExtent l="10795" t="10160" r="15875" b="18415"/>
              <wp:wrapNone/>
              <wp:docPr id="49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5E56DE28" id="AutoShape 10" o:spid="_x0000_s1026" type="#_x0000_t32" style="position:absolute;margin-left:-29.9pt;margin-top:12.8pt;width:524.4pt;height:0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" strokeweight="1.5pt"/>
          </w:pict>
        </mc:Fallback>
      </mc:AlternateContent>
    </w:r>
  </w:p>
  <w:p w14:paraId="0B84CFB8" w14:textId="77777777" w:rsidR="00C7325F" w:rsidRPr="006F47D6" w:rsidRDefault="00C7325F" w:rsidP="00826B72">
    <w:pPr>
      <w:framePr w:w="3015" w:h="271" w:hRule="exact" w:hSpace="142" w:wrap="notBeside" w:vAnchor="page" w:hAnchor="page" w:x="1134" w:y="541" w:anchorLock="1"/>
      <w:rPr>
        <w:sz w:val="24"/>
        <w:szCs w:val="24"/>
      </w:rPr>
    </w:pPr>
    <w:r w:rsidRPr="006F47D6">
      <w:rPr>
        <w:sz w:val="24"/>
        <w:szCs w:val="24"/>
      </w:rPr>
      <w:t>Извещение</w:t>
    </w:r>
  </w:p>
  <w:p w14:paraId="01217820" w14:textId="77777777" w:rsidR="00C7325F" w:rsidRPr="006F47D6" w:rsidRDefault="00C7325F" w:rsidP="00826B72">
    <w:pPr>
      <w:framePr w:w="6435" w:h="271" w:hRule="exact" w:hSpace="142" w:wrap="notBeside" w:vAnchor="page" w:hAnchor="page" w:x="4299" w:y="541" w:anchorLock="1"/>
      <w:jc w:val="center"/>
      <w:rPr>
        <w:sz w:val="24"/>
        <w:szCs w:val="24"/>
      </w:rPr>
    </w:pPr>
    <w:r>
      <w:rPr>
        <w:sz w:val="24"/>
        <w:szCs w:val="24"/>
      </w:rPr>
      <w:t>Обозначение</w:t>
    </w:r>
  </w:p>
  <w:p w14:paraId="7C0A1287" w14:textId="77777777" w:rsidR="00C7325F" w:rsidRDefault="00C7325F" w:rsidP="00826B72">
    <w:pPr>
      <w:pStyle w:val="a9"/>
      <w:framePr w:w="6435" w:h="271" w:hRule="exact" w:hSpace="142" w:wrap="notBeside" w:vAnchor="page" w:hAnchor="page" w:x="4299" w:y="541" w:anchorLock="1"/>
      <w:spacing w:before="20"/>
      <w:ind w:left="142" w:right="108"/>
      <w:jc w:val="center"/>
    </w:pPr>
  </w:p>
  <w:p w14:paraId="2975BA02" w14:textId="77777777" w:rsidR="00C7325F" w:rsidRPr="006F47D6" w:rsidRDefault="00C7325F" w:rsidP="00126D0C">
    <w:pPr>
      <w:framePr w:w="660" w:h="286" w:hRule="exact" w:hSpace="142" w:wrap="notBeside" w:vAnchor="page" w:hAnchor="page" w:x="10809" w:y="526" w:anchorLock="1"/>
      <w:rPr>
        <w:sz w:val="24"/>
        <w:szCs w:val="24"/>
      </w:rPr>
    </w:pPr>
    <w:r w:rsidRPr="006F47D6">
      <w:rPr>
        <w:sz w:val="24"/>
        <w:szCs w:val="24"/>
      </w:rPr>
      <w:t>Лист</w:t>
    </w:r>
  </w:p>
  <w:p w14:paraId="246DB293" w14:textId="77777777" w:rsidR="00C7325F" w:rsidRPr="006F47D6" w:rsidRDefault="00C7325F" w:rsidP="00AF528F">
    <w:pPr>
      <w:framePr w:w="1021" w:h="284" w:hRule="exact" w:hSpace="142" w:wrap="notBeside" w:vAnchor="page" w:hAnchor="page" w:x="1146" w:y="1192" w:anchorLock="1"/>
      <w:rPr>
        <w:sz w:val="24"/>
        <w:szCs w:val="24"/>
      </w:rPr>
    </w:pPr>
    <w:r w:rsidRPr="006F47D6">
      <w:rPr>
        <w:sz w:val="24"/>
        <w:szCs w:val="24"/>
      </w:rPr>
      <w:t>Изм.</w:t>
    </w:r>
  </w:p>
  <w:p w14:paraId="1F686EB2" w14:textId="77777777" w:rsidR="00C7325F" w:rsidRDefault="00C7325F" w:rsidP="00AF528F">
    <w:pPr>
      <w:pStyle w:val="a9"/>
      <w:framePr w:w="1021" w:h="284" w:hRule="exact" w:hSpace="142" w:wrap="notBeside" w:vAnchor="page" w:hAnchor="page" w:x="1146" w:y="1192" w:anchorLock="1"/>
      <w:spacing w:before="20"/>
      <w:ind w:left="142" w:right="108"/>
      <w:jc w:val="center"/>
    </w:pPr>
  </w:p>
  <w:p w14:paraId="046B6C79" w14:textId="77777777" w:rsidR="00C7325F" w:rsidRDefault="00D77A8D" w:rsidP="00A13300">
    <w:pPr>
      <w:framePr w:w="799" w:h="264" w:hRule="exact" w:hSpace="142" w:wrap="notBeside" w:vAnchor="page" w:hAnchor="page" w:x="10746" w:y="823" w:anchorLock="1"/>
      <w:jc w:val="center"/>
    </w:pPr>
    <w:r>
      <w:rPr>
        <w:rStyle w:val="af0"/>
        <w:sz w:val="28"/>
      </w:rPr>
      <w:fldChar w:fldCharType="begin"/>
    </w:r>
    <w:r w:rsidR="00C7325F">
      <w:rPr>
        <w:rStyle w:val="af0"/>
        <w:sz w:val="28"/>
      </w:rPr>
      <w:instrText xml:space="preserve"> PAGE   \* MERGEFORMAT </w:instrText>
    </w:r>
    <w:r>
      <w:rPr>
        <w:rStyle w:val="af0"/>
        <w:sz w:val="28"/>
      </w:rPr>
      <w:fldChar w:fldCharType="separate"/>
    </w:r>
    <w:r w:rsidR="00D72627">
      <w:rPr>
        <w:rStyle w:val="af0"/>
        <w:noProof/>
        <w:sz w:val="28"/>
      </w:rPr>
      <w:t>3</w:t>
    </w:r>
    <w:r>
      <w:rPr>
        <w:rStyle w:val="af0"/>
        <w:sz w:val="28"/>
      </w:rPr>
      <w:fldChar w:fldCharType="end"/>
    </w:r>
  </w:p>
  <w:p w14:paraId="282D0E36" w14:textId="77777777" w:rsidR="00C7325F" w:rsidRPr="006F47D6" w:rsidRDefault="00C7325F" w:rsidP="00AF528F">
    <w:pPr>
      <w:framePr w:w="9197" w:h="272" w:hRule="exact" w:hSpace="142" w:wrap="notBeside" w:vAnchor="page" w:hAnchor="page" w:x="2275" w:y="1192" w:anchorLock="1"/>
      <w:jc w:val="center"/>
      <w:rPr>
        <w:sz w:val="24"/>
        <w:szCs w:val="24"/>
      </w:rPr>
    </w:pPr>
    <w:r w:rsidRPr="006F47D6">
      <w:rPr>
        <w:sz w:val="24"/>
        <w:szCs w:val="24"/>
      </w:rPr>
      <w:t>Содержание изменения</w:t>
    </w:r>
  </w:p>
  <w:p w14:paraId="6387068E" w14:textId="77777777" w:rsidR="00C7325F" w:rsidRPr="004F4254" w:rsidRDefault="00C7325F" w:rsidP="00CE24E8">
    <w:pPr>
      <w:pStyle w:val="a9"/>
      <w:framePr w:w="9599" w:h="271" w:hRule="exact" w:hSpace="142" w:wrap="notBeside" w:vAnchor="page" w:hAnchor="page" w:x="1149" w:y="826" w:anchorLock="1"/>
      <w:spacing w:line="120" w:lineRule="atLeast"/>
      <w:ind w:right="108"/>
      <w:rPr>
        <w:szCs w:val="24"/>
      </w:rPr>
    </w:pPr>
    <w:r>
      <w:rPr>
        <w:szCs w:val="24"/>
      </w:rPr>
      <w:tab/>
    </w:r>
    <w:r>
      <w:rPr>
        <w:szCs w:val="24"/>
      </w:rPr>
      <w:tab/>
    </w:r>
    <w:r>
      <w:rPr>
        <w:szCs w:val="24"/>
      </w:rPr>
      <w:tab/>
    </w:r>
    <w:r>
      <w:rPr>
        <w:szCs w:val="24"/>
      </w:rPr>
      <w:tab/>
    </w:r>
    <w:r>
      <w:rPr>
        <w:szCs w:val="24"/>
      </w:rPr>
      <w:tab/>
    </w:r>
    <w:r>
      <w:rPr>
        <w:szCs w:val="24"/>
      </w:rPr>
      <w:tab/>
    </w:r>
  </w:p>
  <w:p w14:paraId="4E1366BA" w14:textId="77777777" w:rsidR="00C7325F" w:rsidRPr="001F2C3A" w:rsidRDefault="00C7325F" w:rsidP="00AF528F">
    <w:pPr>
      <w:framePr w:w="9599" w:h="271" w:hRule="exact" w:hSpace="142" w:wrap="notBeside" w:vAnchor="page" w:hAnchor="page" w:x="1149" w:y="826" w:anchorLock="1"/>
      <w:rPr>
        <w:sz w:val="24"/>
        <w:szCs w:val="24"/>
      </w:rPr>
    </w:pPr>
    <w:r w:rsidRPr="00AF528F">
      <w:rPr>
        <w:sz w:val="24"/>
        <w:szCs w:val="24"/>
      </w:rPr>
      <w:t>023 ПКБ ЦЛ-</w:t>
    </w:r>
    <w:r>
      <w:rPr>
        <w:sz w:val="24"/>
        <w:szCs w:val="24"/>
      </w:rPr>
      <w:t>20</w:t>
    </w:r>
    <w:r w:rsidRPr="00AF528F">
      <w:rPr>
        <w:sz w:val="24"/>
        <w:szCs w:val="24"/>
      </w:rPr>
      <w:t>10 РЭ</w:t>
    </w:r>
    <w:r>
      <w:t xml:space="preserve">                                                </w:t>
    </w:r>
    <w:r w:rsidRPr="00AF528F">
      <w:rPr>
        <w:sz w:val="24"/>
        <w:szCs w:val="24"/>
      </w:rPr>
      <w:t xml:space="preserve">4 </w:t>
    </w:r>
    <w:r>
      <w:t xml:space="preserve">   </w:t>
    </w:r>
  </w:p>
  <w:p w14:paraId="5958D20C" w14:textId="77777777" w:rsidR="00C7325F" w:rsidRDefault="00C7325F" w:rsidP="00773392">
    <w:pPr>
      <w:pStyle w:val="a3"/>
    </w:pPr>
  </w:p>
  <w:p w14:paraId="3F7F0674" w14:textId="77777777" w:rsidR="00C7325F" w:rsidRPr="006F47D6" w:rsidRDefault="00A2526F" w:rsidP="004F22E2">
    <w:pPr>
      <w:framePr w:w="1140" w:h="286" w:hRule="exact" w:hSpace="142" w:wrap="notBeside" w:vAnchor="page" w:hAnchor="page" w:x="1077" w:y="1493" w:anchorLock="1"/>
      <w:jc w:val="center"/>
      <w:rPr>
        <w:sz w:val="24"/>
        <w:szCs w:val="24"/>
      </w:rPr>
    </w:pPr>
    <w:r>
      <w:rPr>
        <w:sz w:val="24"/>
        <w:szCs w:val="24"/>
      </w:rPr>
      <w:t>2</w:t>
    </w:r>
  </w:p>
  <w:p w14:paraId="07275FCB" w14:textId="77777777" w:rsidR="00C7325F" w:rsidRPr="00773392" w:rsidRDefault="00111DA8" w:rsidP="007121E1">
    <w:pPr>
      <w:pStyle w:val="a3"/>
      <w:tabs>
        <w:tab w:val="clear" w:pos="4677"/>
        <w:tab w:val="clear" w:pos="9355"/>
        <w:tab w:val="left" w:pos="53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35712" behindDoc="0" locked="0" layoutInCell="1" allowOverlap="1" wp14:anchorId="395B9A7A" wp14:editId="0A421057">
              <wp:simplePos x="0" y="0"/>
              <wp:positionH relativeFrom="column">
                <wp:posOffset>-368300</wp:posOffset>
              </wp:positionH>
              <wp:positionV relativeFrom="paragraph">
                <wp:posOffset>38100</wp:posOffset>
              </wp:positionV>
              <wp:extent cx="720090" cy="0"/>
              <wp:effectExtent l="12700" t="9525" r="10160" b="9525"/>
              <wp:wrapNone/>
              <wp:docPr id="48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009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52E91088" id="AutoShape 11" o:spid="_x0000_s1026" type="#_x0000_t32" style="position:absolute;margin-left:-29pt;margin-top:3pt;width:56.7pt;height:0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3676F" w14:textId="77777777" w:rsidR="00C7325F" w:rsidRDefault="00C7325F">
    <w:pPr>
      <w:pStyle w:val="a3"/>
    </w:pPr>
  </w:p>
  <w:p w14:paraId="3BF3DB1A" w14:textId="77777777" w:rsidR="00C7325F" w:rsidRDefault="00C7325F" w:rsidP="004F22E2">
    <w:pPr>
      <w:pStyle w:val="a9"/>
      <w:framePr w:w="1869" w:h="243" w:hRule="exact" w:hSpace="142" w:wrap="notBeside" w:vAnchor="page" w:hAnchor="page" w:x="1080" w:y="14700" w:anchorLock="1"/>
      <w:spacing w:before="20"/>
      <w:ind w:left="142" w:right="108"/>
    </w:pPr>
  </w:p>
  <w:p w14:paraId="15293CC1" w14:textId="77777777" w:rsidR="00C7325F" w:rsidRDefault="00C7325F" w:rsidP="001215F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291EC6" w14:textId="77777777" w:rsidR="00706B3B" w:rsidRPr="00833FA3" w:rsidRDefault="00706B3B" w:rsidP="001B4F9E">
    <w:pPr>
      <w:framePr w:w="2954" w:h="275" w:hRule="exact" w:hSpace="142" w:wrap="notBeside" w:vAnchor="page" w:hAnchor="page" w:x="1102" w:y="3893" w:anchorLock="1"/>
      <w:rPr>
        <w:sz w:val="24"/>
        <w:szCs w:val="24"/>
      </w:rPr>
    </w:pPr>
    <w:r w:rsidRPr="00833FA3">
      <w:rPr>
        <w:sz w:val="24"/>
        <w:szCs w:val="24"/>
      </w:rPr>
      <w:t>Приложение</w:t>
    </w:r>
  </w:p>
  <w:p w14:paraId="738E7B93" w14:textId="77777777" w:rsidR="00706B3B" w:rsidRDefault="00111DA8" w:rsidP="006F11FA">
    <w:pPr>
      <w:pStyle w:val="a3"/>
      <w:ind w:left="-600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0ACEAE10" wp14:editId="35F85B5A">
              <wp:simplePos x="0" y="0"/>
              <wp:positionH relativeFrom="column">
                <wp:posOffset>1591310</wp:posOffset>
              </wp:positionH>
              <wp:positionV relativeFrom="paragraph">
                <wp:posOffset>-172720</wp:posOffset>
              </wp:positionV>
              <wp:extent cx="635" cy="2573020"/>
              <wp:effectExtent l="10160" t="17780" r="17780" b="9525"/>
              <wp:wrapNone/>
              <wp:docPr id="46" name="AutoShap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302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62EDAD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8" o:spid="_x0000_s1026" type="#_x0000_t32" style="position:absolute;margin-left:125.3pt;margin-top:-13.6pt;width:.05pt;height:202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3D566BC" wp14:editId="7CD3085E">
              <wp:simplePos x="0" y="0"/>
              <wp:positionH relativeFrom="column">
                <wp:posOffset>691515</wp:posOffset>
              </wp:positionH>
              <wp:positionV relativeFrom="paragraph">
                <wp:posOffset>-172720</wp:posOffset>
              </wp:positionV>
              <wp:extent cx="635" cy="387985"/>
              <wp:effectExtent l="15240" t="17780" r="12700" b="13335"/>
              <wp:wrapNone/>
              <wp:docPr id="45" name="AutoSha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8798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24243441" id="AutoShape 80" o:spid="_x0000_s1026" type="#_x0000_t32" style="position:absolute;margin-left:54.45pt;margin-top:-13.6pt;width:.05pt;height:30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6F508B1" wp14:editId="415B4298">
              <wp:simplePos x="0" y="0"/>
              <wp:positionH relativeFrom="column">
                <wp:posOffset>3319145</wp:posOffset>
              </wp:positionH>
              <wp:positionV relativeFrom="paragraph">
                <wp:posOffset>-172720</wp:posOffset>
              </wp:positionV>
              <wp:extent cx="0" cy="384175"/>
              <wp:effectExtent l="13970" t="17780" r="14605" b="17145"/>
              <wp:wrapNone/>
              <wp:docPr id="44" name="AutoShap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8417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29A02D94" id="AutoShape 82" o:spid="_x0000_s1026" type="#_x0000_t32" style="position:absolute;margin-left:261.35pt;margin-top:-13.6pt;width:0;height:3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1856" behindDoc="0" locked="0" layoutInCell="1" allowOverlap="1" wp14:anchorId="6516A851" wp14:editId="3144293B">
              <wp:simplePos x="0" y="0"/>
              <wp:positionH relativeFrom="column">
                <wp:posOffset>-389890</wp:posOffset>
              </wp:positionH>
              <wp:positionV relativeFrom="paragraph">
                <wp:posOffset>-184150</wp:posOffset>
              </wp:positionV>
              <wp:extent cx="5080" cy="10154285"/>
              <wp:effectExtent l="10160" t="15875" r="13335" b="12065"/>
              <wp:wrapNone/>
              <wp:docPr id="43" name="AutoShap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80" cy="1015428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2C417D0E" id="AutoShape 67" o:spid="_x0000_s1026" type="#_x0000_t32" style="position:absolute;margin-left:-30.7pt;margin-top:-14.5pt;width:.4pt;height:799.5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2880" behindDoc="0" locked="0" layoutInCell="1" allowOverlap="1" wp14:anchorId="1EEE954D" wp14:editId="41E26EC8">
              <wp:simplePos x="0" y="0"/>
              <wp:positionH relativeFrom="column">
                <wp:posOffset>6284595</wp:posOffset>
              </wp:positionH>
              <wp:positionV relativeFrom="paragraph">
                <wp:posOffset>-184150</wp:posOffset>
              </wp:positionV>
              <wp:extent cx="635" cy="10154285"/>
              <wp:effectExtent l="17145" t="15875" r="10795" b="12065"/>
              <wp:wrapNone/>
              <wp:docPr id="42" name="AutoShap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15428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1DAF7FCF" id="AutoShape 68" o:spid="_x0000_s1026" type="#_x0000_t32" style="position:absolute;margin-left:494.85pt;margin-top:-14.5pt;width:.05pt;height:799.5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6C0D742" wp14:editId="4F0EC855">
              <wp:simplePos x="0" y="0"/>
              <wp:positionH relativeFrom="column">
                <wp:posOffset>4359910</wp:posOffset>
              </wp:positionH>
              <wp:positionV relativeFrom="paragraph">
                <wp:posOffset>-377190</wp:posOffset>
              </wp:positionV>
              <wp:extent cx="1924050" cy="385445"/>
              <wp:effectExtent l="0" t="3810" r="2540" b="1270"/>
              <wp:wrapNone/>
              <wp:docPr id="41" name="Text Box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16B7A4" w14:textId="77777777" w:rsidR="00706B3B" w:rsidRPr="006F47D6" w:rsidRDefault="00706B3B" w:rsidP="00122A02">
                          <w:pPr>
                            <w:ind w:right="-1928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ГОСТ</w:t>
                          </w:r>
                          <w:r w:rsidRPr="006F47D6">
                            <w:rPr>
                              <w:sz w:val="24"/>
                              <w:szCs w:val="24"/>
                            </w:rPr>
                            <w:t xml:space="preserve"> 2.503-</w:t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 w:rsidRPr="006F47D6">
                            <w:rPr>
                              <w:sz w:val="24"/>
                              <w:szCs w:val="24"/>
                            </w:rPr>
                            <w:t>0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13   </w:t>
                          </w:r>
                          <w:r w:rsidRPr="006F47D6">
                            <w:rPr>
                              <w:sz w:val="24"/>
                              <w:szCs w:val="24"/>
                            </w:rPr>
                            <w:t>Форма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1" o:spid="_x0000_s1034" type="#_x0000_t202" style="position:absolute;left:0;text-align:left;margin-left:343.3pt;margin-top:-29.7pt;width:151.5pt;height:30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eEdtw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" filled="f" stroked="f">
              <v:textbox>
                <w:txbxContent>
                  <w:p w14:paraId="3816B7A4" w14:textId="77777777" w:rsidR="00706B3B" w:rsidRPr="006F47D6" w:rsidRDefault="00706B3B" w:rsidP="00122A02">
                    <w:pPr>
                      <w:ind w:right="-1928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ГОСТ</w:t>
                    </w:r>
                    <w:r w:rsidRPr="006F47D6">
                      <w:rPr>
                        <w:sz w:val="24"/>
                        <w:szCs w:val="24"/>
                      </w:rPr>
                      <w:t xml:space="preserve"> 2.503-</w:t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 w:rsidRPr="006F47D6">
                      <w:rPr>
                        <w:sz w:val="24"/>
                        <w:szCs w:val="24"/>
                      </w:rPr>
                      <w:t>0</w:t>
                    </w:r>
                    <w:r>
                      <w:rPr>
                        <w:sz w:val="24"/>
                        <w:szCs w:val="24"/>
                      </w:rPr>
                      <w:t xml:space="preserve">13   </w:t>
                    </w:r>
                    <w:r w:rsidRPr="006F47D6">
                      <w:rPr>
                        <w:sz w:val="24"/>
                        <w:szCs w:val="24"/>
                      </w:rPr>
                      <w:t>Форма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528380E" wp14:editId="72FB1606">
              <wp:simplePos x="0" y="0"/>
              <wp:positionH relativeFrom="column">
                <wp:posOffset>698500</wp:posOffset>
              </wp:positionH>
              <wp:positionV relativeFrom="paragraph">
                <wp:posOffset>8255</wp:posOffset>
              </wp:positionV>
              <wp:extent cx="5584825" cy="635"/>
              <wp:effectExtent l="12700" t="17780" r="12700" b="10160"/>
              <wp:wrapNone/>
              <wp:docPr id="40" name="AutoShape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8482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2FCCA143" id="AutoShape 79" o:spid="_x0000_s1026" type="#_x0000_t32" style="position:absolute;margin-left:55pt;margin-top:.65pt;width:439.75pt;height: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0832" behindDoc="0" locked="0" layoutInCell="1" allowOverlap="1" wp14:anchorId="2588D313" wp14:editId="0D165327">
              <wp:simplePos x="0" y="0"/>
              <wp:positionH relativeFrom="column">
                <wp:posOffset>-386715</wp:posOffset>
              </wp:positionH>
              <wp:positionV relativeFrom="paragraph">
                <wp:posOffset>-172720</wp:posOffset>
              </wp:positionV>
              <wp:extent cx="6659880" cy="0"/>
              <wp:effectExtent l="13335" t="17780" r="13335" b="10795"/>
              <wp:wrapNone/>
              <wp:docPr id="39" name="AutoShap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474EF0E8" id="AutoShape 66" o:spid="_x0000_s1026" type="#_x0000_t32" style="position:absolute;margin-left:-30.45pt;margin-top:-13.6pt;width:524.4pt;height: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" strokeweight="1.5pt"/>
          </w:pict>
        </mc:Fallback>
      </mc:AlternateContent>
    </w:r>
  </w:p>
  <w:p w14:paraId="3C27BB1A" w14:textId="77777777" w:rsidR="00706B3B" w:rsidRDefault="00111DA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C80AB14" wp14:editId="5F2FE2AC">
              <wp:simplePos x="0" y="0"/>
              <wp:positionH relativeFrom="column">
                <wp:posOffset>4725035</wp:posOffset>
              </wp:positionH>
              <wp:positionV relativeFrom="paragraph">
                <wp:posOffset>56515</wp:posOffset>
              </wp:positionV>
              <wp:extent cx="635" cy="780415"/>
              <wp:effectExtent l="10160" t="18415" r="17780" b="10795"/>
              <wp:wrapNone/>
              <wp:docPr id="38" name="AutoShap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78041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674C51BF" id="AutoShape 86" o:spid="_x0000_s1026" type="#_x0000_t32" style="position:absolute;margin-left:372.05pt;margin-top:4.45pt;width:.05pt;height:6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3904" behindDoc="0" locked="0" layoutInCell="1" allowOverlap="1" wp14:anchorId="4B17DA78" wp14:editId="6D24FC57">
              <wp:simplePos x="0" y="0"/>
              <wp:positionH relativeFrom="column">
                <wp:posOffset>-385445</wp:posOffset>
              </wp:positionH>
              <wp:positionV relativeFrom="paragraph">
                <wp:posOffset>56515</wp:posOffset>
              </wp:positionV>
              <wp:extent cx="6659880" cy="0"/>
              <wp:effectExtent l="14605" t="18415" r="12065" b="10160"/>
              <wp:wrapNone/>
              <wp:docPr id="37" name="AutoShap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5F58FCCE" id="AutoShape 69" o:spid="_x0000_s1026" type="#_x0000_t32" style="position:absolute;margin-left:-30.35pt;margin-top:4.45pt;width:524.4pt;height:0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F19223" wp14:editId="54801E5B">
              <wp:simplePos x="0" y="0"/>
              <wp:positionH relativeFrom="column">
                <wp:posOffset>4004945</wp:posOffset>
              </wp:positionH>
              <wp:positionV relativeFrom="paragraph">
                <wp:posOffset>56515</wp:posOffset>
              </wp:positionV>
              <wp:extent cx="0" cy="374650"/>
              <wp:effectExtent l="13970" t="18415" r="14605" b="16510"/>
              <wp:wrapNone/>
              <wp:docPr id="36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7465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5FB09707" id="AutoShape 85" o:spid="_x0000_s1026" type="#_x0000_t32" style="position:absolute;margin-left:315.35pt;margin-top:4.45pt;width:0;height:2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197A80" wp14:editId="367D5A7D">
              <wp:simplePos x="0" y="0"/>
              <wp:positionH relativeFrom="column">
                <wp:posOffset>2610485</wp:posOffset>
              </wp:positionH>
              <wp:positionV relativeFrom="paragraph">
                <wp:posOffset>66040</wp:posOffset>
              </wp:positionV>
              <wp:extent cx="0" cy="374650"/>
              <wp:effectExtent l="10160" t="18415" r="18415" b="16510"/>
              <wp:wrapNone/>
              <wp:docPr id="35" name="AutoShap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7465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10040A13" id="AutoShape 83" o:spid="_x0000_s1026" type="#_x0000_t32" style="position:absolute;margin-left:205.55pt;margin-top:5.2pt;width:0;height: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2054D06" wp14:editId="206889F7">
              <wp:simplePos x="0" y="0"/>
              <wp:positionH relativeFrom="column">
                <wp:posOffset>5577840</wp:posOffset>
              </wp:positionH>
              <wp:positionV relativeFrom="paragraph">
                <wp:posOffset>56515</wp:posOffset>
              </wp:positionV>
              <wp:extent cx="0" cy="374650"/>
              <wp:effectExtent l="15240" t="18415" r="13335" b="16510"/>
              <wp:wrapNone/>
              <wp:docPr id="34" name="AutoShape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7465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4EA24F9C" id="AutoShape 88" o:spid="_x0000_s1026" type="#_x0000_t32" style="position:absolute;margin-left:439.2pt;margin-top:4.45pt;width:0;height:2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" strokeweight="1.5pt"/>
          </w:pict>
        </mc:Fallback>
      </mc:AlternateContent>
    </w:r>
  </w:p>
  <w:p w14:paraId="5B41A24B" w14:textId="77777777" w:rsidR="00706B3B" w:rsidRDefault="00111DA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8197B5" wp14:editId="37A5D678">
              <wp:simplePos x="0" y="0"/>
              <wp:positionH relativeFrom="column">
                <wp:posOffset>4734560</wp:posOffset>
              </wp:positionH>
              <wp:positionV relativeFrom="paragraph">
                <wp:posOffset>105410</wp:posOffset>
              </wp:positionV>
              <wp:extent cx="1548130" cy="0"/>
              <wp:effectExtent l="10160" t="10160" r="13335" b="18415"/>
              <wp:wrapNone/>
              <wp:docPr id="33" name="AutoShap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54813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4FF4AB59" id="AutoShape 84" o:spid="_x0000_s1026" type="#_x0000_t32" style="position:absolute;margin-left:372.8pt;margin-top:8.3pt;width:121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02179A8" wp14:editId="4F45077C">
              <wp:simplePos x="0" y="0"/>
              <wp:positionH relativeFrom="column">
                <wp:posOffset>-377190</wp:posOffset>
              </wp:positionH>
              <wp:positionV relativeFrom="paragraph">
                <wp:posOffset>105410</wp:posOffset>
              </wp:positionV>
              <wp:extent cx="2987675" cy="0"/>
              <wp:effectExtent l="13335" t="10160" r="18415" b="18415"/>
              <wp:wrapNone/>
              <wp:docPr id="32" name="AutoShap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9876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67F405E3" id="AutoShape 81" o:spid="_x0000_s1026" type="#_x0000_t32" style="position:absolute;margin-left:-29.7pt;margin-top:8.3pt;width:235.2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" strokeweight="1.5pt"/>
          </w:pict>
        </mc:Fallback>
      </mc:AlternateContent>
    </w:r>
  </w:p>
  <w:p w14:paraId="7FFC0CE1" w14:textId="77777777" w:rsidR="00706B3B" w:rsidRPr="009A5EB6" w:rsidRDefault="00706B3B" w:rsidP="009B3C77">
    <w:pPr>
      <w:framePr w:w="3092" w:h="304" w:hRule="exact" w:hSpace="142" w:wrap="notBeside" w:vAnchor="page" w:hAnchor="page" w:x="1082" w:y="2322" w:anchorLock="1"/>
      <w:rPr>
        <w:sz w:val="24"/>
        <w:szCs w:val="24"/>
      </w:rPr>
    </w:pPr>
    <w:r>
      <w:rPr>
        <w:sz w:val="24"/>
        <w:szCs w:val="24"/>
      </w:rPr>
      <w:t>Указание о заделе</w:t>
    </w:r>
  </w:p>
  <w:p w14:paraId="03871AB0" w14:textId="77777777" w:rsidR="00706B3B" w:rsidRDefault="00706B3B" w:rsidP="009B3C77">
    <w:pPr>
      <w:pStyle w:val="a9"/>
      <w:framePr w:w="3092" w:h="304" w:hRule="exact" w:hSpace="142" w:wrap="notBeside" w:vAnchor="page" w:hAnchor="page" w:x="1082" w:y="2322" w:anchorLock="1"/>
      <w:spacing w:before="20"/>
      <w:ind w:left="142" w:right="108"/>
      <w:jc w:val="center"/>
    </w:pPr>
  </w:p>
  <w:p w14:paraId="71178AA8" w14:textId="77777777" w:rsidR="00706B3B" w:rsidRDefault="00706B3B" w:rsidP="00CC6255">
    <w:pPr>
      <w:pStyle w:val="a9"/>
      <w:framePr w:w="1076" w:h="269" w:hRule="exact" w:hSpace="142" w:wrap="notBeside" w:vAnchor="page" w:hAnchor="page" w:x="10440" w:y="1399" w:anchorLock="1"/>
      <w:ind w:left="142" w:right="108"/>
      <w:jc w:val="center"/>
    </w:pPr>
    <w:r>
      <w:t>3</w:t>
    </w:r>
  </w:p>
  <w:p w14:paraId="2F2F3C21" w14:textId="77777777" w:rsidR="00706B3B" w:rsidRPr="005E6AF6" w:rsidRDefault="00111DA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63CF7CA" wp14:editId="0BFACEC3">
              <wp:simplePos x="0" y="0"/>
              <wp:positionH relativeFrom="column">
                <wp:posOffset>-377190</wp:posOffset>
              </wp:positionH>
              <wp:positionV relativeFrom="paragraph">
                <wp:posOffset>121285</wp:posOffset>
              </wp:positionV>
              <wp:extent cx="6659880" cy="0"/>
              <wp:effectExtent l="13335" t="16510" r="13335" b="12065"/>
              <wp:wrapNone/>
              <wp:docPr id="31" name="AutoShap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40FF0D7F" id="AutoShape 98" o:spid="_x0000_s1026" type="#_x0000_t32" style="position:absolute;margin-left:-29.7pt;margin-top:9.55pt;width:524.4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2FDAC22B" wp14:editId="7657AF5A">
              <wp:simplePos x="0" y="0"/>
              <wp:positionH relativeFrom="column">
                <wp:posOffset>-389890</wp:posOffset>
              </wp:positionH>
              <wp:positionV relativeFrom="paragraph">
                <wp:posOffset>125095</wp:posOffset>
              </wp:positionV>
              <wp:extent cx="6659880" cy="0"/>
              <wp:effectExtent l="10160" t="10795" r="16510" b="17780"/>
              <wp:wrapNone/>
              <wp:docPr id="30" name="AutoShap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0629FF89" id="AutoShape 70" o:spid="_x0000_s1026" type="#_x0000_t32" style="position:absolute;margin-left:-30.7pt;margin-top:9.85pt;width:524.4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" strokeweight="1.5pt"/>
          </w:pict>
        </mc:Fallback>
      </mc:AlternateContent>
    </w:r>
  </w:p>
  <w:p w14:paraId="42228372" w14:textId="77777777" w:rsidR="00706B3B" w:rsidRPr="0084149C" w:rsidRDefault="00706B3B" w:rsidP="006344E0">
    <w:pPr>
      <w:framePr w:w="2177" w:h="276" w:hRule="exact" w:hSpace="142" w:wrap="notBeside" w:vAnchor="page" w:hAnchor="page" w:x="9141" w:y="1674" w:anchorLock="1"/>
      <w:jc w:val="center"/>
      <w:rPr>
        <w:sz w:val="24"/>
        <w:szCs w:val="24"/>
      </w:rPr>
    </w:pPr>
    <w:r>
      <w:rPr>
        <w:sz w:val="24"/>
        <w:szCs w:val="24"/>
      </w:rPr>
      <w:t>Код</w:t>
    </w:r>
  </w:p>
  <w:p w14:paraId="411994DD" w14:textId="77777777" w:rsidR="00706B3B" w:rsidRPr="009A5EB6" w:rsidRDefault="00706B3B" w:rsidP="00384D40">
    <w:pPr>
      <w:framePr w:w="2925" w:h="586" w:hRule="exact" w:hSpace="142" w:wrap="notBeside" w:vAnchor="page" w:hAnchor="page" w:x="1142" w:y="1771" w:anchorLock="1"/>
      <w:rPr>
        <w:sz w:val="24"/>
        <w:szCs w:val="24"/>
      </w:rPr>
    </w:pPr>
    <w:r>
      <w:rPr>
        <w:sz w:val="24"/>
        <w:szCs w:val="24"/>
      </w:rPr>
      <w:t>Причина</w:t>
    </w:r>
  </w:p>
  <w:p w14:paraId="0D70C412" w14:textId="77777777" w:rsidR="00706B3B" w:rsidRDefault="00706B3B" w:rsidP="00384D40">
    <w:pPr>
      <w:pStyle w:val="a9"/>
      <w:framePr w:w="2925" w:h="586" w:hRule="exact" w:hSpace="142" w:wrap="notBeside" w:vAnchor="page" w:hAnchor="page" w:x="1142" w:y="1771" w:anchorLock="1"/>
      <w:spacing w:before="20"/>
      <w:ind w:left="142" w:right="108"/>
      <w:jc w:val="center"/>
    </w:pPr>
  </w:p>
  <w:p w14:paraId="3A1E9B97" w14:textId="77777777" w:rsidR="00706B3B" w:rsidRDefault="00111DA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EF17B1" wp14:editId="1B6CAEDB">
              <wp:simplePos x="0" y="0"/>
              <wp:positionH relativeFrom="column">
                <wp:posOffset>4734560</wp:posOffset>
              </wp:positionH>
              <wp:positionV relativeFrom="paragraph">
                <wp:posOffset>164465</wp:posOffset>
              </wp:positionV>
              <wp:extent cx="1548130" cy="0"/>
              <wp:effectExtent l="10160" t="12065" r="13335" b="16510"/>
              <wp:wrapNone/>
              <wp:docPr id="29" name="AutoShap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54813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6159FDC3" id="AutoShape 87" o:spid="_x0000_s1026" type="#_x0000_t32" style="position:absolute;margin-left:372.8pt;margin-top:12.95pt;width:121.9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" strokeweight="1.5pt"/>
          </w:pict>
        </mc:Fallback>
      </mc:AlternateContent>
    </w:r>
  </w:p>
  <w:p w14:paraId="4343BA69" w14:textId="77777777" w:rsidR="00706B3B" w:rsidRDefault="00706B3B">
    <w:pPr>
      <w:pStyle w:val="a3"/>
    </w:pPr>
  </w:p>
  <w:p w14:paraId="18531DB9" w14:textId="77777777" w:rsidR="00706B3B" w:rsidRDefault="00111DA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337CBAF6" wp14:editId="531D3A12">
              <wp:simplePos x="0" y="0"/>
              <wp:positionH relativeFrom="column">
                <wp:posOffset>-377190</wp:posOffset>
              </wp:positionH>
              <wp:positionV relativeFrom="paragraph">
                <wp:posOffset>61595</wp:posOffset>
              </wp:positionV>
              <wp:extent cx="6659880" cy="0"/>
              <wp:effectExtent l="13335" t="13970" r="13335" b="14605"/>
              <wp:wrapNone/>
              <wp:docPr id="28" name="AutoShap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7308B573" id="AutoShape 71" o:spid="_x0000_s1026" type="#_x0000_t32" style="position:absolute;margin-left:-29.7pt;margin-top:4.85pt;width:524.4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" strokeweight="1.5pt"/>
          </w:pict>
        </mc:Fallback>
      </mc:AlternateContent>
    </w:r>
  </w:p>
  <w:p w14:paraId="47A7F1F0" w14:textId="77777777" w:rsidR="00706B3B" w:rsidRDefault="00111DA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2349A20D" wp14:editId="5ADA9A92">
              <wp:simplePos x="0" y="0"/>
              <wp:positionH relativeFrom="column">
                <wp:posOffset>-389890</wp:posOffset>
              </wp:positionH>
              <wp:positionV relativeFrom="paragraph">
                <wp:posOffset>119380</wp:posOffset>
              </wp:positionV>
              <wp:extent cx="6659880" cy="0"/>
              <wp:effectExtent l="10160" t="14605" r="16510" b="13970"/>
              <wp:wrapNone/>
              <wp:docPr id="27" name="AutoShap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28861115" id="AutoShape 72" o:spid="_x0000_s1026" type="#_x0000_t32" style="position:absolute;margin-left:-30.7pt;margin-top:9.4pt;width:524.4pt;height: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" strokeweight="1.5pt"/>
          </w:pict>
        </mc:Fallback>
      </mc:AlternateContent>
    </w:r>
  </w:p>
  <w:p w14:paraId="10F952B7" w14:textId="77777777" w:rsidR="00706B3B" w:rsidRDefault="00706B3B" w:rsidP="009C5696">
    <w:pPr>
      <w:pStyle w:val="a9"/>
      <w:framePr w:w="4605" w:h="661" w:hRule="exact" w:hSpace="142" w:wrap="notBeside" w:vAnchor="page" w:hAnchor="page" w:x="4374" w:y="1771" w:anchorLock="1"/>
      <w:spacing w:before="20"/>
      <w:ind w:left="142" w:right="108"/>
      <w:jc w:val="center"/>
    </w:pPr>
  </w:p>
  <w:p w14:paraId="47E6F7BE" w14:textId="77777777" w:rsidR="00706B3B" w:rsidRDefault="00111DA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0F68C8AE" wp14:editId="41E7756E">
              <wp:simplePos x="0" y="0"/>
              <wp:positionH relativeFrom="column">
                <wp:posOffset>-389890</wp:posOffset>
              </wp:positionH>
              <wp:positionV relativeFrom="paragraph">
                <wp:posOffset>149225</wp:posOffset>
              </wp:positionV>
              <wp:extent cx="6659880" cy="0"/>
              <wp:effectExtent l="10160" t="15875" r="16510" b="12700"/>
              <wp:wrapNone/>
              <wp:docPr id="26" name="AutoShap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60D87972" id="AutoShape 73" o:spid="_x0000_s1026" type="#_x0000_t32" style="position:absolute;margin-left:-30.7pt;margin-top:11.75pt;width:524.4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" strokeweight="1.5pt"/>
          </w:pict>
        </mc:Fallback>
      </mc:AlternateContent>
    </w:r>
  </w:p>
  <w:p w14:paraId="02BB15E2" w14:textId="77777777" w:rsidR="00706B3B" w:rsidRDefault="00706B3B" w:rsidP="00F60607">
    <w:pPr>
      <w:pStyle w:val="a9"/>
      <w:framePr w:w="7245" w:h="285" w:hRule="exact" w:hSpace="142" w:wrap="notBeside" w:vAnchor="page" w:hAnchor="page" w:x="4201" w:y="3208" w:anchorLock="1"/>
      <w:ind w:right="0"/>
    </w:pPr>
  </w:p>
  <w:p w14:paraId="5E433B1E" w14:textId="77777777" w:rsidR="00706B3B" w:rsidRDefault="00706B3B">
    <w:pPr>
      <w:pStyle w:val="a3"/>
    </w:pPr>
  </w:p>
  <w:p w14:paraId="543FDAB2" w14:textId="77777777" w:rsidR="00706B3B" w:rsidRDefault="00111DA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6790DBF8" wp14:editId="3B539F39">
              <wp:simplePos x="0" y="0"/>
              <wp:positionH relativeFrom="column">
                <wp:posOffset>-386715</wp:posOffset>
              </wp:positionH>
              <wp:positionV relativeFrom="paragraph">
                <wp:posOffset>17145</wp:posOffset>
              </wp:positionV>
              <wp:extent cx="6659880" cy="0"/>
              <wp:effectExtent l="13335" t="17145" r="13335" b="11430"/>
              <wp:wrapNone/>
              <wp:docPr id="25" name="AutoShap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1231EC85" id="AutoShape 74" o:spid="_x0000_s1026" type="#_x0000_t32" style="position:absolute;margin-left:-30.45pt;margin-top:1.35pt;width:524.4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" strokeweight="1.5pt"/>
          </w:pict>
        </mc:Fallback>
      </mc:AlternateContent>
    </w:r>
  </w:p>
  <w:p w14:paraId="30B5C59E" w14:textId="77777777" w:rsidR="00706B3B" w:rsidRPr="008647DC" w:rsidRDefault="00706B3B" w:rsidP="00934443">
    <w:pPr>
      <w:pStyle w:val="a9"/>
      <w:framePr w:w="2664" w:h="273" w:hRule="exact" w:hSpace="142" w:wrap="notBeside" w:vAnchor="page" w:hAnchor="page" w:x="4179" w:y="761" w:anchorLock="1"/>
      <w:spacing w:before="20"/>
      <w:ind w:left="113" w:right="0"/>
      <w:rPr>
        <w:szCs w:val="24"/>
      </w:rPr>
    </w:pPr>
  </w:p>
  <w:p w14:paraId="486B07E7" w14:textId="77777777" w:rsidR="00706B3B" w:rsidRDefault="00111DA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1210174A" wp14:editId="0E5A3399">
              <wp:simplePos x="0" y="0"/>
              <wp:positionH relativeFrom="column">
                <wp:posOffset>-377190</wp:posOffset>
              </wp:positionH>
              <wp:positionV relativeFrom="paragraph">
                <wp:posOffset>75565</wp:posOffset>
              </wp:positionV>
              <wp:extent cx="6659880" cy="0"/>
              <wp:effectExtent l="13335" t="18415" r="13335" b="10160"/>
              <wp:wrapNone/>
              <wp:docPr id="24" name="AutoShap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74ED4A13" id="AutoShape 75" o:spid="_x0000_s1026" type="#_x0000_t32" style="position:absolute;margin-left:-29.7pt;margin-top:5.95pt;width:524.4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" strokeweight="1.5pt"/>
          </w:pict>
        </mc:Fallback>
      </mc:AlternateContent>
    </w:r>
  </w:p>
  <w:p w14:paraId="4D1B0A06" w14:textId="77777777" w:rsidR="00706B3B" w:rsidRDefault="00111DA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357A3386" wp14:editId="2C176556">
              <wp:simplePos x="0" y="0"/>
              <wp:positionH relativeFrom="column">
                <wp:posOffset>-385445</wp:posOffset>
              </wp:positionH>
              <wp:positionV relativeFrom="paragraph">
                <wp:posOffset>133985</wp:posOffset>
              </wp:positionV>
              <wp:extent cx="6659880" cy="0"/>
              <wp:effectExtent l="14605" t="10160" r="12065" b="18415"/>
              <wp:wrapNone/>
              <wp:docPr id="23" name="AutoShap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59554D20" id="AutoShape 76" o:spid="_x0000_s1026" type="#_x0000_t32" style="position:absolute;margin-left:-30.35pt;margin-top:10.55pt;width:524.4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" strokeweight="1.5pt"/>
          </w:pict>
        </mc:Fallback>
      </mc:AlternateContent>
    </w:r>
  </w:p>
  <w:p w14:paraId="215C719B" w14:textId="77777777" w:rsidR="00706B3B" w:rsidRPr="00833FA3" w:rsidRDefault="00706B3B" w:rsidP="009B3C77">
    <w:pPr>
      <w:framePr w:w="3072" w:h="318" w:hRule="exact" w:hSpace="142" w:wrap="notBeside" w:vAnchor="page" w:hAnchor="page" w:x="1115" w:y="3207" w:anchorLock="1"/>
      <w:rPr>
        <w:sz w:val="24"/>
        <w:szCs w:val="24"/>
      </w:rPr>
    </w:pPr>
    <w:r w:rsidRPr="00833FA3">
      <w:rPr>
        <w:sz w:val="24"/>
        <w:szCs w:val="24"/>
      </w:rPr>
      <w:t>Применяемость</w:t>
    </w:r>
  </w:p>
  <w:p w14:paraId="727F1096" w14:textId="77777777" w:rsidR="00706B3B" w:rsidRPr="00833FA3" w:rsidRDefault="00706B3B" w:rsidP="006D475E">
    <w:pPr>
      <w:framePr w:w="2971" w:h="302" w:hRule="exact" w:hSpace="142" w:wrap="notBeside" w:vAnchor="page" w:hAnchor="page" w:x="1103" w:y="3593" w:anchorLock="1"/>
      <w:rPr>
        <w:sz w:val="24"/>
        <w:szCs w:val="24"/>
      </w:rPr>
    </w:pPr>
    <w:r w:rsidRPr="00833FA3">
      <w:rPr>
        <w:sz w:val="24"/>
        <w:szCs w:val="24"/>
      </w:rPr>
      <w:t>Разослать</w:t>
    </w:r>
  </w:p>
  <w:p w14:paraId="0FAC3D10" w14:textId="77777777" w:rsidR="00706B3B" w:rsidRPr="0084149C" w:rsidRDefault="00706B3B" w:rsidP="0064286C">
    <w:pPr>
      <w:framePr w:w="1515" w:h="307" w:hRule="exact" w:hSpace="142" w:wrap="notBeside" w:vAnchor="page" w:hAnchor="page" w:x="4269" w:y="1081" w:anchorLock="1"/>
      <w:rPr>
        <w:sz w:val="24"/>
        <w:szCs w:val="24"/>
      </w:rPr>
    </w:pPr>
    <w:r>
      <w:rPr>
        <w:sz w:val="24"/>
        <w:szCs w:val="24"/>
      </w:rPr>
      <w:t>Срок изм.</w:t>
    </w:r>
  </w:p>
  <w:p w14:paraId="5DAF37F2" w14:textId="77777777" w:rsidR="00706B3B" w:rsidRDefault="00706B3B" w:rsidP="0064286C">
    <w:pPr>
      <w:pStyle w:val="a9"/>
      <w:framePr w:w="1515" w:h="307" w:hRule="exact" w:hSpace="142" w:wrap="notBeside" w:vAnchor="page" w:hAnchor="page" w:x="4269" w:y="1081" w:anchorLock="1"/>
      <w:spacing w:before="20"/>
      <w:ind w:left="142" w:right="108"/>
      <w:jc w:val="center"/>
    </w:pPr>
  </w:p>
  <w:p w14:paraId="26023467" w14:textId="77777777" w:rsidR="00706B3B" w:rsidRPr="00833FA3" w:rsidRDefault="00706B3B" w:rsidP="00841718">
    <w:pPr>
      <w:framePr w:w="7141" w:h="286" w:hRule="exact" w:hSpace="142" w:wrap="notBeside" w:vAnchor="page" w:hAnchor="page" w:x="4214" w:y="4170" w:anchorLock="1"/>
      <w:spacing w:before="10"/>
      <w:jc w:val="center"/>
      <w:rPr>
        <w:sz w:val="24"/>
        <w:szCs w:val="24"/>
      </w:rPr>
    </w:pPr>
    <w:r w:rsidRPr="00833FA3">
      <w:rPr>
        <w:sz w:val="24"/>
        <w:szCs w:val="24"/>
      </w:rPr>
      <w:t>Содержание изменения</w:t>
    </w:r>
  </w:p>
  <w:p w14:paraId="3DA12610" w14:textId="77777777" w:rsidR="00706B3B" w:rsidRDefault="00706B3B" w:rsidP="006344E0">
    <w:pPr>
      <w:pStyle w:val="a9"/>
      <w:framePr w:w="2396" w:h="312" w:hRule="exact" w:hSpace="142" w:wrap="notBeside" w:vAnchor="page" w:hAnchor="page" w:x="9113" w:y="1977" w:anchorLock="1"/>
      <w:spacing w:before="20"/>
      <w:ind w:left="142" w:right="108"/>
      <w:jc w:val="center"/>
    </w:pPr>
    <w:r>
      <w:t>9</w:t>
    </w:r>
  </w:p>
  <w:p w14:paraId="6A3E1B10" w14:textId="77777777" w:rsidR="00706B3B" w:rsidRPr="0084149C" w:rsidRDefault="00706B3B" w:rsidP="0064286C">
    <w:pPr>
      <w:framePr w:w="1260" w:h="350" w:hRule="exact" w:hSpace="142" w:wrap="notBeside" w:vAnchor="page" w:hAnchor="page" w:x="9189" w:y="1081" w:anchorLock="1"/>
      <w:spacing w:before="20"/>
      <w:rPr>
        <w:sz w:val="24"/>
        <w:szCs w:val="24"/>
      </w:rPr>
    </w:pPr>
    <w:r>
      <w:rPr>
        <w:sz w:val="24"/>
        <w:szCs w:val="24"/>
      </w:rPr>
      <w:t>Лист</w:t>
    </w:r>
  </w:p>
  <w:p w14:paraId="6BA11A30" w14:textId="77777777" w:rsidR="00706B3B" w:rsidRPr="0084149C" w:rsidRDefault="00706B3B" w:rsidP="00F60607">
    <w:pPr>
      <w:framePr w:w="1288" w:h="286" w:hRule="exact" w:hSpace="142" w:wrap="notBeside" w:vAnchor="page" w:hAnchor="page" w:x="2844" w:y="481" w:anchorLock="1"/>
      <w:jc w:val="center"/>
      <w:rPr>
        <w:sz w:val="24"/>
        <w:szCs w:val="24"/>
      </w:rPr>
    </w:pPr>
    <w:r w:rsidRPr="0084149C">
      <w:rPr>
        <w:sz w:val="24"/>
        <w:szCs w:val="24"/>
      </w:rPr>
      <w:t>Отдел</w:t>
    </w:r>
  </w:p>
  <w:p w14:paraId="1E769A6D" w14:textId="77777777" w:rsidR="00706B3B" w:rsidRPr="008647DC" w:rsidRDefault="00706B3B" w:rsidP="005E6AF6">
    <w:pPr>
      <w:pStyle w:val="a9"/>
      <w:framePr w:w="3108" w:h="259" w:hRule="exact" w:hSpace="142" w:wrap="notBeside" w:vAnchor="page" w:hAnchor="page" w:x="1031" w:y="1398" w:anchorLock="1"/>
      <w:ind w:left="142" w:right="108"/>
      <w:rPr>
        <w:szCs w:val="24"/>
      </w:rPr>
    </w:pPr>
    <w:r>
      <w:rPr>
        <w:szCs w:val="24"/>
      </w:rPr>
      <w:t>05</w:t>
    </w:r>
    <w:r w:rsidRPr="003514F5">
      <w:rPr>
        <w:szCs w:val="24"/>
      </w:rPr>
      <w:t>.</w:t>
    </w:r>
    <w:r>
      <w:rPr>
        <w:szCs w:val="24"/>
      </w:rPr>
      <w:t>05</w:t>
    </w:r>
    <w:r w:rsidRPr="003514F5">
      <w:rPr>
        <w:szCs w:val="24"/>
      </w:rPr>
      <w:t>.20</w:t>
    </w:r>
    <w:r>
      <w:rPr>
        <w:szCs w:val="24"/>
      </w:rPr>
      <w:t>22</w:t>
    </w:r>
    <w:r w:rsidRPr="003514F5">
      <w:rPr>
        <w:szCs w:val="24"/>
      </w:rPr>
      <w:t xml:space="preserve"> г.</w:t>
    </w:r>
  </w:p>
  <w:p w14:paraId="470F0C28" w14:textId="77777777" w:rsidR="00706B3B" w:rsidRPr="008017E8" w:rsidRDefault="00706B3B" w:rsidP="005E1377">
    <w:pPr>
      <w:framePr w:w="2055" w:h="241" w:hRule="exact" w:hSpace="142" w:wrap="notBeside" w:vAnchor="page" w:hAnchor="page" w:x="2954" w:y="14689" w:anchorLock="1"/>
      <w:rPr>
        <w:sz w:val="24"/>
        <w:szCs w:val="24"/>
      </w:rPr>
    </w:pPr>
    <w:r>
      <w:rPr>
        <w:sz w:val="24"/>
        <w:szCs w:val="24"/>
      </w:rPr>
      <w:t xml:space="preserve"> </w:t>
    </w:r>
    <w:r w:rsidRPr="008017E8">
      <w:rPr>
        <w:sz w:val="24"/>
        <w:szCs w:val="24"/>
      </w:rPr>
      <w:t>Составил</w:t>
    </w:r>
  </w:p>
  <w:p w14:paraId="27523C17" w14:textId="77777777" w:rsidR="00706B3B" w:rsidRPr="008017E8" w:rsidRDefault="00706B3B" w:rsidP="00347E30">
    <w:pPr>
      <w:framePr w:w="2025" w:h="285" w:hRule="exact" w:hSpace="142" w:wrap="notBeside" w:vAnchor="page" w:hAnchor="page" w:x="5011" w:y="14684" w:anchorLock="1"/>
      <w:rPr>
        <w:sz w:val="24"/>
        <w:szCs w:val="24"/>
      </w:rPr>
    </w:pPr>
    <w:r>
      <w:rPr>
        <w:sz w:val="24"/>
        <w:szCs w:val="24"/>
      </w:rPr>
      <w:t xml:space="preserve"> Проверил</w:t>
    </w:r>
  </w:p>
  <w:p w14:paraId="18D804DE" w14:textId="77777777" w:rsidR="00706B3B" w:rsidRPr="008017E8" w:rsidRDefault="00706B3B" w:rsidP="00347E30">
    <w:pPr>
      <w:framePr w:w="1975" w:h="273" w:hRule="exact" w:hSpace="142" w:wrap="notBeside" w:vAnchor="page" w:hAnchor="page" w:x="7195" w:y="14696" w:anchorLock="1"/>
      <w:rPr>
        <w:sz w:val="24"/>
        <w:szCs w:val="24"/>
      </w:rPr>
    </w:pPr>
    <w:r>
      <w:rPr>
        <w:sz w:val="24"/>
        <w:szCs w:val="24"/>
      </w:rPr>
      <w:t>Н. контроль</w:t>
    </w:r>
  </w:p>
  <w:p w14:paraId="323F6934" w14:textId="77777777" w:rsidR="00706B3B" w:rsidRPr="008017E8" w:rsidRDefault="00706B3B" w:rsidP="00EF78AE">
    <w:pPr>
      <w:framePr w:w="10342" w:h="255" w:hRule="exact" w:hSpace="142" w:wrap="notBeside" w:vAnchor="page" w:hAnchor="page" w:x="1089" w:y="15503" w:anchorLock="1"/>
      <w:rPr>
        <w:sz w:val="24"/>
        <w:szCs w:val="24"/>
      </w:rPr>
    </w:pPr>
    <w:r w:rsidRPr="008017E8">
      <w:rPr>
        <w:sz w:val="24"/>
        <w:szCs w:val="24"/>
      </w:rPr>
      <w:t>Подпись</w:t>
    </w:r>
  </w:p>
  <w:p w14:paraId="45B3BE57" w14:textId="77777777" w:rsidR="00706B3B" w:rsidRDefault="00111DA8" w:rsidP="00CC6255">
    <w:pPr>
      <w:pStyle w:val="a9"/>
      <w:framePr w:w="1344" w:h="284" w:hRule="exact" w:hSpace="142" w:wrap="notBeside" w:vAnchor="page" w:hAnchor="page" w:x="9085" w:y="1391" w:anchorLock="1"/>
      <w:ind w:left="142" w:right="108"/>
      <w:jc w:val="center"/>
    </w:pPr>
    <w:r>
      <w:rPr>
        <w:noProof/>
        <w:szCs w:val="24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8975CED" wp14:editId="01D4AAEC">
              <wp:simplePos x="0" y="0"/>
              <wp:positionH relativeFrom="column">
                <wp:posOffset>6465570</wp:posOffset>
              </wp:positionH>
              <wp:positionV relativeFrom="paragraph">
                <wp:posOffset>883285</wp:posOffset>
              </wp:positionV>
              <wp:extent cx="1019175" cy="170815"/>
              <wp:effectExtent l="7620" t="6985" r="11430" b="12700"/>
              <wp:wrapNone/>
              <wp:docPr id="22" name="Text Box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9175" cy="170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DA9053" w14:textId="77777777" w:rsidR="00706B3B" w:rsidRDefault="00706B3B" w:rsidP="005E6AF6">
                          <w:r>
                            <w:t>11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0" o:spid="_x0000_s1035" type="#_x0000_t202" style="position:absolute;left:0;text-align:left;margin-left:509.1pt;margin-top:69.55pt;width:80.25pt;height:13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">
              <v:textbox>
                <w:txbxContent>
                  <w:p w14:paraId="59DA9053" w14:textId="77777777" w:rsidR="00706B3B" w:rsidRDefault="00706B3B" w:rsidP="005E6AF6">
                    <w:r>
                      <w:t>11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56ADC366" wp14:editId="632E0B94">
              <wp:simplePos x="0" y="0"/>
              <wp:positionH relativeFrom="column">
                <wp:posOffset>6621780</wp:posOffset>
              </wp:positionH>
              <wp:positionV relativeFrom="paragraph">
                <wp:posOffset>883285</wp:posOffset>
              </wp:positionV>
              <wp:extent cx="696595" cy="170815"/>
              <wp:effectExtent l="11430" t="6985" r="6350" b="12700"/>
              <wp:wrapNone/>
              <wp:docPr id="21" name="Text Box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6595" cy="170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3A75EA" w14:textId="77777777" w:rsidR="00706B3B" w:rsidRDefault="00706B3B" w:rsidP="005E6AF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9" o:spid="_x0000_s1036" type="#_x0000_t202" style="position:absolute;left:0;text-align:left;margin-left:521.4pt;margin-top:69.55pt;width:54.85pt;height:13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">
              <v:textbox>
                <w:txbxContent>
                  <w:p w14:paraId="0D3A75EA" w14:textId="77777777" w:rsidR="00706B3B" w:rsidRDefault="00706B3B" w:rsidP="005E6AF6"/>
                </w:txbxContent>
              </v:textbox>
            </v:shape>
          </w:pict>
        </mc:Fallback>
      </mc:AlternateContent>
    </w:r>
    <w:r w:rsidR="00706B3B">
      <w:t>2</w:t>
    </w:r>
  </w:p>
  <w:p w14:paraId="1B99F044" w14:textId="77777777" w:rsidR="00706B3B" w:rsidRPr="00EC7109" w:rsidRDefault="00706B3B" w:rsidP="00EC7109">
    <w:pPr>
      <w:pStyle w:val="a9"/>
      <w:framePr w:w="4905" w:h="432" w:hRule="exact" w:hSpace="142" w:wrap="notBeside" w:vAnchor="page" w:hAnchor="page" w:x="4164" w:y="1850" w:anchorLock="1"/>
      <w:spacing w:line="160" w:lineRule="atLeast"/>
      <w:ind w:left="142" w:right="108"/>
      <w:rPr>
        <w:szCs w:val="24"/>
        <w:vertAlign w:val="subscript"/>
      </w:rPr>
    </w:pPr>
    <w:r w:rsidRPr="00EC7109">
      <w:rPr>
        <w:szCs w:val="24"/>
      </w:rPr>
      <w:t>Требование заказчика</w:t>
    </w:r>
  </w:p>
  <w:p w14:paraId="7BA32050" w14:textId="77777777" w:rsidR="00706B3B" w:rsidRDefault="00706B3B" w:rsidP="008619FB">
    <w:pPr>
      <w:pStyle w:val="a9"/>
      <w:framePr w:w="1110" w:h="586" w:hRule="exact" w:hSpace="142" w:wrap="notBeside" w:vAnchor="page" w:hAnchor="page" w:x="8004" w:y="1126" w:anchorLock="1"/>
      <w:spacing w:before="20"/>
      <w:ind w:left="142" w:right="108"/>
      <w:jc w:val="center"/>
    </w:pPr>
  </w:p>
  <w:p w14:paraId="3C1BA56F" w14:textId="77777777" w:rsidR="00706B3B" w:rsidRPr="008647DC" w:rsidRDefault="00706B3B" w:rsidP="00031902">
    <w:pPr>
      <w:pStyle w:val="a9"/>
      <w:framePr w:w="7088" w:h="318" w:hRule="exact" w:hSpace="142" w:wrap="notBeside" w:vAnchor="page" w:hAnchor="page" w:x="4240" w:y="3566" w:anchorLock="1"/>
      <w:spacing w:before="20"/>
      <w:ind w:right="108"/>
      <w:rPr>
        <w:szCs w:val="24"/>
      </w:rPr>
    </w:pPr>
    <w:r>
      <w:rPr>
        <w:szCs w:val="24"/>
      </w:rPr>
      <w:t>Учтённым абонентам</w:t>
    </w:r>
  </w:p>
  <w:p w14:paraId="0BA65D48" w14:textId="77777777" w:rsidR="00706B3B" w:rsidRDefault="00111DA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87F1058" wp14:editId="3DA2E92B">
              <wp:simplePos x="0" y="0"/>
              <wp:positionH relativeFrom="column">
                <wp:posOffset>-389890</wp:posOffset>
              </wp:positionH>
              <wp:positionV relativeFrom="paragraph">
                <wp:posOffset>153670</wp:posOffset>
              </wp:positionV>
              <wp:extent cx="6659880" cy="0"/>
              <wp:effectExtent l="10160" t="10795" r="16510" b="17780"/>
              <wp:wrapNone/>
              <wp:docPr id="20" name="AutoShape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6BF3BF27" id="AutoShape 93" o:spid="_x0000_s1026" type="#_x0000_t32" style="position:absolute;margin-left:-30.7pt;margin-top:12.1pt;width:524.4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2DD7F15C" wp14:editId="50532EFD">
              <wp:simplePos x="0" y="0"/>
              <wp:positionH relativeFrom="column">
                <wp:posOffset>-389890</wp:posOffset>
              </wp:positionH>
              <wp:positionV relativeFrom="paragraph">
                <wp:posOffset>153670</wp:posOffset>
              </wp:positionV>
              <wp:extent cx="6659880" cy="0"/>
              <wp:effectExtent l="10160" t="10795" r="16510" b="1778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5F39CA94" id="AutoShape 77" o:spid="_x0000_s1026" type="#_x0000_t32" style="position:absolute;margin-left:-30.7pt;margin-top:12.1pt;width:524.4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" strokeweight="1.5pt"/>
          </w:pict>
        </mc:Fallback>
      </mc:AlternateContent>
    </w:r>
  </w:p>
  <w:p w14:paraId="0855515A" w14:textId="77777777" w:rsidR="00706B3B" w:rsidRDefault="00706B3B" w:rsidP="009B3C77">
    <w:pPr>
      <w:framePr w:w="1395" w:h="526" w:hRule="exact" w:hSpace="142" w:wrap="notBeside" w:vAnchor="page" w:hAnchor="page" w:x="1165" w:y="496" w:anchorLock="1"/>
      <w:ind w:left="-57" w:right="-57"/>
      <w:jc w:val="center"/>
    </w:pPr>
    <w:r w:rsidRPr="00F60607">
      <w:rPr>
        <w:sz w:val="24"/>
        <w:szCs w:val="24"/>
      </w:rPr>
      <w:t>ПКТБ Л</w:t>
    </w:r>
    <w:r>
      <w:rPr>
        <w:sz w:val="24"/>
        <w:szCs w:val="24"/>
      </w:rPr>
      <w:br/>
    </w:r>
    <w:r w:rsidRPr="009B3C77">
      <w:rPr>
        <w:sz w:val="24"/>
        <w:szCs w:val="24"/>
      </w:rPr>
      <w:t>ОАО «РЖД»</w:t>
    </w:r>
  </w:p>
  <w:p w14:paraId="4C1E9408" w14:textId="77777777" w:rsidR="00706B3B" w:rsidRDefault="00706B3B" w:rsidP="00E74974">
    <w:pPr>
      <w:pStyle w:val="a9"/>
      <w:framePr w:w="3454" w:h="256" w:hRule="exact" w:hSpace="142" w:wrap="notBeside" w:vAnchor="page" w:hAnchor="page" w:x="4717" w:y="4321" w:anchorLock="1"/>
      <w:spacing w:before="20"/>
      <w:ind w:left="142" w:right="108"/>
      <w:jc w:val="center"/>
    </w:pPr>
  </w:p>
  <w:p w14:paraId="4C21C26F" w14:textId="77777777" w:rsidR="00706B3B" w:rsidRDefault="00111DA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23E6E36" wp14:editId="5016E056">
              <wp:simplePos x="0" y="0"/>
              <wp:positionH relativeFrom="column">
                <wp:posOffset>330200</wp:posOffset>
              </wp:positionH>
              <wp:positionV relativeFrom="paragraph">
                <wp:posOffset>0</wp:posOffset>
              </wp:positionV>
              <wp:extent cx="635" cy="447675"/>
              <wp:effectExtent l="15875" t="19050" r="12065" b="9525"/>
              <wp:wrapNone/>
              <wp:docPr id="18" name="AutoShape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5" cy="44767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25589170" id="AutoShape 89" o:spid="_x0000_s1026" type="#_x0000_t32" style="position:absolute;margin-left:26pt;margin-top:0;width:.05pt;height:35.2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" strokeweight="1.5pt"/>
          </w:pict>
        </mc:Fallback>
      </mc:AlternateContent>
    </w:r>
  </w:p>
  <w:p w14:paraId="462CF9C2" w14:textId="77777777" w:rsidR="00706B3B" w:rsidRDefault="00706B3B" w:rsidP="001B4F9E">
    <w:pPr>
      <w:pStyle w:val="a9"/>
      <w:framePr w:w="653" w:h="256" w:hRule="exact" w:hSpace="142" w:wrap="notBeside" w:vAnchor="page" w:hAnchor="page" w:x="1205" w:y="4543" w:anchorLock="1"/>
      <w:spacing w:before="20"/>
      <w:ind w:left="142" w:right="75"/>
      <w:jc w:val="center"/>
    </w:pPr>
    <w:r>
      <w:t>1</w:t>
    </w:r>
  </w:p>
  <w:p w14:paraId="467674B9" w14:textId="77777777" w:rsidR="00706B3B" w:rsidRDefault="00706B3B" w:rsidP="001B4F9E">
    <w:pPr>
      <w:pStyle w:val="a9"/>
      <w:framePr w:w="653" w:h="256" w:hRule="exact" w:hSpace="142" w:wrap="notBeside" w:vAnchor="page" w:hAnchor="page" w:x="1205" w:y="4543" w:anchorLock="1"/>
      <w:spacing w:before="20"/>
      <w:ind w:left="142" w:right="108"/>
    </w:pPr>
  </w:p>
  <w:p w14:paraId="4968B09A" w14:textId="77777777" w:rsidR="00706B3B" w:rsidRDefault="00111DA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8A93177" wp14:editId="2DDB5D20">
              <wp:simplePos x="0" y="0"/>
              <wp:positionH relativeFrom="column">
                <wp:posOffset>-377190</wp:posOffset>
              </wp:positionH>
              <wp:positionV relativeFrom="paragraph">
                <wp:posOffset>74930</wp:posOffset>
              </wp:positionV>
              <wp:extent cx="6659880" cy="0"/>
              <wp:effectExtent l="13335" t="17780" r="13335" b="10795"/>
              <wp:wrapNone/>
              <wp:docPr id="17" name="AutoShape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39A05649" id="AutoShape 94" o:spid="_x0000_s1026" type="#_x0000_t32" style="position:absolute;margin-left:-29.7pt;margin-top:5.9pt;width:524.4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" strokeweight="1.5pt"/>
          </w:pict>
        </mc:Fallback>
      </mc:AlternateContent>
    </w:r>
  </w:p>
  <w:p w14:paraId="504BE427" w14:textId="77777777" w:rsidR="00706B3B" w:rsidRPr="00833FA3" w:rsidRDefault="00706B3B" w:rsidP="006D475E">
    <w:pPr>
      <w:framePr w:w="3075" w:h="286" w:hRule="exact" w:hSpace="142" w:wrap="notBeside" w:vAnchor="page" w:hAnchor="page" w:x="1086" w:y="2649" w:anchorLock="1"/>
      <w:rPr>
        <w:sz w:val="24"/>
        <w:szCs w:val="24"/>
      </w:rPr>
    </w:pPr>
    <w:r>
      <w:rPr>
        <w:sz w:val="24"/>
        <w:szCs w:val="24"/>
      </w:rPr>
      <w:t>Указание о внедрении</w:t>
    </w:r>
  </w:p>
  <w:p w14:paraId="0A7C8EB4" w14:textId="77777777" w:rsidR="00706B3B" w:rsidRPr="00833FA3" w:rsidRDefault="00706B3B" w:rsidP="001B4F9E">
    <w:pPr>
      <w:framePr w:w="782" w:h="256" w:hRule="exact" w:hSpace="142" w:wrap="notBeside" w:vAnchor="page" w:hAnchor="page" w:x="1051" w:y="4201" w:anchorLock="1"/>
      <w:jc w:val="both"/>
      <w:rPr>
        <w:sz w:val="24"/>
        <w:szCs w:val="24"/>
      </w:rPr>
    </w:pPr>
    <w:r>
      <w:rPr>
        <w:sz w:val="24"/>
        <w:szCs w:val="24"/>
      </w:rPr>
      <w:t xml:space="preserve"> </w:t>
    </w:r>
    <w:r w:rsidRPr="00833FA3">
      <w:rPr>
        <w:sz w:val="24"/>
        <w:szCs w:val="24"/>
      </w:rPr>
      <w:t>Изм.</w:t>
    </w:r>
  </w:p>
  <w:p w14:paraId="677B3D65" w14:textId="77777777" w:rsidR="00706B3B" w:rsidRDefault="00706B3B" w:rsidP="001B4F9E">
    <w:pPr>
      <w:pStyle w:val="a9"/>
      <w:framePr w:w="782" w:h="256" w:hRule="exact" w:hSpace="142" w:wrap="notBeside" w:vAnchor="page" w:hAnchor="page" w:x="1051" w:y="4201" w:anchorLock="1"/>
      <w:spacing w:before="20"/>
      <w:ind w:left="142" w:right="108"/>
      <w:jc w:val="both"/>
    </w:pPr>
  </w:p>
  <w:p w14:paraId="7DEF39C2" w14:textId="77777777" w:rsidR="00706B3B" w:rsidRPr="0084149C" w:rsidRDefault="00706B3B" w:rsidP="0064286C">
    <w:pPr>
      <w:framePr w:w="3000" w:h="372" w:hRule="exact" w:hSpace="142" w:wrap="notBeside" w:vAnchor="page" w:hAnchor="page" w:x="1127" w:y="1081" w:anchorLock="1"/>
      <w:rPr>
        <w:sz w:val="24"/>
        <w:szCs w:val="24"/>
      </w:rPr>
    </w:pPr>
    <w:r>
      <w:rPr>
        <w:sz w:val="24"/>
        <w:szCs w:val="24"/>
      </w:rPr>
      <w:t>Дата выпуска</w:t>
    </w:r>
  </w:p>
  <w:p w14:paraId="5D87C129" w14:textId="77777777" w:rsidR="00706B3B" w:rsidRPr="0084149C" w:rsidRDefault="00706B3B" w:rsidP="007022B0">
    <w:pPr>
      <w:framePr w:w="2580" w:h="271" w:hRule="exact" w:hSpace="142" w:wrap="notBeside" w:vAnchor="page" w:hAnchor="page" w:x="4314" w:y="496" w:anchorLock="1"/>
      <w:rPr>
        <w:sz w:val="24"/>
        <w:szCs w:val="24"/>
      </w:rPr>
    </w:pPr>
    <w:r w:rsidRPr="0084149C">
      <w:rPr>
        <w:sz w:val="24"/>
        <w:szCs w:val="24"/>
      </w:rPr>
      <w:t>Извещение</w:t>
    </w:r>
  </w:p>
  <w:p w14:paraId="3C0A1B22" w14:textId="77777777" w:rsidR="00706B3B" w:rsidRPr="0084149C" w:rsidRDefault="00706B3B" w:rsidP="00E20AF1">
    <w:pPr>
      <w:framePr w:w="4485" w:h="256" w:hRule="exact" w:hSpace="142" w:wrap="notBeside" w:vAnchor="page" w:hAnchor="page" w:x="6954" w:y="481" w:anchorLock="1"/>
      <w:rPr>
        <w:sz w:val="24"/>
        <w:szCs w:val="24"/>
      </w:rPr>
    </w:pPr>
    <w:r w:rsidRPr="0084149C">
      <w:rPr>
        <w:sz w:val="24"/>
        <w:szCs w:val="24"/>
      </w:rPr>
      <w:t>Обозначение</w:t>
    </w:r>
  </w:p>
  <w:p w14:paraId="6ABFCE00" w14:textId="77777777" w:rsidR="00706B3B" w:rsidRDefault="00111DA8" w:rsidP="0064286C">
    <w:pPr>
      <w:framePr w:w="870" w:h="331" w:hRule="exact" w:hSpace="142" w:wrap="notBeside" w:vAnchor="page" w:hAnchor="page" w:x="10543" w:y="1081" w:anchorLock="1"/>
      <w:spacing w:before="20"/>
      <w:rPr>
        <w:sz w:val="24"/>
        <w:szCs w:val="24"/>
      </w:rPr>
    </w:pPr>
    <w:r>
      <w:rPr>
        <w:noProof/>
        <w:szCs w:val="24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390659F" wp14:editId="65976C29">
              <wp:simplePos x="0" y="0"/>
              <wp:positionH relativeFrom="column">
                <wp:posOffset>6650990</wp:posOffset>
              </wp:positionH>
              <wp:positionV relativeFrom="paragraph">
                <wp:posOffset>883285</wp:posOffset>
              </wp:positionV>
              <wp:extent cx="618490" cy="193040"/>
              <wp:effectExtent l="12065" t="6985" r="7620" b="9525"/>
              <wp:wrapNone/>
              <wp:docPr id="16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490" cy="193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962F2E" w14:textId="77777777" w:rsidR="00706B3B" w:rsidRDefault="00706B3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37" type="#_x0000_t202" style="position:absolute;margin-left:523.7pt;margin-top:69.55pt;width:48.7pt;height:15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">
              <v:textbox>
                <w:txbxContent>
                  <w:p w14:paraId="69962F2E" w14:textId="77777777" w:rsidR="00706B3B" w:rsidRDefault="00706B3B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D1D5435" wp14:editId="693463FF">
              <wp:simplePos x="0" y="0"/>
              <wp:positionH relativeFrom="column">
                <wp:posOffset>5260975</wp:posOffset>
              </wp:positionH>
              <wp:positionV relativeFrom="paragraph">
                <wp:posOffset>2983230</wp:posOffset>
              </wp:positionV>
              <wp:extent cx="0" cy="0"/>
              <wp:effectExtent l="12700" t="11430" r="6350" b="7620"/>
              <wp:wrapNone/>
              <wp:docPr id="15" name="AutoShap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70BDD6F5" id="AutoShape 92" o:spid="_x0000_s1026" type="#_x0000_t32" style="position:absolute;margin-left:414.25pt;margin-top:234.9pt;width:0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"/>
          </w:pict>
        </mc:Fallback>
      </mc:AlternateContent>
    </w:r>
    <w:r w:rsidR="00706B3B">
      <w:rPr>
        <w:sz w:val="24"/>
        <w:szCs w:val="24"/>
      </w:rPr>
      <w:t>Листов</w:t>
    </w:r>
  </w:p>
  <w:p w14:paraId="5B4ED05B" w14:textId="77777777" w:rsidR="00706B3B" w:rsidRPr="008647DC" w:rsidRDefault="00706B3B" w:rsidP="00092102">
    <w:pPr>
      <w:pStyle w:val="a9"/>
      <w:framePr w:w="7050" w:h="297" w:hRule="exact" w:hSpace="142" w:wrap="notBeside" w:vAnchor="page" w:hAnchor="page" w:x="4222" w:y="2309" w:anchorLock="1"/>
      <w:ind w:right="108"/>
      <w:rPr>
        <w:szCs w:val="24"/>
      </w:rPr>
    </w:pPr>
    <w:r w:rsidRPr="008647DC">
      <w:rPr>
        <w:szCs w:val="24"/>
      </w:rPr>
      <w:t>Задел</w:t>
    </w:r>
    <w:r>
      <w:rPr>
        <w:szCs w:val="24"/>
      </w:rPr>
      <w:t>а</w:t>
    </w:r>
    <w:r w:rsidRPr="008647DC">
      <w:rPr>
        <w:szCs w:val="24"/>
      </w:rPr>
      <w:t xml:space="preserve"> </w:t>
    </w:r>
    <w:r>
      <w:rPr>
        <w:szCs w:val="24"/>
      </w:rPr>
      <w:t>не</w:t>
    </w:r>
    <w:r w:rsidRPr="008647DC">
      <w:rPr>
        <w:szCs w:val="24"/>
      </w:rPr>
      <w:t>т</w:t>
    </w:r>
  </w:p>
  <w:p w14:paraId="799C24A6" w14:textId="77777777" w:rsidR="00706B3B" w:rsidRPr="00EE6EFA" w:rsidRDefault="008B5EA0" w:rsidP="006D475E">
    <w:pPr>
      <w:pStyle w:val="a9"/>
      <w:framePr w:w="7245" w:h="271" w:hRule="exact" w:hSpace="142" w:wrap="notBeside" w:vAnchor="page" w:hAnchor="page" w:x="4204" w:y="2641" w:anchorLock="1"/>
      <w:spacing w:before="10"/>
      <w:ind w:right="108"/>
      <w:rPr>
        <w:strike/>
        <w:szCs w:val="24"/>
      </w:rPr>
    </w:pPr>
    <w:r w:rsidRPr="00EE6EFA">
      <w:rPr>
        <w:szCs w:val="24"/>
      </w:rPr>
      <w:t>с 1 января 2023 года</w:t>
    </w:r>
  </w:p>
  <w:p w14:paraId="7636DC3A" w14:textId="77777777" w:rsidR="00706B3B" w:rsidRDefault="00706B3B" w:rsidP="004F22E2">
    <w:pPr>
      <w:framePr w:w="10451" w:h="277" w:hRule="exact" w:hSpace="142" w:wrap="notBeside" w:vAnchor="page" w:hAnchor="page" w:x="1120" w:y="14940" w:anchorLock="1"/>
      <w:tabs>
        <w:tab w:val="left" w:pos="1843"/>
        <w:tab w:val="left" w:pos="4111"/>
        <w:tab w:val="left" w:pos="4536"/>
        <w:tab w:val="left" w:pos="6096"/>
        <w:tab w:val="left" w:pos="8222"/>
      </w:tabs>
      <w:rPr>
        <w:sz w:val="24"/>
        <w:szCs w:val="24"/>
      </w:rPr>
    </w:pPr>
    <w:r w:rsidRPr="008017E8">
      <w:rPr>
        <w:sz w:val="24"/>
        <w:szCs w:val="24"/>
      </w:rPr>
      <w:t>Должность</w:t>
    </w:r>
    <w:r>
      <w:rPr>
        <w:sz w:val="24"/>
        <w:szCs w:val="24"/>
      </w:rPr>
      <w:tab/>
      <w:t>Ведущий т</w:t>
    </w:r>
    <w:r w:rsidRPr="008647DC">
      <w:rPr>
        <w:sz w:val="24"/>
        <w:szCs w:val="24"/>
      </w:rPr>
      <w:t>ехнолог</w:t>
    </w:r>
    <w:r>
      <w:rPr>
        <w:sz w:val="24"/>
        <w:szCs w:val="24"/>
      </w:rPr>
      <w:t xml:space="preserve"> </w:t>
    </w:r>
    <w:r>
      <w:rPr>
        <w:sz w:val="24"/>
        <w:szCs w:val="24"/>
      </w:rPr>
      <w:tab/>
      <w:t>Нач. отдела</w:t>
    </w:r>
    <w:r>
      <w:rPr>
        <w:sz w:val="24"/>
        <w:szCs w:val="24"/>
      </w:rPr>
      <w:tab/>
      <w:t>Ведущий технолог</w:t>
    </w:r>
    <w:proofErr w:type="gramStart"/>
    <w:r>
      <w:rPr>
        <w:sz w:val="24"/>
        <w:szCs w:val="24"/>
      </w:rPr>
      <w:tab/>
      <w:t>З</w:t>
    </w:r>
    <w:proofErr w:type="gramEnd"/>
    <w:r>
      <w:rPr>
        <w:sz w:val="24"/>
        <w:szCs w:val="24"/>
      </w:rPr>
      <w:t>ам. директора</w:t>
    </w:r>
  </w:p>
  <w:p w14:paraId="31AB9AE0" w14:textId="77777777" w:rsidR="00706B3B" w:rsidRPr="008017E8" w:rsidRDefault="00706B3B" w:rsidP="009B3C77">
    <w:pPr>
      <w:framePr w:w="10451" w:h="277" w:hRule="exact" w:hSpace="142" w:wrap="notBeside" w:vAnchor="page" w:hAnchor="page" w:x="1120" w:y="14940" w:anchorLock="1"/>
      <w:rPr>
        <w:sz w:val="24"/>
        <w:szCs w:val="24"/>
      </w:rPr>
    </w:pPr>
    <w:r>
      <w:rPr>
        <w:sz w:val="24"/>
        <w:szCs w:val="24"/>
      </w:rPr>
      <w:t xml:space="preserve">       </w:t>
    </w:r>
  </w:p>
  <w:p w14:paraId="1F615C51" w14:textId="77777777" w:rsidR="00706B3B" w:rsidRDefault="00706B3B" w:rsidP="009B3C77">
    <w:pPr>
      <w:pStyle w:val="a9"/>
      <w:framePr w:w="10451" w:h="277" w:hRule="exact" w:hSpace="142" w:wrap="notBeside" w:vAnchor="page" w:hAnchor="page" w:x="1120" w:y="14940" w:anchorLock="1"/>
      <w:ind w:left="142" w:right="108"/>
      <w:jc w:val="center"/>
    </w:pPr>
  </w:p>
  <w:p w14:paraId="751F5A34" w14:textId="77777777" w:rsidR="00706B3B" w:rsidRDefault="00706B3B" w:rsidP="009B3C77">
    <w:pPr>
      <w:pStyle w:val="a9"/>
      <w:framePr w:w="10451" w:h="277" w:hRule="exact" w:hSpace="142" w:wrap="notBeside" w:vAnchor="page" w:hAnchor="page" w:x="1120" w:y="14940" w:anchorLock="1"/>
      <w:ind w:left="142" w:right="108"/>
      <w:jc w:val="center"/>
    </w:pPr>
  </w:p>
  <w:p w14:paraId="4ED4615E" w14:textId="77777777" w:rsidR="00706B3B" w:rsidRPr="008017E8" w:rsidRDefault="00111DA8" w:rsidP="005E1377">
    <w:pPr>
      <w:framePr w:w="1685" w:h="241" w:hRule="exact" w:hSpace="142" w:wrap="notBeside" w:vAnchor="page" w:hAnchor="page" w:x="1103" w:y="15789" w:anchorLock="1"/>
      <w:rPr>
        <w:sz w:val="24"/>
        <w:szCs w:val="24"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9ED1976" wp14:editId="37F685F4">
              <wp:simplePos x="0" y="0"/>
              <wp:positionH relativeFrom="column">
                <wp:posOffset>654050</wp:posOffset>
              </wp:positionH>
              <wp:positionV relativeFrom="paragraph">
                <wp:posOffset>10041890</wp:posOffset>
              </wp:positionV>
              <wp:extent cx="6659880" cy="0"/>
              <wp:effectExtent l="15875" t="12065" r="10795" b="16510"/>
              <wp:wrapNone/>
              <wp:docPr id="14" name="AutoShap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76B6865C" id="AutoShape 95" o:spid="_x0000_s1026" type="#_x0000_t32" style="position:absolute;margin-left:51.5pt;margin-top:790.7pt;width:524.4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" strokeweight="1.5pt"/>
          </w:pict>
        </mc:Fallback>
      </mc:AlternateContent>
    </w:r>
    <w:r w:rsidR="00706B3B">
      <w:rPr>
        <w:sz w:val="24"/>
        <w:szCs w:val="24"/>
      </w:rPr>
      <w:t>Дата</w:t>
    </w:r>
  </w:p>
  <w:p w14:paraId="44A84351" w14:textId="77777777" w:rsidR="00706B3B" w:rsidRPr="008017E8" w:rsidRDefault="00706B3B" w:rsidP="00EF78AE">
    <w:pPr>
      <w:framePr w:w="10376" w:h="271" w:hRule="exact" w:hSpace="142" w:wrap="notBeside" w:vAnchor="page" w:hAnchor="page" w:x="1072" w:y="15226" w:anchorLock="1"/>
      <w:rPr>
        <w:sz w:val="24"/>
        <w:szCs w:val="24"/>
      </w:rPr>
    </w:pPr>
    <w:r w:rsidRPr="008017E8">
      <w:rPr>
        <w:sz w:val="24"/>
        <w:szCs w:val="24"/>
      </w:rPr>
      <w:t>Фамилия</w:t>
    </w:r>
    <w:r>
      <w:rPr>
        <w:sz w:val="24"/>
        <w:szCs w:val="24"/>
      </w:rPr>
      <w:tab/>
    </w:r>
    <w:r>
      <w:rPr>
        <w:sz w:val="24"/>
        <w:szCs w:val="24"/>
      </w:rPr>
      <w:tab/>
      <w:t>Викторов</w:t>
    </w:r>
    <w:r>
      <w:rPr>
        <w:sz w:val="24"/>
        <w:szCs w:val="24"/>
      </w:rPr>
      <w:tab/>
    </w:r>
    <w:r>
      <w:rPr>
        <w:sz w:val="24"/>
        <w:szCs w:val="24"/>
      </w:rPr>
      <w:tab/>
    </w:r>
    <w:proofErr w:type="spellStart"/>
    <w:r>
      <w:rPr>
        <w:sz w:val="24"/>
        <w:szCs w:val="24"/>
      </w:rPr>
      <w:t>Кевролетин</w:t>
    </w:r>
    <w:proofErr w:type="spellEnd"/>
    <w:r>
      <w:rPr>
        <w:sz w:val="24"/>
        <w:szCs w:val="24"/>
      </w:rPr>
      <w:tab/>
    </w:r>
    <w:r>
      <w:rPr>
        <w:sz w:val="24"/>
        <w:szCs w:val="24"/>
      </w:rPr>
      <w:tab/>
    </w:r>
    <w:proofErr w:type="spellStart"/>
    <w:r>
      <w:rPr>
        <w:sz w:val="24"/>
        <w:szCs w:val="24"/>
      </w:rPr>
      <w:t>Мокина</w:t>
    </w:r>
    <w:proofErr w:type="spellEnd"/>
    <w:r>
      <w:rPr>
        <w:sz w:val="24"/>
        <w:szCs w:val="24"/>
      </w:rPr>
      <w:tab/>
    </w:r>
    <w:r>
      <w:rPr>
        <w:sz w:val="24"/>
        <w:szCs w:val="24"/>
      </w:rPr>
      <w:tab/>
      <w:t>Соколовский</w:t>
    </w:r>
  </w:p>
  <w:p w14:paraId="062B510C" w14:textId="77777777" w:rsidR="00706B3B" w:rsidRPr="00330E4F" w:rsidRDefault="00111DA8" w:rsidP="00126D0C">
    <w:pPr>
      <w:framePr w:w="10125" w:h="226" w:hRule="exact" w:hSpace="142" w:wrap="notBeside" w:vAnchor="page" w:hAnchor="page" w:x="1120" w:y="16126" w:anchorLock="1"/>
      <w:rPr>
        <w:sz w:val="24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77DC36D" wp14:editId="7EBEE1A5">
              <wp:simplePos x="0" y="0"/>
              <wp:positionH relativeFrom="column">
                <wp:posOffset>809625</wp:posOffset>
              </wp:positionH>
              <wp:positionV relativeFrom="paragraph">
                <wp:posOffset>9478645</wp:posOffset>
              </wp:positionV>
              <wp:extent cx="6659880" cy="0"/>
              <wp:effectExtent l="9525" t="10795" r="17145" b="17780"/>
              <wp:wrapNone/>
              <wp:docPr id="13" name="AutoShap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7AC4A3E1" id="AutoShape 96" o:spid="_x0000_s1026" type="#_x0000_t32" style="position:absolute;margin-left:63.75pt;margin-top:746.3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" strokeweight="1.5pt"/>
          </w:pict>
        </mc:Fallback>
      </mc:AlternateContent>
    </w:r>
    <w:r w:rsidR="00706B3B" w:rsidRPr="00330E4F">
      <w:rPr>
        <w:sz w:val="24"/>
        <w:szCs w:val="24"/>
      </w:rPr>
      <w:t>Изменени</w:t>
    </w:r>
    <w:r w:rsidR="00706B3B">
      <w:rPr>
        <w:sz w:val="24"/>
        <w:szCs w:val="24"/>
      </w:rPr>
      <w:t>е</w:t>
    </w:r>
    <w:r w:rsidR="00706B3B" w:rsidRPr="00330E4F">
      <w:rPr>
        <w:sz w:val="24"/>
        <w:szCs w:val="24"/>
      </w:rPr>
      <w:t xml:space="preserve"> внес</w:t>
    </w:r>
    <w:r w:rsidR="00706B3B">
      <w:rPr>
        <w:sz w:val="24"/>
        <w:szCs w:val="24"/>
      </w:rPr>
      <w:t xml:space="preserve"> -</w:t>
    </w:r>
  </w:p>
  <w:p w14:paraId="46D0EBF0" w14:textId="77777777" w:rsidR="00706B3B" w:rsidRDefault="00706B3B" w:rsidP="00126D0C">
    <w:pPr>
      <w:pStyle w:val="a9"/>
      <w:framePr w:w="10125" w:h="226" w:hRule="exact" w:hSpace="142" w:wrap="notBeside" w:vAnchor="page" w:hAnchor="page" w:x="1120" w:y="16126" w:anchorLock="1"/>
      <w:spacing w:before="20"/>
      <w:ind w:left="142" w:right="108"/>
      <w:jc w:val="center"/>
    </w:pPr>
  </w:p>
  <w:p w14:paraId="57F820F7" w14:textId="77777777" w:rsidR="00706B3B" w:rsidRDefault="00706B3B" w:rsidP="008619FB">
    <w:pPr>
      <w:pStyle w:val="a9"/>
      <w:framePr w:w="2175" w:h="601" w:hRule="exact" w:hSpace="142" w:wrap="notBeside" w:vAnchor="page" w:hAnchor="page" w:x="5844" w:y="1126" w:anchorLock="1"/>
      <w:spacing w:before="20"/>
      <w:ind w:left="142" w:right="108"/>
      <w:jc w:val="center"/>
    </w:pPr>
  </w:p>
  <w:p w14:paraId="65158835" w14:textId="77777777" w:rsidR="00706B3B" w:rsidRDefault="00706B3B" w:rsidP="00F60607">
    <w:pPr>
      <w:pStyle w:val="a9"/>
      <w:framePr w:w="7173" w:h="178" w:hRule="exact" w:hSpace="142" w:wrap="notBeside" w:vAnchor="page" w:hAnchor="page" w:x="4113" w:y="2947" w:anchorLock="1"/>
      <w:spacing w:before="20"/>
      <w:ind w:left="142" w:right="108"/>
      <w:jc w:val="center"/>
    </w:pPr>
  </w:p>
  <w:p w14:paraId="0617495A" w14:textId="77777777" w:rsidR="00706B3B" w:rsidRPr="008647DC" w:rsidRDefault="00706B3B" w:rsidP="004F4254">
    <w:pPr>
      <w:pStyle w:val="a9"/>
      <w:framePr w:w="1350" w:h="256" w:hRule="exact" w:hSpace="142" w:wrap="notBeside" w:vAnchor="page" w:hAnchor="page" w:x="2829" w:y="781" w:anchorLock="1"/>
      <w:ind w:right="108"/>
      <w:jc w:val="center"/>
      <w:rPr>
        <w:szCs w:val="24"/>
      </w:rPr>
    </w:pPr>
    <w:r>
      <w:rPr>
        <w:szCs w:val="24"/>
      </w:rPr>
      <w:t>11</w:t>
    </w:r>
  </w:p>
  <w:p w14:paraId="4665AAFB" w14:textId="77777777" w:rsidR="00706B3B" w:rsidRDefault="00706B3B" w:rsidP="004F22E2">
    <w:pPr>
      <w:pStyle w:val="a9"/>
      <w:framePr w:w="1869" w:h="243" w:hRule="exact" w:hSpace="142" w:wrap="notBeside" w:vAnchor="page" w:hAnchor="page" w:x="1080" w:y="14700" w:anchorLock="1"/>
      <w:spacing w:before="20"/>
      <w:ind w:left="142" w:right="108"/>
    </w:pPr>
  </w:p>
  <w:p w14:paraId="455D3C3F" w14:textId="77777777" w:rsidR="00706B3B" w:rsidRDefault="00111DA8" w:rsidP="001215F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BE367DB" wp14:editId="5E143292">
              <wp:simplePos x="0" y="0"/>
              <wp:positionH relativeFrom="column">
                <wp:posOffset>-385445</wp:posOffset>
              </wp:positionH>
              <wp:positionV relativeFrom="paragraph">
                <wp:posOffset>137795</wp:posOffset>
              </wp:positionV>
              <wp:extent cx="720090" cy="0"/>
              <wp:effectExtent l="14605" t="13970" r="17780" b="14605"/>
              <wp:wrapNone/>
              <wp:docPr id="12" name="AutoShap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009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0C565270" id="AutoShape 90" o:spid="_x0000_s1026" type="#_x0000_t32" style="position:absolute;margin-left:-30.35pt;margin-top:10.85pt;width:56.7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B4DF8"/>
    <w:multiLevelType w:val="multilevel"/>
    <w:tmpl w:val="0419001D"/>
    <w:styleLink w:val="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2F021246"/>
    <w:multiLevelType w:val="hybridMultilevel"/>
    <w:tmpl w:val="27A07C3E"/>
    <w:lvl w:ilvl="0" w:tplc="3522B6B8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3D301DB4"/>
    <w:multiLevelType w:val="multilevel"/>
    <w:tmpl w:val="1668092C"/>
    <w:lvl w:ilvl="0">
      <w:start w:val="6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1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7" w:hanging="825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8" w:hanging="2160"/>
      </w:pPr>
      <w:rPr>
        <w:rFonts w:hint="default"/>
      </w:rPr>
    </w:lvl>
  </w:abstractNum>
  <w:abstractNum w:abstractNumId="3">
    <w:nsid w:val="445A6903"/>
    <w:multiLevelType w:val="hybridMultilevel"/>
    <w:tmpl w:val="EB8C12FE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">
    <w:nsid w:val="44C34029"/>
    <w:multiLevelType w:val="hybridMultilevel"/>
    <w:tmpl w:val="91BA0076"/>
    <w:lvl w:ilvl="0" w:tplc="2438DC0E">
      <w:start w:val="49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>
    <w:nsid w:val="518D4F6B"/>
    <w:multiLevelType w:val="hybridMultilevel"/>
    <w:tmpl w:val="6EEE291A"/>
    <w:lvl w:ilvl="0" w:tplc="29D8CBBC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192AB1"/>
    <w:multiLevelType w:val="hybridMultilevel"/>
    <w:tmpl w:val="02CE0A22"/>
    <w:lvl w:ilvl="0" w:tplc="41E07C14">
      <w:start w:val="1"/>
      <w:numFmt w:val="none"/>
      <w:lvlText w:val="-"/>
      <w:lvlJc w:val="left"/>
      <w:pPr>
        <w:tabs>
          <w:tab w:val="num" w:pos="2103"/>
        </w:tabs>
        <w:ind w:left="210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7">
    <w:nsid w:val="560255A7"/>
    <w:multiLevelType w:val="singleLevel"/>
    <w:tmpl w:val="41E07C14"/>
    <w:lvl w:ilvl="0">
      <w:start w:val="1"/>
      <w:numFmt w:val="none"/>
      <w:lvlText w:val="-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8">
    <w:nsid w:val="568A462A"/>
    <w:multiLevelType w:val="hybridMultilevel"/>
    <w:tmpl w:val="120E00F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B0F1EF3"/>
    <w:multiLevelType w:val="hybridMultilevel"/>
    <w:tmpl w:val="EE12CB5A"/>
    <w:lvl w:ilvl="0" w:tplc="3522B6B8">
      <w:start w:val="4"/>
      <w:numFmt w:val="bullet"/>
      <w:lvlText w:val="-"/>
      <w:lvlJc w:val="left"/>
      <w:pPr>
        <w:tabs>
          <w:tab w:val="num" w:pos="1608"/>
        </w:tabs>
        <w:ind w:left="16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65EC48DA"/>
    <w:multiLevelType w:val="multilevel"/>
    <w:tmpl w:val="030A0FFC"/>
    <w:lvl w:ilvl="0">
      <w:start w:val="1"/>
      <w:numFmt w:val="decimal"/>
      <w:pStyle w:val="Schritt123"/>
      <w:lvlText w:val="%1)"/>
      <w:lvlJc w:val="left"/>
      <w:pPr>
        <w:ind w:left="7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20" w:hanging="360"/>
      </w:pPr>
    </w:lvl>
    <w:lvl w:ilvl="2" w:tentative="1">
      <w:start w:val="1"/>
      <w:numFmt w:val="lowerRoman"/>
      <w:lvlText w:val="%3."/>
      <w:lvlJc w:val="right"/>
      <w:pPr>
        <w:ind w:left="2140" w:hanging="180"/>
      </w:pPr>
    </w:lvl>
    <w:lvl w:ilvl="3" w:tentative="1">
      <w:start w:val="1"/>
      <w:numFmt w:val="decimal"/>
      <w:lvlText w:val="%4."/>
      <w:lvlJc w:val="left"/>
      <w:pPr>
        <w:ind w:left="2860" w:hanging="360"/>
      </w:pPr>
    </w:lvl>
    <w:lvl w:ilvl="4" w:tentative="1">
      <w:start w:val="1"/>
      <w:numFmt w:val="lowerLetter"/>
      <w:lvlText w:val="%5."/>
      <w:lvlJc w:val="left"/>
      <w:pPr>
        <w:ind w:left="3580" w:hanging="360"/>
      </w:pPr>
    </w:lvl>
    <w:lvl w:ilvl="5" w:tentative="1">
      <w:start w:val="1"/>
      <w:numFmt w:val="lowerRoman"/>
      <w:lvlText w:val="%6."/>
      <w:lvlJc w:val="right"/>
      <w:pPr>
        <w:ind w:left="4300" w:hanging="180"/>
      </w:pPr>
    </w:lvl>
    <w:lvl w:ilvl="6" w:tentative="1">
      <w:start w:val="1"/>
      <w:numFmt w:val="decimal"/>
      <w:lvlText w:val="%7."/>
      <w:lvlJc w:val="left"/>
      <w:pPr>
        <w:ind w:left="5020" w:hanging="360"/>
      </w:pPr>
    </w:lvl>
    <w:lvl w:ilvl="7" w:tentative="1">
      <w:start w:val="1"/>
      <w:numFmt w:val="lowerLetter"/>
      <w:lvlText w:val="%8."/>
      <w:lvlJc w:val="left"/>
      <w:pPr>
        <w:ind w:left="5740" w:hanging="360"/>
      </w:pPr>
    </w:lvl>
    <w:lvl w:ilvl="8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699B2C36"/>
    <w:multiLevelType w:val="hybridMultilevel"/>
    <w:tmpl w:val="37A870CC"/>
    <w:lvl w:ilvl="0" w:tplc="A41C7684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70CA36C6"/>
    <w:multiLevelType w:val="hybridMultilevel"/>
    <w:tmpl w:val="150A629E"/>
    <w:lvl w:ilvl="0" w:tplc="41E07C14">
      <w:start w:val="1"/>
      <w:numFmt w:val="none"/>
      <w:lvlText w:val="-"/>
      <w:lvlJc w:val="left"/>
      <w:pPr>
        <w:tabs>
          <w:tab w:val="num" w:pos="2103"/>
        </w:tabs>
        <w:ind w:left="210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3">
    <w:nsid w:val="73205128"/>
    <w:multiLevelType w:val="singleLevel"/>
    <w:tmpl w:val="3312AAB2"/>
    <w:lvl w:ilvl="0">
      <w:numFmt w:val="bullet"/>
      <w:lvlText w:val="-"/>
      <w:lvlJc w:val="left"/>
      <w:pPr>
        <w:tabs>
          <w:tab w:val="num" w:pos="1749"/>
        </w:tabs>
        <w:ind w:left="1749" w:hanging="360"/>
      </w:p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12"/>
  </w:num>
  <w:num w:numId="5">
    <w:abstractNumId w:val="6"/>
  </w:num>
  <w:num w:numId="6">
    <w:abstractNumId w:val="1"/>
  </w:num>
  <w:num w:numId="7">
    <w:abstractNumId w:val="4"/>
  </w:num>
  <w:num w:numId="8">
    <w:abstractNumId w:val="7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1"/>
  </w:num>
  <w:num w:numId="12">
    <w:abstractNumId w:val="3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hyphenationZone w:val="357"/>
  <w:doNotHyphenateCaps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86C"/>
    <w:rsid w:val="0000069C"/>
    <w:rsid w:val="0000082D"/>
    <w:rsid w:val="0000082E"/>
    <w:rsid w:val="0000112C"/>
    <w:rsid w:val="000012A8"/>
    <w:rsid w:val="000024AE"/>
    <w:rsid w:val="00004BB7"/>
    <w:rsid w:val="0000546F"/>
    <w:rsid w:val="00006281"/>
    <w:rsid w:val="0001440B"/>
    <w:rsid w:val="000146C8"/>
    <w:rsid w:val="0001525E"/>
    <w:rsid w:val="0001529A"/>
    <w:rsid w:val="0002027E"/>
    <w:rsid w:val="0002147E"/>
    <w:rsid w:val="000225D6"/>
    <w:rsid w:val="00022B38"/>
    <w:rsid w:val="00024701"/>
    <w:rsid w:val="00026460"/>
    <w:rsid w:val="00026F5E"/>
    <w:rsid w:val="00027D06"/>
    <w:rsid w:val="00030AC0"/>
    <w:rsid w:val="00031902"/>
    <w:rsid w:val="0003620F"/>
    <w:rsid w:val="00037E8B"/>
    <w:rsid w:val="000419EF"/>
    <w:rsid w:val="00041D23"/>
    <w:rsid w:val="00042044"/>
    <w:rsid w:val="00044184"/>
    <w:rsid w:val="00045CDE"/>
    <w:rsid w:val="00056DE7"/>
    <w:rsid w:val="00060850"/>
    <w:rsid w:val="00064396"/>
    <w:rsid w:val="0006534A"/>
    <w:rsid w:val="00066379"/>
    <w:rsid w:val="000673CC"/>
    <w:rsid w:val="000712D3"/>
    <w:rsid w:val="00071C0D"/>
    <w:rsid w:val="00072137"/>
    <w:rsid w:val="00072943"/>
    <w:rsid w:val="00073769"/>
    <w:rsid w:val="00075F10"/>
    <w:rsid w:val="000776A2"/>
    <w:rsid w:val="00077CAC"/>
    <w:rsid w:val="00080550"/>
    <w:rsid w:val="00082E6F"/>
    <w:rsid w:val="00085508"/>
    <w:rsid w:val="000865A5"/>
    <w:rsid w:val="00087781"/>
    <w:rsid w:val="000905F9"/>
    <w:rsid w:val="000911ED"/>
    <w:rsid w:val="000914F1"/>
    <w:rsid w:val="00092102"/>
    <w:rsid w:val="00092A3B"/>
    <w:rsid w:val="00096A9E"/>
    <w:rsid w:val="0009765B"/>
    <w:rsid w:val="000A2762"/>
    <w:rsid w:val="000A3562"/>
    <w:rsid w:val="000A5EAF"/>
    <w:rsid w:val="000A6E4A"/>
    <w:rsid w:val="000A7B93"/>
    <w:rsid w:val="000A7EC5"/>
    <w:rsid w:val="000B1560"/>
    <w:rsid w:val="000B2AE3"/>
    <w:rsid w:val="000B4F50"/>
    <w:rsid w:val="000B5570"/>
    <w:rsid w:val="000B6F91"/>
    <w:rsid w:val="000C0F2D"/>
    <w:rsid w:val="000C1A65"/>
    <w:rsid w:val="000C5510"/>
    <w:rsid w:val="000C6BCD"/>
    <w:rsid w:val="000D092E"/>
    <w:rsid w:val="000D1057"/>
    <w:rsid w:val="000D69E9"/>
    <w:rsid w:val="000E056C"/>
    <w:rsid w:val="000E34A8"/>
    <w:rsid w:val="000E41EE"/>
    <w:rsid w:val="000E5440"/>
    <w:rsid w:val="000F0681"/>
    <w:rsid w:val="000F1B10"/>
    <w:rsid w:val="000F5548"/>
    <w:rsid w:val="000F5602"/>
    <w:rsid w:val="000F7397"/>
    <w:rsid w:val="000F7F13"/>
    <w:rsid w:val="00100D2D"/>
    <w:rsid w:val="001020C3"/>
    <w:rsid w:val="001022CC"/>
    <w:rsid w:val="00102A50"/>
    <w:rsid w:val="001043AD"/>
    <w:rsid w:val="001055DB"/>
    <w:rsid w:val="00105E02"/>
    <w:rsid w:val="00106B0E"/>
    <w:rsid w:val="00107874"/>
    <w:rsid w:val="00110906"/>
    <w:rsid w:val="001118AB"/>
    <w:rsid w:val="00111DA8"/>
    <w:rsid w:val="001129BB"/>
    <w:rsid w:val="00113F7C"/>
    <w:rsid w:val="00116C37"/>
    <w:rsid w:val="00116C81"/>
    <w:rsid w:val="00120547"/>
    <w:rsid w:val="0012149E"/>
    <w:rsid w:val="001215F2"/>
    <w:rsid w:val="00121D1C"/>
    <w:rsid w:val="001221CC"/>
    <w:rsid w:val="00122A02"/>
    <w:rsid w:val="00125622"/>
    <w:rsid w:val="001260AE"/>
    <w:rsid w:val="00126300"/>
    <w:rsid w:val="00126D0C"/>
    <w:rsid w:val="00127F35"/>
    <w:rsid w:val="00131727"/>
    <w:rsid w:val="00133FE7"/>
    <w:rsid w:val="00134A99"/>
    <w:rsid w:val="00136363"/>
    <w:rsid w:val="0013705C"/>
    <w:rsid w:val="00137EE5"/>
    <w:rsid w:val="00140D56"/>
    <w:rsid w:val="00142574"/>
    <w:rsid w:val="00142E08"/>
    <w:rsid w:val="00143324"/>
    <w:rsid w:val="00146AB8"/>
    <w:rsid w:val="00150B10"/>
    <w:rsid w:val="00151D75"/>
    <w:rsid w:val="00151EE7"/>
    <w:rsid w:val="00153540"/>
    <w:rsid w:val="0015658F"/>
    <w:rsid w:val="00160972"/>
    <w:rsid w:val="00162CD1"/>
    <w:rsid w:val="00163F1C"/>
    <w:rsid w:val="00166DD2"/>
    <w:rsid w:val="00167CC4"/>
    <w:rsid w:val="00170777"/>
    <w:rsid w:val="0017078B"/>
    <w:rsid w:val="0017471B"/>
    <w:rsid w:val="001748E5"/>
    <w:rsid w:val="00174F62"/>
    <w:rsid w:val="001803EC"/>
    <w:rsid w:val="00181C1A"/>
    <w:rsid w:val="001868CF"/>
    <w:rsid w:val="001870C8"/>
    <w:rsid w:val="00193905"/>
    <w:rsid w:val="00193D56"/>
    <w:rsid w:val="001943A7"/>
    <w:rsid w:val="001A005D"/>
    <w:rsid w:val="001A097C"/>
    <w:rsid w:val="001A14A2"/>
    <w:rsid w:val="001A2E67"/>
    <w:rsid w:val="001A5FDC"/>
    <w:rsid w:val="001A62AD"/>
    <w:rsid w:val="001A6B3C"/>
    <w:rsid w:val="001B0659"/>
    <w:rsid w:val="001B0F35"/>
    <w:rsid w:val="001B1222"/>
    <w:rsid w:val="001B1DEF"/>
    <w:rsid w:val="001B27B7"/>
    <w:rsid w:val="001B4041"/>
    <w:rsid w:val="001B432E"/>
    <w:rsid w:val="001B4D66"/>
    <w:rsid w:val="001B4F9E"/>
    <w:rsid w:val="001B5837"/>
    <w:rsid w:val="001B5F3B"/>
    <w:rsid w:val="001B6DB3"/>
    <w:rsid w:val="001C1002"/>
    <w:rsid w:val="001C2337"/>
    <w:rsid w:val="001C3122"/>
    <w:rsid w:val="001C384B"/>
    <w:rsid w:val="001C5787"/>
    <w:rsid w:val="001D06B4"/>
    <w:rsid w:val="001D095A"/>
    <w:rsid w:val="001D1259"/>
    <w:rsid w:val="001D33DD"/>
    <w:rsid w:val="001D4159"/>
    <w:rsid w:val="001D4568"/>
    <w:rsid w:val="001D5474"/>
    <w:rsid w:val="001D58BF"/>
    <w:rsid w:val="001D5BB6"/>
    <w:rsid w:val="001E0EA4"/>
    <w:rsid w:val="001E12CD"/>
    <w:rsid w:val="001E3B6C"/>
    <w:rsid w:val="001E3E4E"/>
    <w:rsid w:val="001E629C"/>
    <w:rsid w:val="001E67D2"/>
    <w:rsid w:val="001E6E09"/>
    <w:rsid w:val="001F0A19"/>
    <w:rsid w:val="001F26A0"/>
    <w:rsid w:val="001F26BC"/>
    <w:rsid w:val="001F2C3A"/>
    <w:rsid w:val="001F2EB8"/>
    <w:rsid w:val="001F4332"/>
    <w:rsid w:val="00202FE6"/>
    <w:rsid w:val="00203449"/>
    <w:rsid w:val="00204F39"/>
    <w:rsid w:val="00212932"/>
    <w:rsid w:val="00212C1E"/>
    <w:rsid w:val="00215010"/>
    <w:rsid w:val="00220264"/>
    <w:rsid w:val="00221B7A"/>
    <w:rsid w:val="00226ED2"/>
    <w:rsid w:val="00227407"/>
    <w:rsid w:val="00231960"/>
    <w:rsid w:val="00231B0F"/>
    <w:rsid w:val="00231C18"/>
    <w:rsid w:val="00232DA9"/>
    <w:rsid w:val="00232DE6"/>
    <w:rsid w:val="00233956"/>
    <w:rsid w:val="00233F8F"/>
    <w:rsid w:val="00237C75"/>
    <w:rsid w:val="00244A2C"/>
    <w:rsid w:val="00245BD9"/>
    <w:rsid w:val="00245F93"/>
    <w:rsid w:val="002464DC"/>
    <w:rsid w:val="00251089"/>
    <w:rsid w:val="00251365"/>
    <w:rsid w:val="00251CE2"/>
    <w:rsid w:val="00252954"/>
    <w:rsid w:val="002535C1"/>
    <w:rsid w:val="00254502"/>
    <w:rsid w:val="00254E44"/>
    <w:rsid w:val="0025500C"/>
    <w:rsid w:val="00256CC3"/>
    <w:rsid w:val="0025755C"/>
    <w:rsid w:val="00257F08"/>
    <w:rsid w:val="00260B4E"/>
    <w:rsid w:val="002613E9"/>
    <w:rsid w:val="00262795"/>
    <w:rsid w:val="00262B48"/>
    <w:rsid w:val="00265C13"/>
    <w:rsid w:val="00265E86"/>
    <w:rsid w:val="002711BB"/>
    <w:rsid w:val="002714FE"/>
    <w:rsid w:val="0027214D"/>
    <w:rsid w:val="00276C48"/>
    <w:rsid w:val="0028015E"/>
    <w:rsid w:val="002805EB"/>
    <w:rsid w:val="002807DC"/>
    <w:rsid w:val="00282351"/>
    <w:rsid w:val="002841B5"/>
    <w:rsid w:val="0028462A"/>
    <w:rsid w:val="00287C28"/>
    <w:rsid w:val="0029011B"/>
    <w:rsid w:val="002922EC"/>
    <w:rsid w:val="002927BF"/>
    <w:rsid w:val="0029434B"/>
    <w:rsid w:val="002953C0"/>
    <w:rsid w:val="00296276"/>
    <w:rsid w:val="002A60BD"/>
    <w:rsid w:val="002A69F0"/>
    <w:rsid w:val="002B0846"/>
    <w:rsid w:val="002B21D7"/>
    <w:rsid w:val="002B2C35"/>
    <w:rsid w:val="002B336D"/>
    <w:rsid w:val="002B447E"/>
    <w:rsid w:val="002B65B4"/>
    <w:rsid w:val="002B6D8F"/>
    <w:rsid w:val="002B7AD1"/>
    <w:rsid w:val="002B7CE4"/>
    <w:rsid w:val="002C034D"/>
    <w:rsid w:val="002C1B75"/>
    <w:rsid w:val="002C283A"/>
    <w:rsid w:val="002C2F79"/>
    <w:rsid w:val="002C38A1"/>
    <w:rsid w:val="002C38D9"/>
    <w:rsid w:val="002C464D"/>
    <w:rsid w:val="002C53B6"/>
    <w:rsid w:val="002C5CE6"/>
    <w:rsid w:val="002C6521"/>
    <w:rsid w:val="002C737B"/>
    <w:rsid w:val="002C73D2"/>
    <w:rsid w:val="002D000D"/>
    <w:rsid w:val="002D0704"/>
    <w:rsid w:val="002D3C61"/>
    <w:rsid w:val="002D404F"/>
    <w:rsid w:val="002D5A51"/>
    <w:rsid w:val="002D727D"/>
    <w:rsid w:val="002D77E6"/>
    <w:rsid w:val="002E0288"/>
    <w:rsid w:val="002E11B4"/>
    <w:rsid w:val="002E136F"/>
    <w:rsid w:val="002E27F8"/>
    <w:rsid w:val="002E353B"/>
    <w:rsid w:val="002E4098"/>
    <w:rsid w:val="002E40E8"/>
    <w:rsid w:val="002E5BC7"/>
    <w:rsid w:val="002F1132"/>
    <w:rsid w:val="002F3510"/>
    <w:rsid w:val="002F3A19"/>
    <w:rsid w:val="002F41BC"/>
    <w:rsid w:val="002F4335"/>
    <w:rsid w:val="002F5D67"/>
    <w:rsid w:val="002F76BD"/>
    <w:rsid w:val="003001BC"/>
    <w:rsid w:val="003001CE"/>
    <w:rsid w:val="003003CB"/>
    <w:rsid w:val="00300AC3"/>
    <w:rsid w:val="00301B3E"/>
    <w:rsid w:val="0030290B"/>
    <w:rsid w:val="00302DA2"/>
    <w:rsid w:val="0030308B"/>
    <w:rsid w:val="003035D2"/>
    <w:rsid w:val="00304E6C"/>
    <w:rsid w:val="00307A11"/>
    <w:rsid w:val="00310C19"/>
    <w:rsid w:val="00310D50"/>
    <w:rsid w:val="003129A3"/>
    <w:rsid w:val="00312BB5"/>
    <w:rsid w:val="003133EF"/>
    <w:rsid w:val="00313CCE"/>
    <w:rsid w:val="0031424E"/>
    <w:rsid w:val="0031544E"/>
    <w:rsid w:val="003169C2"/>
    <w:rsid w:val="0031758F"/>
    <w:rsid w:val="00317C1E"/>
    <w:rsid w:val="00320937"/>
    <w:rsid w:val="00321090"/>
    <w:rsid w:val="00322478"/>
    <w:rsid w:val="0032270D"/>
    <w:rsid w:val="00323196"/>
    <w:rsid w:val="00323A53"/>
    <w:rsid w:val="00324672"/>
    <w:rsid w:val="00325BC2"/>
    <w:rsid w:val="00326325"/>
    <w:rsid w:val="00327026"/>
    <w:rsid w:val="003270ED"/>
    <w:rsid w:val="00330E4F"/>
    <w:rsid w:val="0033611D"/>
    <w:rsid w:val="00336662"/>
    <w:rsid w:val="00336966"/>
    <w:rsid w:val="00341F7B"/>
    <w:rsid w:val="003430CE"/>
    <w:rsid w:val="003455EB"/>
    <w:rsid w:val="00346ACB"/>
    <w:rsid w:val="00347E30"/>
    <w:rsid w:val="00350664"/>
    <w:rsid w:val="003514F5"/>
    <w:rsid w:val="00354352"/>
    <w:rsid w:val="003549C6"/>
    <w:rsid w:val="003550A1"/>
    <w:rsid w:val="003552BA"/>
    <w:rsid w:val="00356D71"/>
    <w:rsid w:val="003602F4"/>
    <w:rsid w:val="0036073F"/>
    <w:rsid w:val="0036147D"/>
    <w:rsid w:val="003621F1"/>
    <w:rsid w:val="00363BB4"/>
    <w:rsid w:val="00365BEB"/>
    <w:rsid w:val="003707F5"/>
    <w:rsid w:val="0037205B"/>
    <w:rsid w:val="003724DB"/>
    <w:rsid w:val="00372ED8"/>
    <w:rsid w:val="003736BC"/>
    <w:rsid w:val="00380C57"/>
    <w:rsid w:val="00381350"/>
    <w:rsid w:val="00384D40"/>
    <w:rsid w:val="003851A3"/>
    <w:rsid w:val="00385A30"/>
    <w:rsid w:val="00386B5D"/>
    <w:rsid w:val="00387E39"/>
    <w:rsid w:val="0039050A"/>
    <w:rsid w:val="00392E96"/>
    <w:rsid w:val="00397406"/>
    <w:rsid w:val="00397CBB"/>
    <w:rsid w:val="003A0F22"/>
    <w:rsid w:val="003A15A5"/>
    <w:rsid w:val="003A16B9"/>
    <w:rsid w:val="003A405D"/>
    <w:rsid w:val="003A456A"/>
    <w:rsid w:val="003A5846"/>
    <w:rsid w:val="003A6ABE"/>
    <w:rsid w:val="003A7B4F"/>
    <w:rsid w:val="003B011B"/>
    <w:rsid w:val="003B0316"/>
    <w:rsid w:val="003B0889"/>
    <w:rsid w:val="003B0B6D"/>
    <w:rsid w:val="003B3428"/>
    <w:rsid w:val="003C0CB4"/>
    <w:rsid w:val="003C0D59"/>
    <w:rsid w:val="003C2302"/>
    <w:rsid w:val="003C2E43"/>
    <w:rsid w:val="003C6F8E"/>
    <w:rsid w:val="003C74BE"/>
    <w:rsid w:val="003D0EB4"/>
    <w:rsid w:val="003D2855"/>
    <w:rsid w:val="003D2B6F"/>
    <w:rsid w:val="003D3BD5"/>
    <w:rsid w:val="003D41C3"/>
    <w:rsid w:val="003D4D4B"/>
    <w:rsid w:val="003D507A"/>
    <w:rsid w:val="003E0A46"/>
    <w:rsid w:val="003E0FFA"/>
    <w:rsid w:val="003E14E7"/>
    <w:rsid w:val="003E37A6"/>
    <w:rsid w:val="003E451F"/>
    <w:rsid w:val="003E6B6A"/>
    <w:rsid w:val="003E7D72"/>
    <w:rsid w:val="003F4787"/>
    <w:rsid w:val="003F4964"/>
    <w:rsid w:val="003F4E18"/>
    <w:rsid w:val="003F5AC0"/>
    <w:rsid w:val="003F6EE7"/>
    <w:rsid w:val="003F752A"/>
    <w:rsid w:val="00401570"/>
    <w:rsid w:val="0040337B"/>
    <w:rsid w:val="00404AEC"/>
    <w:rsid w:val="00406AD9"/>
    <w:rsid w:val="00411C77"/>
    <w:rsid w:val="00411F47"/>
    <w:rsid w:val="00413355"/>
    <w:rsid w:val="0041698C"/>
    <w:rsid w:val="00417232"/>
    <w:rsid w:val="00420AF2"/>
    <w:rsid w:val="00421A3C"/>
    <w:rsid w:val="004224D7"/>
    <w:rsid w:val="004274C3"/>
    <w:rsid w:val="00430F7A"/>
    <w:rsid w:val="00432F6B"/>
    <w:rsid w:val="0043559E"/>
    <w:rsid w:val="00441018"/>
    <w:rsid w:val="0044183B"/>
    <w:rsid w:val="00442B4A"/>
    <w:rsid w:val="00442C57"/>
    <w:rsid w:val="00443E1C"/>
    <w:rsid w:val="00445764"/>
    <w:rsid w:val="0044602E"/>
    <w:rsid w:val="004476A8"/>
    <w:rsid w:val="00447E7F"/>
    <w:rsid w:val="0045042F"/>
    <w:rsid w:val="00450AD1"/>
    <w:rsid w:val="00450F21"/>
    <w:rsid w:val="004524E3"/>
    <w:rsid w:val="00454227"/>
    <w:rsid w:val="00454547"/>
    <w:rsid w:val="00456C7D"/>
    <w:rsid w:val="00457582"/>
    <w:rsid w:val="004577B8"/>
    <w:rsid w:val="00461C6C"/>
    <w:rsid w:val="004632F0"/>
    <w:rsid w:val="00463D3F"/>
    <w:rsid w:val="00465B1C"/>
    <w:rsid w:val="00466190"/>
    <w:rsid w:val="00470B90"/>
    <w:rsid w:val="00473CBA"/>
    <w:rsid w:val="00473EC0"/>
    <w:rsid w:val="004741B2"/>
    <w:rsid w:val="004758DB"/>
    <w:rsid w:val="00477F4D"/>
    <w:rsid w:val="00480176"/>
    <w:rsid w:val="004801F1"/>
    <w:rsid w:val="0048138F"/>
    <w:rsid w:val="00486AB3"/>
    <w:rsid w:val="0048729A"/>
    <w:rsid w:val="00493E99"/>
    <w:rsid w:val="00494167"/>
    <w:rsid w:val="00494868"/>
    <w:rsid w:val="0049626C"/>
    <w:rsid w:val="004962CC"/>
    <w:rsid w:val="00497945"/>
    <w:rsid w:val="00497CB4"/>
    <w:rsid w:val="004A0305"/>
    <w:rsid w:val="004A30F3"/>
    <w:rsid w:val="004A5038"/>
    <w:rsid w:val="004A54B6"/>
    <w:rsid w:val="004A6B40"/>
    <w:rsid w:val="004B09B2"/>
    <w:rsid w:val="004B0A9A"/>
    <w:rsid w:val="004B509C"/>
    <w:rsid w:val="004B5385"/>
    <w:rsid w:val="004C3123"/>
    <w:rsid w:val="004C3381"/>
    <w:rsid w:val="004C737E"/>
    <w:rsid w:val="004D3E9F"/>
    <w:rsid w:val="004D43AD"/>
    <w:rsid w:val="004D4764"/>
    <w:rsid w:val="004D5E93"/>
    <w:rsid w:val="004D6806"/>
    <w:rsid w:val="004D6A99"/>
    <w:rsid w:val="004E1E31"/>
    <w:rsid w:val="004E3B38"/>
    <w:rsid w:val="004E5A56"/>
    <w:rsid w:val="004F06E3"/>
    <w:rsid w:val="004F22E2"/>
    <w:rsid w:val="004F2538"/>
    <w:rsid w:val="004F39F4"/>
    <w:rsid w:val="004F3D0C"/>
    <w:rsid w:val="004F4079"/>
    <w:rsid w:val="004F4254"/>
    <w:rsid w:val="004F47BD"/>
    <w:rsid w:val="004F4BDA"/>
    <w:rsid w:val="004F5C51"/>
    <w:rsid w:val="004F5F95"/>
    <w:rsid w:val="004F6901"/>
    <w:rsid w:val="004F7A13"/>
    <w:rsid w:val="00500670"/>
    <w:rsid w:val="00501230"/>
    <w:rsid w:val="005022F3"/>
    <w:rsid w:val="00502E73"/>
    <w:rsid w:val="0050375B"/>
    <w:rsid w:val="00504690"/>
    <w:rsid w:val="00506D51"/>
    <w:rsid w:val="00506E19"/>
    <w:rsid w:val="0051046D"/>
    <w:rsid w:val="005112D3"/>
    <w:rsid w:val="005119D6"/>
    <w:rsid w:val="0051324B"/>
    <w:rsid w:val="005132E9"/>
    <w:rsid w:val="00517D46"/>
    <w:rsid w:val="00520D9C"/>
    <w:rsid w:val="00521267"/>
    <w:rsid w:val="00521C7B"/>
    <w:rsid w:val="00522C98"/>
    <w:rsid w:val="00523802"/>
    <w:rsid w:val="0052686A"/>
    <w:rsid w:val="00526E9E"/>
    <w:rsid w:val="005331B1"/>
    <w:rsid w:val="00534018"/>
    <w:rsid w:val="0053446F"/>
    <w:rsid w:val="005350DE"/>
    <w:rsid w:val="005355C5"/>
    <w:rsid w:val="00537124"/>
    <w:rsid w:val="00541E66"/>
    <w:rsid w:val="0054267B"/>
    <w:rsid w:val="0054346A"/>
    <w:rsid w:val="00544CB9"/>
    <w:rsid w:val="0054509E"/>
    <w:rsid w:val="005457FE"/>
    <w:rsid w:val="0054582D"/>
    <w:rsid w:val="00545B1A"/>
    <w:rsid w:val="00546639"/>
    <w:rsid w:val="00546ACF"/>
    <w:rsid w:val="0055206C"/>
    <w:rsid w:val="005528C1"/>
    <w:rsid w:val="00552F7E"/>
    <w:rsid w:val="00555B36"/>
    <w:rsid w:val="00556E08"/>
    <w:rsid w:val="005576A0"/>
    <w:rsid w:val="0055785A"/>
    <w:rsid w:val="00561AA2"/>
    <w:rsid w:val="0056392F"/>
    <w:rsid w:val="00563ACE"/>
    <w:rsid w:val="00563D9E"/>
    <w:rsid w:val="00565256"/>
    <w:rsid w:val="00567D62"/>
    <w:rsid w:val="00572B87"/>
    <w:rsid w:val="00577185"/>
    <w:rsid w:val="00577846"/>
    <w:rsid w:val="005779E5"/>
    <w:rsid w:val="00577C69"/>
    <w:rsid w:val="0058143E"/>
    <w:rsid w:val="00584A89"/>
    <w:rsid w:val="00587ECF"/>
    <w:rsid w:val="005927CC"/>
    <w:rsid w:val="00592FDF"/>
    <w:rsid w:val="0059751A"/>
    <w:rsid w:val="005A070D"/>
    <w:rsid w:val="005A15DD"/>
    <w:rsid w:val="005A2970"/>
    <w:rsid w:val="005A5527"/>
    <w:rsid w:val="005A588C"/>
    <w:rsid w:val="005A6609"/>
    <w:rsid w:val="005A6E5D"/>
    <w:rsid w:val="005A6F55"/>
    <w:rsid w:val="005A7F72"/>
    <w:rsid w:val="005B0B2A"/>
    <w:rsid w:val="005B0C67"/>
    <w:rsid w:val="005B1E62"/>
    <w:rsid w:val="005B224A"/>
    <w:rsid w:val="005B2AAB"/>
    <w:rsid w:val="005B2F0F"/>
    <w:rsid w:val="005B5004"/>
    <w:rsid w:val="005B50B0"/>
    <w:rsid w:val="005C0591"/>
    <w:rsid w:val="005C185A"/>
    <w:rsid w:val="005C4C30"/>
    <w:rsid w:val="005C4E3B"/>
    <w:rsid w:val="005C67F8"/>
    <w:rsid w:val="005D1123"/>
    <w:rsid w:val="005D22BF"/>
    <w:rsid w:val="005D36BD"/>
    <w:rsid w:val="005D3917"/>
    <w:rsid w:val="005E030A"/>
    <w:rsid w:val="005E1377"/>
    <w:rsid w:val="005E2FEE"/>
    <w:rsid w:val="005E42F8"/>
    <w:rsid w:val="005E6601"/>
    <w:rsid w:val="005E6AF6"/>
    <w:rsid w:val="005F092F"/>
    <w:rsid w:val="005F20C5"/>
    <w:rsid w:val="005F2AEB"/>
    <w:rsid w:val="005F36F0"/>
    <w:rsid w:val="005F4486"/>
    <w:rsid w:val="005F4AC6"/>
    <w:rsid w:val="005F67B9"/>
    <w:rsid w:val="005F71DB"/>
    <w:rsid w:val="005F7747"/>
    <w:rsid w:val="00602DFC"/>
    <w:rsid w:val="006070EB"/>
    <w:rsid w:val="00611834"/>
    <w:rsid w:val="00611C72"/>
    <w:rsid w:val="00616A6E"/>
    <w:rsid w:val="006175B3"/>
    <w:rsid w:val="00617BCF"/>
    <w:rsid w:val="00621BDF"/>
    <w:rsid w:val="00621DFD"/>
    <w:rsid w:val="00622797"/>
    <w:rsid w:val="0062349C"/>
    <w:rsid w:val="00623FB8"/>
    <w:rsid w:val="00625B3B"/>
    <w:rsid w:val="006267EE"/>
    <w:rsid w:val="00626D91"/>
    <w:rsid w:val="00630772"/>
    <w:rsid w:val="0063079C"/>
    <w:rsid w:val="006340E4"/>
    <w:rsid w:val="006344E0"/>
    <w:rsid w:val="006361C3"/>
    <w:rsid w:val="00637497"/>
    <w:rsid w:val="0064242B"/>
    <w:rsid w:val="00642481"/>
    <w:rsid w:val="0064286C"/>
    <w:rsid w:val="006436C1"/>
    <w:rsid w:val="00643966"/>
    <w:rsid w:val="00647817"/>
    <w:rsid w:val="006479D6"/>
    <w:rsid w:val="006515F2"/>
    <w:rsid w:val="00656808"/>
    <w:rsid w:val="00657A22"/>
    <w:rsid w:val="0066002C"/>
    <w:rsid w:val="00661899"/>
    <w:rsid w:val="00663BF2"/>
    <w:rsid w:val="00664014"/>
    <w:rsid w:val="00665D7F"/>
    <w:rsid w:val="00665EA4"/>
    <w:rsid w:val="00666C2E"/>
    <w:rsid w:val="00666D03"/>
    <w:rsid w:val="00666E24"/>
    <w:rsid w:val="00667195"/>
    <w:rsid w:val="00670344"/>
    <w:rsid w:val="00670A7F"/>
    <w:rsid w:val="00670D5F"/>
    <w:rsid w:val="006711E0"/>
    <w:rsid w:val="006738AD"/>
    <w:rsid w:val="00677E46"/>
    <w:rsid w:val="006803E6"/>
    <w:rsid w:val="00680A74"/>
    <w:rsid w:val="00680F00"/>
    <w:rsid w:val="00681664"/>
    <w:rsid w:val="0068391F"/>
    <w:rsid w:val="0068499E"/>
    <w:rsid w:val="006850AE"/>
    <w:rsid w:val="006875CB"/>
    <w:rsid w:val="00690DD8"/>
    <w:rsid w:val="0069153C"/>
    <w:rsid w:val="00692210"/>
    <w:rsid w:val="00693BA3"/>
    <w:rsid w:val="0069689C"/>
    <w:rsid w:val="00697E15"/>
    <w:rsid w:val="006A458F"/>
    <w:rsid w:val="006A4EFC"/>
    <w:rsid w:val="006A6D5C"/>
    <w:rsid w:val="006B0CF6"/>
    <w:rsid w:val="006B4585"/>
    <w:rsid w:val="006B5F3D"/>
    <w:rsid w:val="006C09F3"/>
    <w:rsid w:val="006C1CE3"/>
    <w:rsid w:val="006C4A3B"/>
    <w:rsid w:val="006C59C5"/>
    <w:rsid w:val="006D1DD4"/>
    <w:rsid w:val="006D37E0"/>
    <w:rsid w:val="006D42E3"/>
    <w:rsid w:val="006D475E"/>
    <w:rsid w:val="006D5D45"/>
    <w:rsid w:val="006D6367"/>
    <w:rsid w:val="006D642A"/>
    <w:rsid w:val="006D7063"/>
    <w:rsid w:val="006E275A"/>
    <w:rsid w:val="006E2892"/>
    <w:rsid w:val="006E3580"/>
    <w:rsid w:val="006E683E"/>
    <w:rsid w:val="006E70D5"/>
    <w:rsid w:val="006E70E4"/>
    <w:rsid w:val="006F11FA"/>
    <w:rsid w:val="006F1EF9"/>
    <w:rsid w:val="006F41CF"/>
    <w:rsid w:val="006F47D6"/>
    <w:rsid w:val="006F7E5C"/>
    <w:rsid w:val="00701E31"/>
    <w:rsid w:val="0070220B"/>
    <w:rsid w:val="007022B0"/>
    <w:rsid w:val="00705103"/>
    <w:rsid w:val="00706B3B"/>
    <w:rsid w:val="00706C5A"/>
    <w:rsid w:val="00706D6D"/>
    <w:rsid w:val="0071030E"/>
    <w:rsid w:val="00711E9B"/>
    <w:rsid w:val="007121E1"/>
    <w:rsid w:val="00712A02"/>
    <w:rsid w:val="00713022"/>
    <w:rsid w:val="00713055"/>
    <w:rsid w:val="00714299"/>
    <w:rsid w:val="007148D4"/>
    <w:rsid w:val="007159CD"/>
    <w:rsid w:val="007207A5"/>
    <w:rsid w:val="00720A1C"/>
    <w:rsid w:val="00721B28"/>
    <w:rsid w:val="00722BD7"/>
    <w:rsid w:val="00732616"/>
    <w:rsid w:val="00735391"/>
    <w:rsid w:val="00735EED"/>
    <w:rsid w:val="00740093"/>
    <w:rsid w:val="00740128"/>
    <w:rsid w:val="007408EE"/>
    <w:rsid w:val="00740CC5"/>
    <w:rsid w:val="00742F51"/>
    <w:rsid w:val="007436D7"/>
    <w:rsid w:val="00746E4B"/>
    <w:rsid w:val="00750C57"/>
    <w:rsid w:val="007512E0"/>
    <w:rsid w:val="00751C23"/>
    <w:rsid w:val="00753CB8"/>
    <w:rsid w:val="0075728B"/>
    <w:rsid w:val="007605AA"/>
    <w:rsid w:val="00761444"/>
    <w:rsid w:val="0076284B"/>
    <w:rsid w:val="00762CF6"/>
    <w:rsid w:val="007671CC"/>
    <w:rsid w:val="00770599"/>
    <w:rsid w:val="00770C37"/>
    <w:rsid w:val="007717B3"/>
    <w:rsid w:val="00773392"/>
    <w:rsid w:val="00774081"/>
    <w:rsid w:val="007745C0"/>
    <w:rsid w:val="0077656A"/>
    <w:rsid w:val="00776AAD"/>
    <w:rsid w:val="00777934"/>
    <w:rsid w:val="00782D0D"/>
    <w:rsid w:val="007858EC"/>
    <w:rsid w:val="00787530"/>
    <w:rsid w:val="00791336"/>
    <w:rsid w:val="00791E4E"/>
    <w:rsid w:val="00792703"/>
    <w:rsid w:val="00792EB6"/>
    <w:rsid w:val="00794AEB"/>
    <w:rsid w:val="007954C6"/>
    <w:rsid w:val="007A21C4"/>
    <w:rsid w:val="007A4C84"/>
    <w:rsid w:val="007A50F4"/>
    <w:rsid w:val="007A609A"/>
    <w:rsid w:val="007A6DF2"/>
    <w:rsid w:val="007A71DD"/>
    <w:rsid w:val="007A75B6"/>
    <w:rsid w:val="007B1442"/>
    <w:rsid w:val="007B1DE7"/>
    <w:rsid w:val="007B2CEE"/>
    <w:rsid w:val="007B7DCA"/>
    <w:rsid w:val="007C3132"/>
    <w:rsid w:val="007C5326"/>
    <w:rsid w:val="007C5DE7"/>
    <w:rsid w:val="007C67BB"/>
    <w:rsid w:val="007C6C56"/>
    <w:rsid w:val="007D2449"/>
    <w:rsid w:val="007E5E5E"/>
    <w:rsid w:val="007E625D"/>
    <w:rsid w:val="007E7604"/>
    <w:rsid w:val="007F3971"/>
    <w:rsid w:val="007F3D25"/>
    <w:rsid w:val="007F58A8"/>
    <w:rsid w:val="007F5E1C"/>
    <w:rsid w:val="007F71A1"/>
    <w:rsid w:val="00800724"/>
    <w:rsid w:val="008017E8"/>
    <w:rsid w:val="00803256"/>
    <w:rsid w:val="0080325A"/>
    <w:rsid w:val="008039ED"/>
    <w:rsid w:val="00805D78"/>
    <w:rsid w:val="00807E10"/>
    <w:rsid w:val="00814025"/>
    <w:rsid w:val="00815B51"/>
    <w:rsid w:val="0081759E"/>
    <w:rsid w:val="00817763"/>
    <w:rsid w:val="0081797E"/>
    <w:rsid w:val="00820654"/>
    <w:rsid w:val="00820D3C"/>
    <w:rsid w:val="00821F4A"/>
    <w:rsid w:val="00822096"/>
    <w:rsid w:val="00823305"/>
    <w:rsid w:val="00823D22"/>
    <w:rsid w:val="00826259"/>
    <w:rsid w:val="00826B72"/>
    <w:rsid w:val="00831E40"/>
    <w:rsid w:val="00832EBF"/>
    <w:rsid w:val="00833ACD"/>
    <w:rsid w:val="00833FA3"/>
    <w:rsid w:val="00834EA1"/>
    <w:rsid w:val="008358C7"/>
    <w:rsid w:val="008370E5"/>
    <w:rsid w:val="0084149C"/>
    <w:rsid w:val="00841718"/>
    <w:rsid w:val="008419A9"/>
    <w:rsid w:val="0084288A"/>
    <w:rsid w:val="008429C7"/>
    <w:rsid w:val="00842A02"/>
    <w:rsid w:val="00842EE6"/>
    <w:rsid w:val="00846CBF"/>
    <w:rsid w:val="00847090"/>
    <w:rsid w:val="00847120"/>
    <w:rsid w:val="00850464"/>
    <w:rsid w:val="0085153E"/>
    <w:rsid w:val="008518A2"/>
    <w:rsid w:val="00860810"/>
    <w:rsid w:val="00860B50"/>
    <w:rsid w:val="008619FB"/>
    <w:rsid w:val="00861D7B"/>
    <w:rsid w:val="00861D9B"/>
    <w:rsid w:val="00862E01"/>
    <w:rsid w:val="00862FF3"/>
    <w:rsid w:val="008638DC"/>
    <w:rsid w:val="008647DC"/>
    <w:rsid w:val="00867487"/>
    <w:rsid w:val="00867AF9"/>
    <w:rsid w:val="00867CDB"/>
    <w:rsid w:val="008721E4"/>
    <w:rsid w:val="00872FA1"/>
    <w:rsid w:val="00874AB7"/>
    <w:rsid w:val="008755E6"/>
    <w:rsid w:val="00875611"/>
    <w:rsid w:val="0087654C"/>
    <w:rsid w:val="00877123"/>
    <w:rsid w:val="00877B20"/>
    <w:rsid w:val="008804F1"/>
    <w:rsid w:val="00880A14"/>
    <w:rsid w:val="00881469"/>
    <w:rsid w:val="0088351D"/>
    <w:rsid w:val="0088380A"/>
    <w:rsid w:val="00884BDE"/>
    <w:rsid w:val="00885FED"/>
    <w:rsid w:val="008872B3"/>
    <w:rsid w:val="00887302"/>
    <w:rsid w:val="00890A07"/>
    <w:rsid w:val="00890E1A"/>
    <w:rsid w:val="00894FF4"/>
    <w:rsid w:val="008960A4"/>
    <w:rsid w:val="008A1BDF"/>
    <w:rsid w:val="008A495D"/>
    <w:rsid w:val="008A688F"/>
    <w:rsid w:val="008B094B"/>
    <w:rsid w:val="008B1612"/>
    <w:rsid w:val="008B1E88"/>
    <w:rsid w:val="008B25D4"/>
    <w:rsid w:val="008B2C59"/>
    <w:rsid w:val="008B534F"/>
    <w:rsid w:val="008B5BFC"/>
    <w:rsid w:val="008B5EA0"/>
    <w:rsid w:val="008B7835"/>
    <w:rsid w:val="008C2484"/>
    <w:rsid w:val="008C325D"/>
    <w:rsid w:val="008C3F44"/>
    <w:rsid w:val="008C47BF"/>
    <w:rsid w:val="008D0342"/>
    <w:rsid w:val="008D07A4"/>
    <w:rsid w:val="008D439D"/>
    <w:rsid w:val="008D4875"/>
    <w:rsid w:val="008D6AF2"/>
    <w:rsid w:val="008D7C81"/>
    <w:rsid w:val="008E1B3F"/>
    <w:rsid w:val="008E363F"/>
    <w:rsid w:val="008E51EA"/>
    <w:rsid w:val="008E6A6F"/>
    <w:rsid w:val="008E70EA"/>
    <w:rsid w:val="008E7736"/>
    <w:rsid w:val="008F3BAF"/>
    <w:rsid w:val="008F6545"/>
    <w:rsid w:val="008F7BA0"/>
    <w:rsid w:val="008F7C90"/>
    <w:rsid w:val="009007B7"/>
    <w:rsid w:val="00901C54"/>
    <w:rsid w:val="009044D9"/>
    <w:rsid w:val="0090509D"/>
    <w:rsid w:val="00905581"/>
    <w:rsid w:val="00905BC4"/>
    <w:rsid w:val="00906887"/>
    <w:rsid w:val="00906D14"/>
    <w:rsid w:val="00911E4A"/>
    <w:rsid w:val="00913CAF"/>
    <w:rsid w:val="0091461B"/>
    <w:rsid w:val="00914902"/>
    <w:rsid w:val="00915AE9"/>
    <w:rsid w:val="00915D8C"/>
    <w:rsid w:val="0091638D"/>
    <w:rsid w:val="009166C2"/>
    <w:rsid w:val="00921B07"/>
    <w:rsid w:val="009227A5"/>
    <w:rsid w:val="0092414B"/>
    <w:rsid w:val="00924981"/>
    <w:rsid w:val="009249D7"/>
    <w:rsid w:val="0092502B"/>
    <w:rsid w:val="0092630E"/>
    <w:rsid w:val="00927B4D"/>
    <w:rsid w:val="00930C4B"/>
    <w:rsid w:val="009318CE"/>
    <w:rsid w:val="009334DE"/>
    <w:rsid w:val="00934443"/>
    <w:rsid w:val="00935A00"/>
    <w:rsid w:val="00935E93"/>
    <w:rsid w:val="00940AC2"/>
    <w:rsid w:val="00940B87"/>
    <w:rsid w:val="00941437"/>
    <w:rsid w:val="00947E66"/>
    <w:rsid w:val="00951B1F"/>
    <w:rsid w:val="00951C86"/>
    <w:rsid w:val="009542C4"/>
    <w:rsid w:val="00954D3F"/>
    <w:rsid w:val="009574F6"/>
    <w:rsid w:val="009604A4"/>
    <w:rsid w:val="009611B3"/>
    <w:rsid w:val="00963150"/>
    <w:rsid w:val="009654C7"/>
    <w:rsid w:val="0096728F"/>
    <w:rsid w:val="009706A1"/>
    <w:rsid w:val="00971D2C"/>
    <w:rsid w:val="00973389"/>
    <w:rsid w:val="00975910"/>
    <w:rsid w:val="00975A01"/>
    <w:rsid w:val="00976092"/>
    <w:rsid w:val="00976CE1"/>
    <w:rsid w:val="0098159C"/>
    <w:rsid w:val="00984635"/>
    <w:rsid w:val="0098540D"/>
    <w:rsid w:val="009876AD"/>
    <w:rsid w:val="00987B25"/>
    <w:rsid w:val="009913A0"/>
    <w:rsid w:val="0099195B"/>
    <w:rsid w:val="009929EA"/>
    <w:rsid w:val="00994F1D"/>
    <w:rsid w:val="00995853"/>
    <w:rsid w:val="00995E2A"/>
    <w:rsid w:val="00995F5B"/>
    <w:rsid w:val="009969AD"/>
    <w:rsid w:val="009A0E7A"/>
    <w:rsid w:val="009A0FBE"/>
    <w:rsid w:val="009A1E98"/>
    <w:rsid w:val="009A3FD8"/>
    <w:rsid w:val="009A5C67"/>
    <w:rsid w:val="009A5D1B"/>
    <w:rsid w:val="009A5EB6"/>
    <w:rsid w:val="009A656A"/>
    <w:rsid w:val="009A7A17"/>
    <w:rsid w:val="009B0524"/>
    <w:rsid w:val="009B08F1"/>
    <w:rsid w:val="009B29A6"/>
    <w:rsid w:val="009B2E68"/>
    <w:rsid w:val="009B3C77"/>
    <w:rsid w:val="009B3CFE"/>
    <w:rsid w:val="009B3FE9"/>
    <w:rsid w:val="009B54DE"/>
    <w:rsid w:val="009B5E80"/>
    <w:rsid w:val="009B683C"/>
    <w:rsid w:val="009C12D3"/>
    <w:rsid w:val="009C5696"/>
    <w:rsid w:val="009C5FAD"/>
    <w:rsid w:val="009C69CE"/>
    <w:rsid w:val="009C6A73"/>
    <w:rsid w:val="009C7213"/>
    <w:rsid w:val="009C7BBE"/>
    <w:rsid w:val="009D09B8"/>
    <w:rsid w:val="009D09D9"/>
    <w:rsid w:val="009D1A5B"/>
    <w:rsid w:val="009D5265"/>
    <w:rsid w:val="009D7137"/>
    <w:rsid w:val="009E1520"/>
    <w:rsid w:val="009E25CC"/>
    <w:rsid w:val="009E66B7"/>
    <w:rsid w:val="009F10C6"/>
    <w:rsid w:val="009F1E24"/>
    <w:rsid w:val="009F4F63"/>
    <w:rsid w:val="009F57A9"/>
    <w:rsid w:val="009F592C"/>
    <w:rsid w:val="009F59BA"/>
    <w:rsid w:val="00A00F22"/>
    <w:rsid w:val="00A0199C"/>
    <w:rsid w:val="00A01A54"/>
    <w:rsid w:val="00A01E2C"/>
    <w:rsid w:val="00A0351E"/>
    <w:rsid w:val="00A106E1"/>
    <w:rsid w:val="00A11046"/>
    <w:rsid w:val="00A12393"/>
    <w:rsid w:val="00A132E8"/>
    <w:rsid w:val="00A13300"/>
    <w:rsid w:val="00A16989"/>
    <w:rsid w:val="00A17CA2"/>
    <w:rsid w:val="00A20D58"/>
    <w:rsid w:val="00A2121E"/>
    <w:rsid w:val="00A2526F"/>
    <w:rsid w:val="00A2586D"/>
    <w:rsid w:val="00A30A12"/>
    <w:rsid w:val="00A31874"/>
    <w:rsid w:val="00A318AE"/>
    <w:rsid w:val="00A31C64"/>
    <w:rsid w:val="00A33D13"/>
    <w:rsid w:val="00A346E9"/>
    <w:rsid w:val="00A34730"/>
    <w:rsid w:val="00A3477A"/>
    <w:rsid w:val="00A3483A"/>
    <w:rsid w:val="00A35514"/>
    <w:rsid w:val="00A355C6"/>
    <w:rsid w:val="00A36585"/>
    <w:rsid w:val="00A371CE"/>
    <w:rsid w:val="00A42078"/>
    <w:rsid w:val="00A4305A"/>
    <w:rsid w:val="00A434DF"/>
    <w:rsid w:val="00A4394C"/>
    <w:rsid w:val="00A43A7C"/>
    <w:rsid w:val="00A45425"/>
    <w:rsid w:val="00A45679"/>
    <w:rsid w:val="00A463D3"/>
    <w:rsid w:val="00A46630"/>
    <w:rsid w:val="00A52203"/>
    <w:rsid w:val="00A52D49"/>
    <w:rsid w:val="00A55619"/>
    <w:rsid w:val="00A56191"/>
    <w:rsid w:val="00A60D37"/>
    <w:rsid w:val="00A60DA1"/>
    <w:rsid w:val="00A60E93"/>
    <w:rsid w:val="00A61FF1"/>
    <w:rsid w:val="00A62D48"/>
    <w:rsid w:val="00A64C23"/>
    <w:rsid w:val="00A66889"/>
    <w:rsid w:val="00A67C79"/>
    <w:rsid w:val="00A72415"/>
    <w:rsid w:val="00A734F1"/>
    <w:rsid w:val="00A73BFA"/>
    <w:rsid w:val="00A7614A"/>
    <w:rsid w:val="00A76C16"/>
    <w:rsid w:val="00A77260"/>
    <w:rsid w:val="00A81CF5"/>
    <w:rsid w:val="00A820A2"/>
    <w:rsid w:val="00A839D1"/>
    <w:rsid w:val="00A86693"/>
    <w:rsid w:val="00A8766F"/>
    <w:rsid w:val="00A87D5E"/>
    <w:rsid w:val="00A87DBA"/>
    <w:rsid w:val="00A9473F"/>
    <w:rsid w:val="00A9697B"/>
    <w:rsid w:val="00A97A26"/>
    <w:rsid w:val="00AA2415"/>
    <w:rsid w:val="00AA326C"/>
    <w:rsid w:val="00AA367E"/>
    <w:rsid w:val="00AA4311"/>
    <w:rsid w:val="00AA5AFD"/>
    <w:rsid w:val="00AA620C"/>
    <w:rsid w:val="00AA66A5"/>
    <w:rsid w:val="00AA71EC"/>
    <w:rsid w:val="00AB1AA6"/>
    <w:rsid w:val="00AB3482"/>
    <w:rsid w:val="00AB3AA8"/>
    <w:rsid w:val="00AB4709"/>
    <w:rsid w:val="00AB51BD"/>
    <w:rsid w:val="00AB6028"/>
    <w:rsid w:val="00AB7D96"/>
    <w:rsid w:val="00AC0227"/>
    <w:rsid w:val="00AC03E5"/>
    <w:rsid w:val="00AC0ED7"/>
    <w:rsid w:val="00AC0F92"/>
    <w:rsid w:val="00AC28C7"/>
    <w:rsid w:val="00AC2F73"/>
    <w:rsid w:val="00AC4EDA"/>
    <w:rsid w:val="00AC520D"/>
    <w:rsid w:val="00AD0CDD"/>
    <w:rsid w:val="00AD1552"/>
    <w:rsid w:val="00AD15D4"/>
    <w:rsid w:val="00AD1CEC"/>
    <w:rsid w:val="00AD2EBF"/>
    <w:rsid w:val="00AD39E8"/>
    <w:rsid w:val="00AD52C5"/>
    <w:rsid w:val="00AE2C78"/>
    <w:rsid w:val="00AE32D6"/>
    <w:rsid w:val="00AE3729"/>
    <w:rsid w:val="00AE455E"/>
    <w:rsid w:val="00AE4887"/>
    <w:rsid w:val="00AE58F0"/>
    <w:rsid w:val="00AE7E7A"/>
    <w:rsid w:val="00AF11FF"/>
    <w:rsid w:val="00AF1575"/>
    <w:rsid w:val="00AF168E"/>
    <w:rsid w:val="00AF30E7"/>
    <w:rsid w:val="00AF3E8F"/>
    <w:rsid w:val="00AF528F"/>
    <w:rsid w:val="00AF576D"/>
    <w:rsid w:val="00AF6C8E"/>
    <w:rsid w:val="00B001CD"/>
    <w:rsid w:val="00B002A9"/>
    <w:rsid w:val="00B02819"/>
    <w:rsid w:val="00B02B5D"/>
    <w:rsid w:val="00B121C3"/>
    <w:rsid w:val="00B12EB4"/>
    <w:rsid w:val="00B134B3"/>
    <w:rsid w:val="00B14E26"/>
    <w:rsid w:val="00B16093"/>
    <w:rsid w:val="00B16E2B"/>
    <w:rsid w:val="00B20AFC"/>
    <w:rsid w:val="00B22D6D"/>
    <w:rsid w:val="00B23A94"/>
    <w:rsid w:val="00B23CB8"/>
    <w:rsid w:val="00B23D33"/>
    <w:rsid w:val="00B253FE"/>
    <w:rsid w:val="00B25689"/>
    <w:rsid w:val="00B25B73"/>
    <w:rsid w:val="00B27B8B"/>
    <w:rsid w:val="00B31F01"/>
    <w:rsid w:val="00B3257C"/>
    <w:rsid w:val="00B331EB"/>
    <w:rsid w:val="00B33EB8"/>
    <w:rsid w:val="00B349EB"/>
    <w:rsid w:val="00B351D7"/>
    <w:rsid w:val="00B3593A"/>
    <w:rsid w:val="00B35D73"/>
    <w:rsid w:val="00B35F45"/>
    <w:rsid w:val="00B377F4"/>
    <w:rsid w:val="00B40521"/>
    <w:rsid w:val="00B419C2"/>
    <w:rsid w:val="00B43297"/>
    <w:rsid w:val="00B44F83"/>
    <w:rsid w:val="00B45A86"/>
    <w:rsid w:val="00B45E5E"/>
    <w:rsid w:val="00B4645A"/>
    <w:rsid w:val="00B465FA"/>
    <w:rsid w:val="00B47374"/>
    <w:rsid w:val="00B47E36"/>
    <w:rsid w:val="00B52078"/>
    <w:rsid w:val="00B5295F"/>
    <w:rsid w:val="00B53928"/>
    <w:rsid w:val="00B542E9"/>
    <w:rsid w:val="00B546F3"/>
    <w:rsid w:val="00B55D33"/>
    <w:rsid w:val="00B56DCC"/>
    <w:rsid w:val="00B61014"/>
    <w:rsid w:val="00B61BAD"/>
    <w:rsid w:val="00B62326"/>
    <w:rsid w:val="00B623CD"/>
    <w:rsid w:val="00B62D98"/>
    <w:rsid w:val="00B71A70"/>
    <w:rsid w:val="00B7296D"/>
    <w:rsid w:val="00B7311A"/>
    <w:rsid w:val="00B75097"/>
    <w:rsid w:val="00B7625A"/>
    <w:rsid w:val="00B77131"/>
    <w:rsid w:val="00B8112B"/>
    <w:rsid w:val="00B81324"/>
    <w:rsid w:val="00B8155B"/>
    <w:rsid w:val="00B8167A"/>
    <w:rsid w:val="00B824CE"/>
    <w:rsid w:val="00B82669"/>
    <w:rsid w:val="00B8520F"/>
    <w:rsid w:val="00B8531D"/>
    <w:rsid w:val="00B860FE"/>
    <w:rsid w:val="00B90893"/>
    <w:rsid w:val="00B9293B"/>
    <w:rsid w:val="00B93F6C"/>
    <w:rsid w:val="00B94756"/>
    <w:rsid w:val="00B94C2F"/>
    <w:rsid w:val="00B94CC4"/>
    <w:rsid w:val="00B95C6C"/>
    <w:rsid w:val="00B9621D"/>
    <w:rsid w:val="00B96DE3"/>
    <w:rsid w:val="00BA0C2A"/>
    <w:rsid w:val="00BA160F"/>
    <w:rsid w:val="00BA27AE"/>
    <w:rsid w:val="00BA471D"/>
    <w:rsid w:val="00BB1751"/>
    <w:rsid w:val="00BB2224"/>
    <w:rsid w:val="00BB30DF"/>
    <w:rsid w:val="00BB5899"/>
    <w:rsid w:val="00BB5E74"/>
    <w:rsid w:val="00BB6589"/>
    <w:rsid w:val="00BC064A"/>
    <w:rsid w:val="00BC1124"/>
    <w:rsid w:val="00BC3EDE"/>
    <w:rsid w:val="00BC560E"/>
    <w:rsid w:val="00BC582A"/>
    <w:rsid w:val="00BC6EE2"/>
    <w:rsid w:val="00BD0447"/>
    <w:rsid w:val="00BD1490"/>
    <w:rsid w:val="00BD2624"/>
    <w:rsid w:val="00BD3845"/>
    <w:rsid w:val="00BD3AE9"/>
    <w:rsid w:val="00BD5003"/>
    <w:rsid w:val="00BD5C14"/>
    <w:rsid w:val="00BD7A45"/>
    <w:rsid w:val="00BE17C1"/>
    <w:rsid w:val="00BE359E"/>
    <w:rsid w:val="00BE396F"/>
    <w:rsid w:val="00BE470E"/>
    <w:rsid w:val="00BE4EDD"/>
    <w:rsid w:val="00BE6009"/>
    <w:rsid w:val="00BE7360"/>
    <w:rsid w:val="00BF09B4"/>
    <w:rsid w:val="00BF4E2B"/>
    <w:rsid w:val="00BF5121"/>
    <w:rsid w:val="00BF606D"/>
    <w:rsid w:val="00BF6B19"/>
    <w:rsid w:val="00C06EA6"/>
    <w:rsid w:val="00C0717E"/>
    <w:rsid w:val="00C148C9"/>
    <w:rsid w:val="00C1683C"/>
    <w:rsid w:val="00C176AD"/>
    <w:rsid w:val="00C204C2"/>
    <w:rsid w:val="00C214A7"/>
    <w:rsid w:val="00C22F1B"/>
    <w:rsid w:val="00C23396"/>
    <w:rsid w:val="00C2508C"/>
    <w:rsid w:val="00C25C61"/>
    <w:rsid w:val="00C267C2"/>
    <w:rsid w:val="00C30F5E"/>
    <w:rsid w:val="00C31C1B"/>
    <w:rsid w:val="00C35333"/>
    <w:rsid w:val="00C36743"/>
    <w:rsid w:val="00C3782D"/>
    <w:rsid w:val="00C42A7C"/>
    <w:rsid w:val="00C430DF"/>
    <w:rsid w:val="00C50CBD"/>
    <w:rsid w:val="00C51942"/>
    <w:rsid w:val="00C53521"/>
    <w:rsid w:val="00C552AA"/>
    <w:rsid w:val="00C5602E"/>
    <w:rsid w:val="00C603F6"/>
    <w:rsid w:val="00C61CD0"/>
    <w:rsid w:val="00C65342"/>
    <w:rsid w:val="00C67379"/>
    <w:rsid w:val="00C679CB"/>
    <w:rsid w:val="00C67FB1"/>
    <w:rsid w:val="00C7079A"/>
    <w:rsid w:val="00C70EAF"/>
    <w:rsid w:val="00C7325F"/>
    <w:rsid w:val="00C74186"/>
    <w:rsid w:val="00C75299"/>
    <w:rsid w:val="00C761A7"/>
    <w:rsid w:val="00C768E4"/>
    <w:rsid w:val="00C76B61"/>
    <w:rsid w:val="00C80F70"/>
    <w:rsid w:val="00C8372E"/>
    <w:rsid w:val="00C84160"/>
    <w:rsid w:val="00C8514F"/>
    <w:rsid w:val="00C870EC"/>
    <w:rsid w:val="00C8752B"/>
    <w:rsid w:val="00C87AAB"/>
    <w:rsid w:val="00C87EA7"/>
    <w:rsid w:val="00C9086E"/>
    <w:rsid w:val="00C91637"/>
    <w:rsid w:val="00C92445"/>
    <w:rsid w:val="00C944F7"/>
    <w:rsid w:val="00C947FD"/>
    <w:rsid w:val="00CA1D62"/>
    <w:rsid w:val="00CA2852"/>
    <w:rsid w:val="00CA39A7"/>
    <w:rsid w:val="00CA68B6"/>
    <w:rsid w:val="00CA7C58"/>
    <w:rsid w:val="00CB1187"/>
    <w:rsid w:val="00CB669F"/>
    <w:rsid w:val="00CB727E"/>
    <w:rsid w:val="00CC0717"/>
    <w:rsid w:val="00CC1E5F"/>
    <w:rsid w:val="00CC1F12"/>
    <w:rsid w:val="00CC37C5"/>
    <w:rsid w:val="00CC5CCB"/>
    <w:rsid w:val="00CC6255"/>
    <w:rsid w:val="00CC741A"/>
    <w:rsid w:val="00CD1629"/>
    <w:rsid w:val="00CD40CE"/>
    <w:rsid w:val="00CD40DF"/>
    <w:rsid w:val="00CD4748"/>
    <w:rsid w:val="00CD5284"/>
    <w:rsid w:val="00CD5E07"/>
    <w:rsid w:val="00CE02DC"/>
    <w:rsid w:val="00CE1CAA"/>
    <w:rsid w:val="00CE24E8"/>
    <w:rsid w:val="00CE563B"/>
    <w:rsid w:val="00CE5734"/>
    <w:rsid w:val="00CF2444"/>
    <w:rsid w:val="00CF2A6D"/>
    <w:rsid w:val="00CF357F"/>
    <w:rsid w:val="00CF3BAC"/>
    <w:rsid w:val="00CF674E"/>
    <w:rsid w:val="00CF6C28"/>
    <w:rsid w:val="00D01225"/>
    <w:rsid w:val="00D02C77"/>
    <w:rsid w:val="00D03033"/>
    <w:rsid w:val="00D03FAB"/>
    <w:rsid w:val="00D048C1"/>
    <w:rsid w:val="00D06159"/>
    <w:rsid w:val="00D13C4D"/>
    <w:rsid w:val="00D14BC4"/>
    <w:rsid w:val="00D15753"/>
    <w:rsid w:val="00D15C89"/>
    <w:rsid w:val="00D16B61"/>
    <w:rsid w:val="00D22DA4"/>
    <w:rsid w:val="00D22E2C"/>
    <w:rsid w:val="00D249B4"/>
    <w:rsid w:val="00D25565"/>
    <w:rsid w:val="00D27D74"/>
    <w:rsid w:val="00D301F4"/>
    <w:rsid w:val="00D322F6"/>
    <w:rsid w:val="00D32EFA"/>
    <w:rsid w:val="00D33BF0"/>
    <w:rsid w:val="00D35195"/>
    <w:rsid w:val="00D35224"/>
    <w:rsid w:val="00D3589B"/>
    <w:rsid w:val="00D37F72"/>
    <w:rsid w:val="00D405FB"/>
    <w:rsid w:val="00D41C4B"/>
    <w:rsid w:val="00D42929"/>
    <w:rsid w:val="00D44F9E"/>
    <w:rsid w:val="00D47C5E"/>
    <w:rsid w:val="00D52E86"/>
    <w:rsid w:val="00D5322A"/>
    <w:rsid w:val="00D54137"/>
    <w:rsid w:val="00D57FB7"/>
    <w:rsid w:val="00D60736"/>
    <w:rsid w:val="00D60A59"/>
    <w:rsid w:val="00D629B1"/>
    <w:rsid w:val="00D62DFF"/>
    <w:rsid w:val="00D6386A"/>
    <w:rsid w:val="00D63CE1"/>
    <w:rsid w:val="00D64C07"/>
    <w:rsid w:val="00D67294"/>
    <w:rsid w:val="00D72152"/>
    <w:rsid w:val="00D72627"/>
    <w:rsid w:val="00D731D3"/>
    <w:rsid w:val="00D737DD"/>
    <w:rsid w:val="00D77A8D"/>
    <w:rsid w:val="00D80F96"/>
    <w:rsid w:val="00D81CD0"/>
    <w:rsid w:val="00D828D3"/>
    <w:rsid w:val="00D83FF6"/>
    <w:rsid w:val="00D84160"/>
    <w:rsid w:val="00D84310"/>
    <w:rsid w:val="00D8585E"/>
    <w:rsid w:val="00D85958"/>
    <w:rsid w:val="00D87F1B"/>
    <w:rsid w:val="00D9255F"/>
    <w:rsid w:val="00D93B6F"/>
    <w:rsid w:val="00D94F35"/>
    <w:rsid w:val="00D9724E"/>
    <w:rsid w:val="00DA07B7"/>
    <w:rsid w:val="00DA17E8"/>
    <w:rsid w:val="00DA3D39"/>
    <w:rsid w:val="00DA4BA5"/>
    <w:rsid w:val="00DA6D52"/>
    <w:rsid w:val="00DA7BF0"/>
    <w:rsid w:val="00DB2687"/>
    <w:rsid w:val="00DB3BC1"/>
    <w:rsid w:val="00DB4E1E"/>
    <w:rsid w:val="00DB7318"/>
    <w:rsid w:val="00DC2125"/>
    <w:rsid w:val="00DC3EB5"/>
    <w:rsid w:val="00DC43FF"/>
    <w:rsid w:val="00DC56C7"/>
    <w:rsid w:val="00DD08BF"/>
    <w:rsid w:val="00DD0BE1"/>
    <w:rsid w:val="00DD1142"/>
    <w:rsid w:val="00DD221E"/>
    <w:rsid w:val="00DD3EBD"/>
    <w:rsid w:val="00DD4FB7"/>
    <w:rsid w:val="00DE3AD1"/>
    <w:rsid w:val="00DE4B79"/>
    <w:rsid w:val="00DE5603"/>
    <w:rsid w:val="00DE565E"/>
    <w:rsid w:val="00DE747B"/>
    <w:rsid w:val="00DE7BAA"/>
    <w:rsid w:val="00DF01AE"/>
    <w:rsid w:val="00DF0506"/>
    <w:rsid w:val="00DF056D"/>
    <w:rsid w:val="00DF0C81"/>
    <w:rsid w:val="00DF28E1"/>
    <w:rsid w:val="00DF6C94"/>
    <w:rsid w:val="00DF7592"/>
    <w:rsid w:val="00DF75B4"/>
    <w:rsid w:val="00DF7B51"/>
    <w:rsid w:val="00DF7E05"/>
    <w:rsid w:val="00E01F39"/>
    <w:rsid w:val="00E0207A"/>
    <w:rsid w:val="00E02723"/>
    <w:rsid w:val="00E03C27"/>
    <w:rsid w:val="00E05CD5"/>
    <w:rsid w:val="00E06DC0"/>
    <w:rsid w:val="00E07165"/>
    <w:rsid w:val="00E10041"/>
    <w:rsid w:val="00E108BC"/>
    <w:rsid w:val="00E14D53"/>
    <w:rsid w:val="00E16880"/>
    <w:rsid w:val="00E20AF1"/>
    <w:rsid w:val="00E22D5D"/>
    <w:rsid w:val="00E24DD6"/>
    <w:rsid w:val="00E27AC2"/>
    <w:rsid w:val="00E30226"/>
    <w:rsid w:val="00E33566"/>
    <w:rsid w:val="00E37724"/>
    <w:rsid w:val="00E40550"/>
    <w:rsid w:val="00E43DED"/>
    <w:rsid w:val="00E44584"/>
    <w:rsid w:val="00E468E5"/>
    <w:rsid w:val="00E46D73"/>
    <w:rsid w:val="00E52D9A"/>
    <w:rsid w:val="00E52F52"/>
    <w:rsid w:val="00E55FC2"/>
    <w:rsid w:val="00E56D58"/>
    <w:rsid w:val="00E5702F"/>
    <w:rsid w:val="00E57F5B"/>
    <w:rsid w:val="00E6333A"/>
    <w:rsid w:val="00E65130"/>
    <w:rsid w:val="00E65669"/>
    <w:rsid w:val="00E66B4E"/>
    <w:rsid w:val="00E70552"/>
    <w:rsid w:val="00E71B5E"/>
    <w:rsid w:val="00E7264B"/>
    <w:rsid w:val="00E72F61"/>
    <w:rsid w:val="00E73870"/>
    <w:rsid w:val="00E73C29"/>
    <w:rsid w:val="00E743BA"/>
    <w:rsid w:val="00E74974"/>
    <w:rsid w:val="00E74B24"/>
    <w:rsid w:val="00E75AAD"/>
    <w:rsid w:val="00E77096"/>
    <w:rsid w:val="00E7779C"/>
    <w:rsid w:val="00E81B42"/>
    <w:rsid w:val="00E83040"/>
    <w:rsid w:val="00E91E07"/>
    <w:rsid w:val="00E91F8F"/>
    <w:rsid w:val="00E931F7"/>
    <w:rsid w:val="00E953E6"/>
    <w:rsid w:val="00E965D0"/>
    <w:rsid w:val="00E96CB6"/>
    <w:rsid w:val="00E96F13"/>
    <w:rsid w:val="00EA077B"/>
    <w:rsid w:val="00EA394A"/>
    <w:rsid w:val="00EA3AC4"/>
    <w:rsid w:val="00EA430E"/>
    <w:rsid w:val="00EA4CB9"/>
    <w:rsid w:val="00EA6EEF"/>
    <w:rsid w:val="00EB0D35"/>
    <w:rsid w:val="00EB218D"/>
    <w:rsid w:val="00EB2B74"/>
    <w:rsid w:val="00EB71D6"/>
    <w:rsid w:val="00EB79A5"/>
    <w:rsid w:val="00EB7A16"/>
    <w:rsid w:val="00EC0A4E"/>
    <w:rsid w:val="00EC1F88"/>
    <w:rsid w:val="00EC2E2E"/>
    <w:rsid w:val="00EC2E9F"/>
    <w:rsid w:val="00EC42BA"/>
    <w:rsid w:val="00EC582D"/>
    <w:rsid w:val="00EC5997"/>
    <w:rsid w:val="00EC6B0D"/>
    <w:rsid w:val="00EC7072"/>
    <w:rsid w:val="00EC7109"/>
    <w:rsid w:val="00EC77D2"/>
    <w:rsid w:val="00ED3539"/>
    <w:rsid w:val="00ED3606"/>
    <w:rsid w:val="00ED38D8"/>
    <w:rsid w:val="00ED41A7"/>
    <w:rsid w:val="00ED434E"/>
    <w:rsid w:val="00ED4750"/>
    <w:rsid w:val="00ED540B"/>
    <w:rsid w:val="00ED6EF5"/>
    <w:rsid w:val="00ED709F"/>
    <w:rsid w:val="00EE16AD"/>
    <w:rsid w:val="00EE2002"/>
    <w:rsid w:val="00EE65E5"/>
    <w:rsid w:val="00EE6EFA"/>
    <w:rsid w:val="00EF03A4"/>
    <w:rsid w:val="00EF0C4A"/>
    <w:rsid w:val="00EF3017"/>
    <w:rsid w:val="00EF4117"/>
    <w:rsid w:val="00EF4327"/>
    <w:rsid w:val="00EF5469"/>
    <w:rsid w:val="00EF6DA0"/>
    <w:rsid w:val="00EF7060"/>
    <w:rsid w:val="00EF78AE"/>
    <w:rsid w:val="00F01062"/>
    <w:rsid w:val="00F035D2"/>
    <w:rsid w:val="00F11695"/>
    <w:rsid w:val="00F12236"/>
    <w:rsid w:val="00F14CAB"/>
    <w:rsid w:val="00F157A0"/>
    <w:rsid w:val="00F1666F"/>
    <w:rsid w:val="00F178E0"/>
    <w:rsid w:val="00F205FA"/>
    <w:rsid w:val="00F24549"/>
    <w:rsid w:val="00F246D9"/>
    <w:rsid w:val="00F2699E"/>
    <w:rsid w:val="00F310D0"/>
    <w:rsid w:val="00F31643"/>
    <w:rsid w:val="00F3236E"/>
    <w:rsid w:val="00F33F3E"/>
    <w:rsid w:val="00F3407B"/>
    <w:rsid w:val="00F361FF"/>
    <w:rsid w:val="00F373C8"/>
    <w:rsid w:val="00F438A6"/>
    <w:rsid w:val="00F44AF4"/>
    <w:rsid w:val="00F4554C"/>
    <w:rsid w:val="00F45E76"/>
    <w:rsid w:val="00F46A25"/>
    <w:rsid w:val="00F47912"/>
    <w:rsid w:val="00F47F52"/>
    <w:rsid w:val="00F502E7"/>
    <w:rsid w:val="00F5044F"/>
    <w:rsid w:val="00F505B2"/>
    <w:rsid w:val="00F53F52"/>
    <w:rsid w:val="00F553F7"/>
    <w:rsid w:val="00F554C5"/>
    <w:rsid w:val="00F57F99"/>
    <w:rsid w:val="00F60607"/>
    <w:rsid w:val="00F65CD1"/>
    <w:rsid w:val="00F66A46"/>
    <w:rsid w:val="00F72CAE"/>
    <w:rsid w:val="00F730D1"/>
    <w:rsid w:val="00F855AF"/>
    <w:rsid w:val="00F86858"/>
    <w:rsid w:val="00F8779C"/>
    <w:rsid w:val="00F90AE0"/>
    <w:rsid w:val="00F926DF"/>
    <w:rsid w:val="00F92E1E"/>
    <w:rsid w:val="00F97EAA"/>
    <w:rsid w:val="00FA047B"/>
    <w:rsid w:val="00FA1149"/>
    <w:rsid w:val="00FA1EA7"/>
    <w:rsid w:val="00FA2053"/>
    <w:rsid w:val="00FA2579"/>
    <w:rsid w:val="00FA2798"/>
    <w:rsid w:val="00FA2953"/>
    <w:rsid w:val="00FA45E0"/>
    <w:rsid w:val="00FA69FD"/>
    <w:rsid w:val="00FA702C"/>
    <w:rsid w:val="00FB1171"/>
    <w:rsid w:val="00FB231B"/>
    <w:rsid w:val="00FB2D12"/>
    <w:rsid w:val="00FB2F0A"/>
    <w:rsid w:val="00FC1330"/>
    <w:rsid w:val="00FC1766"/>
    <w:rsid w:val="00FC21B2"/>
    <w:rsid w:val="00FC4CB0"/>
    <w:rsid w:val="00FC5682"/>
    <w:rsid w:val="00FC7CD6"/>
    <w:rsid w:val="00FC7D33"/>
    <w:rsid w:val="00FD1484"/>
    <w:rsid w:val="00FD4874"/>
    <w:rsid w:val="00FD6A16"/>
    <w:rsid w:val="00FE021C"/>
    <w:rsid w:val="00FE0BC2"/>
    <w:rsid w:val="00FE2337"/>
    <w:rsid w:val="00FE2975"/>
    <w:rsid w:val="00FE5DD6"/>
    <w:rsid w:val="00FF14D4"/>
    <w:rsid w:val="00FF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4A98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28F"/>
    <w:rPr>
      <w:rFonts w:ascii="Times New Roman" w:eastAsia="Times New Roman" w:hAnsi="Times New Roman"/>
    </w:rPr>
  </w:style>
  <w:style w:type="paragraph" w:styleId="10">
    <w:name w:val="heading 1"/>
    <w:basedOn w:val="a"/>
    <w:next w:val="a"/>
    <w:link w:val="11"/>
    <w:uiPriority w:val="99"/>
    <w:qFormat/>
    <w:locked/>
    <w:rsid w:val="00CC1E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91637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132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locked/>
    <w:rsid w:val="00B96DE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132E8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1F2C3A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85046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C91637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1F2C3A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D87F1B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4">
    <w:name w:val="Верхний колонтитул Знак"/>
    <w:link w:val="a3"/>
    <w:uiPriority w:val="99"/>
    <w:locked/>
    <w:rsid w:val="00D87F1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D87F1B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6">
    <w:name w:val="Нижний колонтитул Знак"/>
    <w:link w:val="a5"/>
    <w:uiPriority w:val="99"/>
    <w:semiHidden/>
    <w:locked/>
    <w:rsid w:val="00D87F1B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87F1B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D87F1B"/>
    <w:rPr>
      <w:rFonts w:ascii="Tahoma" w:hAnsi="Tahoma" w:cs="Tahoma"/>
      <w:sz w:val="16"/>
      <w:szCs w:val="16"/>
    </w:rPr>
  </w:style>
  <w:style w:type="paragraph" w:customStyle="1" w:styleId="a9">
    <w:name w:val="САПР"/>
    <w:basedOn w:val="a"/>
    <w:uiPriority w:val="99"/>
    <w:rsid w:val="00AE3729"/>
    <w:pPr>
      <w:spacing w:line="240" w:lineRule="atLeast"/>
      <w:ind w:right="284"/>
    </w:pPr>
    <w:rPr>
      <w:sz w:val="24"/>
    </w:rPr>
  </w:style>
  <w:style w:type="paragraph" w:styleId="3">
    <w:name w:val="Body Text Indent 3"/>
    <w:basedOn w:val="a"/>
    <w:link w:val="30"/>
    <w:uiPriority w:val="99"/>
    <w:rsid w:val="001F2C3A"/>
    <w:pPr>
      <w:ind w:left="601" w:firstLine="709"/>
    </w:pPr>
    <w:rPr>
      <w:rFonts w:eastAsia="Calibri"/>
    </w:rPr>
  </w:style>
  <w:style w:type="character" w:customStyle="1" w:styleId="30">
    <w:name w:val="Основной текст с отступом 3 Знак"/>
    <w:link w:val="3"/>
    <w:uiPriority w:val="99"/>
    <w:locked/>
    <w:rsid w:val="001F2C3A"/>
    <w:rPr>
      <w:rFonts w:ascii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99"/>
    <w:rsid w:val="001F2C3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uiPriority w:val="99"/>
    <w:semiHidden/>
    <w:rsid w:val="004A30F3"/>
    <w:rPr>
      <w:rFonts w:ascii="Tahoma" w:eastAsia="Calibri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locked/>
    <w:rsid w:val="004A30F3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rsid w:val="00AF528F"/>
    <w:pPr>
      <w:ind w:left="601"/>
    </w:pPr>
    <w:rPr>
      <w:sz w:val="28"/>
    </w:rPr>
  </w:style>
  <w:style w:type="paragraph" w:customStyle="1" w:styleId="ae">
    <w:name w:val="Форматка"/>
    <w:basedOn w:val="a"/>
    <w:rsid w:val="00AF528F"/>
    <w:pPr>
      <w:spacing w:before="120"/>
      <w:ind w:left="284" w:right="284" w:firstLine="720"/>
    </w:pPr>
  </w:style>
  <w:style w:type="paragraph" w:styleId="af">
    <w:name w:val="Block Text"/>
    <w:basedOn w:val="a"/>
    <w:rsid w:val="002D3C61"/>
    <w:pPr>
      <w:ind w:left="2243" w:right="1409"/>
    </w:pPr>
    <w:rPr>
      <w:sz w:val="28"/>
      <w:szCs w:val="24"/>
    </w:rPr>
  </w:style>
  <w:style w:type="numbering" w:customStyle="1" w:styleId="1">
    <w:name w:val="Стиль1"/>
    <w:rsid w:val="00A13300"/>
    <w:pPr>
      <w:numPr>
        <w:numId w:val="1"/>
      </w:numPr>
    </w:pPr>
  </w:style>
  <w:style w:type="character" w:styleId="af0">
    <w:name w:val="page number"/>
    <w:basedOn w:val="a0"/>
    <w:rsid w:val="00A13300"/>
  </w:style>
  <w:style w:type="paragraph" w:customStyle="1" w:styleId="12">
    <w:name w:val="1"/>
    <w:basedOn w:val="a"/>
    <w:autoRedefine/>
    <w:rsid w:val="00995F5B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1">
    <w:name w:val="Title"/>
    <w:basedOn w:val="a"/>
    <w:qFormat/>
    <w:locked/>
    <w:rsid w:val="009E1520"/>
    <w:pPr>
      <w:jc w:val="center"/>
    </w:pPr>
    <w:rPr>
      <w:sz w:val="28"/>
    </w:rPr>
  </w:style>
  <w:style w:type="paragraph" w:customStyle="1" w:styleId="Char">
    <w:name w:val="Char Знак Знак Знак Знак Знак Знак"/>
    <w:basedOn w:val="a"/>
    <w:autoRedefine/>
    <w:rsid w:val="005A5527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f2">
    <w:name w:val="annotation reference"/>
    <w:unhideWhenUsed/>
    <w:rsid w:val="0009765B"/>
    <w:rPr>
      <w:sz w:val="16"/>
      <w:szCs w:val="16"/>
    </w:rPr>
  </w:style>
  <w:style w:type="paragraph" w:styleId="af3">
    <w:name w:val="annotation text"/>
    <w:basedOn w:val="a"/>
    <w:link w:val="af4"/>
    <w:unhideWhenUsed/>
    <w:rsid w:val="0009765B"/>
  </w:style>
  <w:style w:type="character" w:customStyle="1" w:styleId="af4">
    <w:name w:val="Текст примечания Знак"/>
    <w:link w:val="af3"/>
    <w:rsid w:val="0009765B"/>
    <w:rPr>
      <w:rFonts w:ascii="Times New Roman" w:eastAsia="Times New Roman" w:hAnsi="Times New Roma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9765B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09765B"/>
    <w:rPr>
      <w:rFonts w:ascii="Times New Roman" w:eastAsia="Times New Roman" w:hAnsi="Times New Roman"/>
      <w:b/>
      <w:bCs/>
    </w:rPr>
  </w:style>
  <w:style w:type="paragraph" w:styleId="af7">
    <w:name w:val="Plain Text"/>
    <w:basedOn w:val="a"/>
    <w:link w:val="af8"/>
    <w:uiPriority w:val="99"/>
    <w:rsid w:val="005E030A"/>
    <w:rPr>
      <w:rFonts w:ascii="Courier New" w:hAnsi="Courier New"/>
    </w:rPr>
  </w:style>
  <w:style w:type="character" w:customStyle="1" w:styleId="af8">
    <w:name w:val="Текст Знак"/>
    <w:link w:val="af7"/>
    <w:uiPriority w:val="99"/>
    <w:rsid w:val="005E030A"/>
    <w:rPr>
      <w:rFonts w:ascii="Courier New" w:eastAsia="Times New Roman" w:hAnsi="Courier New" w:cs="Courier New"/>
    </w:rPr>
  </w:style>
  <w:style w:type="paragraph" w:customStyle="1" w:styleId="Default">
    <w:name w:val="Default"/>
    <w:rsid w:val="00D47C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9">
    <w:name w:val="Body Text"/>
    <w:basedOn w:val="a"/>
    <w:link w:val="afa"/>
    <w:uiPriority w:val="99"/>
    <w:semiHidden/>
    <w:unhideWhenUsed/>
    <w:rsid w:val="00A820A2"/>
    <w:pPr>
      <w:spacing w:after="120"/>
    </w:pPr>
  </w:style>
  <w:style w:type="character" w:customStyle="1" w:styleId="afa">
    <w:name w:val="Основной текст Знак"/>
    <w:link w:val="af9"/>
    <w:uiPriority w:val="99"/>
    <w:semiHidden/>
    <w:rsid w:val="00A820A2"/>
    <w:rPr>
      <w:rFonts w:ascii="Times New Roman" w:eastAsia="Times New Roman" w:hAnsi="Times New Roman"/>
    </w:rPr>
  </w:style>
  <w:style w:type="character" w:customStyle="1" w:styleId="11">
    <w:name w:val="Заголовок 1 Знак"/>
    <w:link w:val="10"/>
    <w:uiPriority w:val="99"/>
    <w:rsid w:val="00CC1E5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fb">
    <w:name w:val="Основной текст_"/>
    <w:link w:val="13"/>
    <w:rsid w:val="0070220B"/>
    <w:rPr>
      <w:shd w:val="clear" w:color="auto" w:fill="FFFFFF"/>
    </w:rPr>
  </w:style>
  <w:style w:type="paragraph" w:customStyle="1" w:styleId="13">
    <w:name w:val="Основной текст1"/>
    <w:basedOn w:val="a"/>
    <w:link w:val="afb"/>
    <w:rsid w:val="0070220B"/>
    <w:pPr>
      <w:shd w:val="clear" w:color="auto" w:fill="FFFFFF"/>
      <w:spacing w:line="0" w:lineRule="atLeast"/>
      <w:jc w:val="both"/>
    </w:pPr>
    <w:rPr>
      <w:rFonts w:ascii="Calibri" w:eastAsia="Calibri" w:hAnsi="Calibri"/>
    </w:rPr>
  </w:style>
  <w:style w:type="character" w:customStyle="1" w:styleId="90">
    <w:name w:val="Заголовок 9 Знак"/>
    <w:link w:val="9"/>
    <w:rsid w:val="00850464"/>
    <w:rPr>
      <w:rFonts w:ascii="Cambria" w:eastAsia="Times New Roman" w:hAnsi="Cambria" w:cs="Times New Roman"/>
      <w:sz w:val="22"/>
      <w:szCs w:val="22"/>
    </w:rPr>
  </w:style>
  <w:style w:type="character" w:customStyle="1" w:styleId="FontStyle56">
    <w:name w:val="Font Style56"/>
    <w:uiPriority w:val="99"/>
    <w:rsid w:val="001B27B7"/>
    <w:rPr>
      <w:rFonts w:ascii="Arial" w:hAnsi="Arial" w:cs="Arial"/>
      <w:b/>
      <w:bCs/>
      <w:color w:val="000000"/>
      <w:sz w:val="30"/>
      <w:szCs w:val="30"/>
    </w:rPr>
  </w:style>
  <w:style w:type="character" w:customStyle="1" w:styleId="apple-converted-space">
    <w:name w:val="apple-converted-space"/>
    <w:basedOn w:val="a0"/>
    <w:rsid w:val="00E5702F"/>
  </w:style>
  <w:style w:type="paragraph" w:customStyle="1" w:styleId="Schritt123">
    <w:name w:val="Schritt 1)2)3)"/>
    <w:basedOn w:val="a"/>
    <w:rsid w:val="00B331EB"/>
    <w:pPr>
      <w:numPr>
        <w:numId w:val="10"/>
      </w:numPr>
      <w:tabs>
        <w:tab w:val="left" w:pos="794"/>
      </w:tabs>
      <w:spacing w:before="120"/>
      <w:jc w:val="both"/>
    </w:pPr>
    <w:rPr>
      <w:rFonts w:ascii="Arial" w:hAnsi="Arial"/>
      <w:lang w:val="de-DE" w:eastAsia="de-AT"/>
    </w:rPr>
  </w:style>
  <w:style w:type="character" w:customStyle="1" w:styleId="FontStyle12">
    <w:name w:val="Font Style12"/>
    <w:uiPriority w:val="99"/>
    <w:rsid w:val="00C67379"/>
    <w:rPr>
      <w:rFonts w:ascii="Times New Roman" w:hAnsi="Times New Roman" w:cs="Times New Roman"/>
      <w:sz w:val="22"/>
      <w:szCs w:val="22"/>
    </w:rPr>
  </w:style>
  <w:style w:type="character" w:customStyle="1" w:styleId="CharStyle3">
    <w:name w:val="Char Style 3"/>
    <w:link w:val="Style2"/>
    <w:rsid w:val="005F71DB"/>
    <w:rPr>
      <w:sz w:val="25"/>
      <w:szCs w:val="25"/>
      <w:shd w:val="clear" w:color="auto" w:fill="FFFFFF"/>
    </w:rPr>
  </w:style>
  <w:style w:type="paragraph" w:customStyle="1" w:styleId="Style2">
    <w:name w:val="Style 2"/>
    <w:basedOn w:val="a"/>
    <w:link w:val="CharStyle3"/>
    <w:rsid w:val="005F71DB"/>
    <w:pPr>
      <w:widowControl w:val="0"/>
      <w:shd w:val="clear" w:color="auto" w:fill="FFFFFF"/>
      <w:spacing w:after="300" w:line="0" w:lineRule="atLeast"/>
    </w:pPr>
    <w:rPr>
      <w:rFonts w:ascii="Calibri" w:eastAsia="Calibri" w:hAnsi="Calibri"/>
      <w:sz w:val="25"/>
      <w:szCs w:val="25"/>
    </w:rPr>
  </w:style>
  <w:style w:type="table" w:customStyle="1" w:styleId="14">
    <w:name w:val="Сетка таблицы1"/>
    <w:basedOn w:val="a1"/>
    <w:next w:val="aa"/>
    <w:uiPriority w:val="59"/>
    <w:rsid w:val="00BD149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01529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semiHidden/>
    <w:rsid w:val="00A132E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A132E8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28F"/>
    <w:rPr>
      <w:rFonts w:ascii="Times New Roman" w:eastAsia="Times New Roman" w:hAnsi="Times New Roman"/>
    </w:rPr>
  </w:style>
  <w:style w:type="paragraph" w:styleId="10">
    <w:name w:val="heading 1"/>
    <w:basedOn w:val="a"/>
    <w:next w:val="a"/>
    <w:link w:val="11"/>
    <w:uiPriority w:val="99"/>
    <w:qFormat/>
    <w:locked/>
    <w:rsid w:val="00CC1E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91637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132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locked/>
    <w:rsid w:val="00B96DE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132E8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1F2C3A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85046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C91637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1F2C3A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D87F1B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4">
    <w:name w:val="Верхний колонтитул Знак"/>
    <w:link w:val="a3"/>
    <w:uiPriority w:val="99"/>
    <w:locked/>
    <w:rsid w:val="00D87F1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D87F1B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6">
    <w:name w:val="Нижний колонтитул Знак"/>
    <w:link w:val="a5"/>
    <w:uiPriority w:val="99"/>
    <w:semiHidden/>
    <w:locked/>
    <w:rsid w:val="00D87F1B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87F1B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D87F1B"/>
    <w:rPr>
      <w:rFonts w:ascii="Tahoma" w:hAnsi="Tahoma" w:cs="Tahoma"/>
      <w:sz w:val="16"/>
      <w:szCs w:val="16"/>
    </w:rPr>
  </w:style>
  <w:style w:type="paragraph" w:customStyle="1" w:styleId="a9">
    <w:name w:val="САПР"/>
    <w:basedOn w:val="a"/>
    <w:uiPriority w:val="99"/>
    <w:rsid w:val="00AE3729"/>
    <w:pPr>
      <w:spacing w:line="240" w:lineRule="atLeast"/>
      <w:ind w:right="284"/>
    </w:pPr>
    <w:rPr>
      <w:sz w:val="24"/>
    </w:rPr>
  </w:style>
  <w:style w:type="paragraph" w:styleId="3">
    <w:name w:val="Body Text Indent 3"/>
    <w:basedOn w:val="a"/>
    <w:link w:val="30"/>
    <w:uiPriority w:val="99"/>
    <w:rsid w:val="001F2C3A"/>
    <w:pPr>
      <w:ind w:left="601" w:firstLine="709"/>
    </w:pPr>
    <w:rPr>
      <w:rFonts w:eastAsia="Calibri"/>
    </w:rPr>
  </w:style>
  <w:style w:type="character" w:customStyle="1" w:styleId="30">
    <w:name w:val="Основной текст с отступом 3 Знак"/>
    <w:link w:val="3"/>
    <w:uiPriority w:val="99"/>
    <w:locked/>
    <w:rsid w:val="001F2C3A"/>
    <w:rPr>
      <w:rFonts w:ascii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99"/>
    <w:rsid w:val="001F2C3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uiPriority w:val="99"/>
    <w:semiHidden/>
    <w:rsid w:val="004A30F3"/>
    <w:rPr>
      <w:rFonts w:ascii="Tahoma" w:eastAsia="Calibri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locked/>
    <w:rsid w:val="004A30F3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rsid w:val="00AF528F"/>
    <w:pPr>
      <w:ind w:left="601"/>
    </w:pPr>
    <w:rPr>
      <w:sz w:val="28"/>
    </w:rPr>
  </w:style>
  <w:style w:type="paragraph" w:customStyle="1" w:styleId="ae">
    <w:name w:val="Форматка"/>
    <w:basedOn w:val="a"/>
    <w:rsid w:val="00AF528F"/>
    <w:pPr>
      <w:spacing w:before="120"/>
      <w:ind w:left="284" w:right="284" w:firstLine="720"/>
    </w:pPr>
  </w:style>
  <w:style w:type="paragraph" w:styleId="af">
    <w:name w:val="Block Text"/>
    <w:basedOn w:val="a"/>
    <w:rsid w:val="002D3C61"/>
    <w:pPr>
      <w:ind w:left="2243" w:right="1409"/>
    </w:pPr>
    <w:rPr>
      <w:sz w:val="28"/>
      <w:szCs w:val="24"/>
    </w:rPr>
  </w:style>
  <w:style w:type="numbering" w:customStyle="1" w:styleId="1">
    <w:name w:val="Стиль1"/>
    <w:rsid w:val="00A13300"/>
    <w:pPr>
      <w:numPr>
        <w:numId w:val="1"/>
      </w:numPr>
    </w:pPr>
  </w:style>
  <w:style w:type="character" w:styleId="af0">
    <w:name w:val="page number"/>
    <w:basedOn w:val="a0"/>
    <w:rsid w:val="00A13300"/>
  </w:style>
  <w:style w:type="paragraph" w:customStyle="1" w:styleId="12">
    <w:name w:val="1"/>
    <w:basedOn w:val="a"/>
    <w:autoRedefine/>
    <w:rsid w:val="00995F5B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1">
    <w:name w:val="Title"/>
    <w:basedOn w:val="a"/>
    <w:qFormat/>
    <w:locked/>
    <w:rsid w:val="009E1520"/>
    <w:pPr>
      <w:jc w:val="center"/>
    </w:pPr>
    <w:rPr>
      <w:sz w:val="28"/>
    </w:rPr>
  </w:style>
  <w:style w:type="paragraph" w:customStyle="1" w:styleId="Char">
    <w:name w:val="Char Знак Знак Знак Знак Знак Знак"/>
    <w:basedOn w:val="a"/>
    <w:autoRedefine/>
    <w:rsid w:val="005A5527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f2">
    <w:name w:val="annotation reference"/>
    <w:unhideWhenUsed/>
    <w:rsid w:val="0009765B"/>
    <w:rPr>
      <w:sz w:val="16"/>
      <w:szCs w:val="16"/>
    </w:rPr>
  </w:style>
  <w:style w:type="paragraph" w:styleId="af3">
    <w:name w:val="annotation text"/>
    <w:basedOn w:val="a"/>
    <w:link w:val="af4"/>
    <w:unhideWhenUsed/>
    <w:rsid w:val="0009765B"/>
  </w:style>
  <w:style w:type="character" w:customStyle="1" w:styleId="af4">
    <w:name w:val="Текст примечания Знак"/>
    <w:link w:val="af3"/>
    <w:rsid w:val="0009765B"/>
    <w:rPr>
      <w:rFonts w:ascii="Times New Roman" w:eastAsia="Times New Roman" w:hAnsi="Times New Roma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9765B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09765B"/>
    <w:rPr>
      <w:rFonts w:ascii="Times New Roman" w:eastAsia="Times New Roman" w:hAnsi="Times New Roman"/>
      <w:b/>
      <w:bCs/>
    </w:rPr>
  </w:style>
  <w:style w:type="paragraph" w:styleId="af7">
    <w:name w:val="Plain Text"/>
    <w:basedOn w:val="a"/>
    <w:link w:val="af8"/>
    <w:uiPriority w:val="99"/>
    <w:rsid w:val="005E030A"/>
    <w:rPr>
      <w:rFonts w:ascii="Courier New" w:hAnsi="Courier New"/>
    </w:rPr>
  </w:style>
  <w:style w:type="character" w:customStyle="1" w:styleId="af8">
    <w:name w:val="Текст Знак"/>
    <w:link w:val="af7"/>
    <w:uiPriority w:val="99"/>
    <w:rsid w:val="005E030A"/>
    <w:rPr>
      <w:rFonts w:ascii="Courier New" w:eastAsia="Times New Roman" w:hAnsi="Courier New" w:cs="Courier New"/>
    </w:rPr>
  </w:style>
  <w:style w:type="paragraph" w:customStyle="1" w:styleId="Default">
    <w:name w:val="Default"/>
    <w:rsid w:val="00D47C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9">
    <w:name w:val="Body Text"/>
    <w:basedOn w:val="a"/>
    <w:link w:val="afa"/>
    <w:uiPriority w:val="99"/>
    <w:semiHidden/>
    <w:unhideWhenUsed/>
    <w:rsid w:val="00A820A2"/>
    <w:pPr>
      <w:spacing w:after="120"/>
    </w:pPr>
  </w:style>
  <w:style w:type="character" w:customStyle="1" w:styleId="afa">
    <w:name w:val="Основной текст Знак"/>
    <w:link w:val="af9"/>
    <w:uiPriority w:val="99"/>
    <w:semiHidden/>
    <w:rsid w:val="00A820A2"/>
    <w:rPr>
      <w:rFonts w:ascii="Times New Roman" w:eastAsia="Times New Roman" w:hAnsi="Times New Roman"/>
    </w:rPr>
  </w:style>
  <w:style w:type="character" w:customStyle="1" w:styleId="11">
    <w:name w:val="Заголовок 1 Знак"/>
    <w:link w:val="10"/>
    <w:uiPriority w:val="99"/>
    <w:rsid w:val="00CC1E5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fb">
    <w:name w:val="Основной текст_"/>
    <w:link w:val="13"/>
    <w:rsid w:val="0070220B"/>
    <w:rPr>
      <w:shd w:val="clear" w:color="auto" w:fill="FFFFFF"/>
    </w:rPr>
  </w:style>
  <w:style w:type="paragraph" w:customStyle="1" w:styleId="13">
    <w:name w:val="Основной текст1"/>
    <w:basedOn w:val="a"/>
    <w:link w:val="afb"/>
    <w:rsid w:val="0070220B"/>
    <w:pPr>
      <w:shd w:val="clear" w:color="auto" w:fill="FFFFFF"/>
      <w:spacing w:line="0" w:lineRule="atLeast"/>
      <w:jc w:val="both"/>
    </w:pPr>
    <w:rPr>
      <w:rFonts w:ascii="Calibri" w:eastAsia="Calibri" w:hAnsi="Calibri"/>
    </w:rPr>
  </w:style>
  <w:style w:type="character" w:customStyle="1" w:styleId="90">
    <w:name w:val="Заголовок 9 Знак"/>
    <w:link w:val="9"/>
    <w:rsid w:val="00850464"/>
    <w:rPr>
      <w:rFonts w:ascii="Cambria" w:eastAsia="Times New Roman" w:hAnsi="Cambria" w:cs="Times New Roman"/>
      <w:sz w:val="22"/>
      <w:szCs w:val="22"/>
    </w:rPr>
  </w:style>
  <w:style w:type="character" w:customStyle="1" w:styleId="FontStyle56">
    <w:name w:val="Font Style56"/>
    <w:uiPriority w:val="99"/>
    <w:rsid w:val="001B27B7"/>
    <w:rPr>
      <w:rFonts w:ascii="Arial" w:hAnsi="Arial" w:cs="Arial"/>
      <w:b/>
      <w:bCs/>
      <w:color w:val="000000"/>
      <w:sz w:val="30"/>
      <w:szCs w:val="30"/>
    </w:rPr>
  </w:style>
  <w:style w:type="character" w:customStyle="1" w:styleId="apple-converted-space">
    <w:name w:val="apple-converted-space"/>
    <w:basedOn w:val="a0"/>
    <w:rsid w:val="00E5702F"/>
  </w:style>
  <w:style w:type="paragraph" w:customStyle="1" w:styleId="Schritt123">
    <w:name w:val="Schritt 1)2)3)"/>
    <w:basedOn w:val="a"/>
    <w:rsid w:val="00B331EB"/>
    <w:pPr>
      <w:numPr>
        <w:numId w:val="10"/>
      </w:numPr>
      <w:tabs>
        <w:tab w:val="left" w:pos="794"/>
      </w:tabs>
      <w:spacing w:before="120"/>
      <w:jc w:val="both"/>
    </w:pPr>
    <w:rPr>
      <w:rFonts w:ascii="Arial" w:hAnsi="Arial"/>
      <w:lang w:val="de-DE" w:eastAsia="de-AT"/>
    </w:rPr>
  </w:style>
  <w:style w:type="character" w:customStyle="1" w:styleId="FontStyle12">
    <w:name w:val="Font Style12"/>
    <w:uiPriority w:val="99"/>
    <w:rsid w:val="00C67379"/>
    <w:rPr>
      <w:rFonts w:ascii="Times New Roman" w:hAnsi="Times New Roman" w:cs="Times New Roman"/>
      <w:sz w:val="22"/>
      <w:szCs w:val="22"/>
    </w:rPr>
  </w:style>
  <w:style w:type="character" w:customStyle="1" w:styleId="CharStyle3">
    <w:name w:val="Char Style 3"/>
    <w:link w:val="Style2"/>
    <w:rsid w:val="005F71DB"/>
    <w:rPr>
      <w:sz w:val="25"/>
      <w:szCs w:val="25"/>
      <w:shd w:val="clear" w:color="auto" w:fill="FFFFFF"/>
    </w:rPr>
  </w:style>
  <w:style w:type="paragraph" w:customStyle="1" w:styleId="Style2">
    <w:name w:val="Style 2"/>
    <w:basedOn w:val="a"/>
    <w:link w:val="CharStyle3"/>
    <w:rsid w:val="005F71DB"/>
    <w:pPr>
      <w:widowControl w:val="0"/>
      <w:shd w:val="clear" w:color="auto" w:fill="FFFFFF"/>
      <w:spacing w:after="300" w:line="0" w:lineRule="atLeast"/>
    </w:pPr>
    <w:rPr>
      <w:rFonts w:ascii="Calibri" w:eastAsia="Calibri" w:hAnsi="Calibri"/>
      <w:sz w:val="25"/>
      <w:szCs w:val="25"/>
    </w:rPr>
  </w:style>
  <w:style w:type="table" w:customStyle="1" w:styleId="14">
    <w:name w:val="Сетка таблицы1"/>
    <w:basedOn w:val="a1"/>
    <w:next w:val="aa"/>
    <w:uiPriority w:val="59"/>
    <w:rsid w:val="00BD149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01529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semiHidden/>
    <w:rsid w:val="00A132E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A132E8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4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18" Type="http://schemas.openxmlformats.org/officeDocument/2006/relationships/image" Target="media/image4.wmf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5.wmf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6.bin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3.wmf"/><Relationship Id="rId23" Type="http://schemas.openxmlformats.org/officeDocument/2006/relationships/oleObject" Target="embeddings/oleObject10.bin"/><Relationship Id="rId28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7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torov.CTR\&#1056;&#1072;&#1073;&#1086;&#1095;&#1080;&#1081;%20&#1089;&#1090;&#1086;&#1083;\&#1041;&#1083;&#1072;&#1085;&#1082;%20&#1048;&#1048;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3ED09-009E-42DF-8B18-0015750F0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ИИ2</Template>
  <TotalTime>7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4 Раздел «Содержание»</vt:lpstr>
    </vt:vector>
  </TitlesOfParts>
  <Company>ПКБ ЦЛ ОАО РЖД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4 Раздел «Содержание»</dc:title>
  <dc:creator>Victorov</dc:creator>
  <cp:lastModifiedBy>МеньшоваТН</cp:lastModifiedBy>
  <cp:revision>11</cp:revision>
  <cp:lastPrinted>2017-08-10T08:19:00Z</cp:lastPrinted>
  <dcterms:created xsi:type="dcterms:W3CDTF">2022-10-11T09:58:00Z</dcterms:created>
  <dcterms:modified xsi:type="dcterms:W3CDTF">2022-12-08T14:15:00Z</dcterms:modified>
</cp:coreProperties>
</file>